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345F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23.10.2014                                                                                                                  № 97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D345F2" w:rsidRDefault="00F33215" w:rsidP="00D345F2">
      <w:pPr>
        <w:pStyle w:val="2"/>
        <w:rPr>
          <w:b w:val="0"/>
          <w:szCs w:val="28"/>
        </w:rPr>
      </w:pPr>
    </w:p>
    <w:p w:rsidR="00F33215" w:rsidRPr="00D345F2" w:rsidRDefault="00F33215" w:rsidP="00D345F2">
      <w:pPr>
        <w:pStyle w:val="2"/>
        <w:rPr>
          <w:b w:val="0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45F2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D345F2" w:rsidRDefault="00D345F2" w:rsidP="00D34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5F2" w:rsidRPr="00D345F2" w:rsidRDefault="00D345F2" w:rsidP="00D345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5F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D345F2" w:rsidRPr="00D345F2" w:rsidRDefault="00D345F2" w:rsidP="00D345F2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D345F2">
        <w:rPr>
          <w:rFonts w:ascii="Times New Roman" w:hAnsi="Times New Roman" w:cs="Times New Roman"/>
          <w:sz w:val="28"/>
          <w:szCs w:val="28"/>
        </w:rPr>
        <w:t>РЕШИЛ:</w:t>
      </w:r>
    </w:p>
    <w:p w:rsidR="00D345F2" w:rsidRPr="00D345F2" w:rsidRDefault="00D345F2" w:rsidP="00D345F2">
      <w:pPr>
        <w:pStyle w:val="a5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F2">
        <w:rPr>
          <w:rFonts w:ascii="Times New Roman" w:hAnsi="Times New Roman" w:cs="Times New Roman"/>
          <w:spacing w:val="-2"/>
          <w:sz w:val="28"/>
          <w:szCs w:val="28"/>
        </w:rPr>
        <w:t xml:space="preserve">Внести следующие изменения в </w:t>
      </w:r>
      <w:r w:rsidRPr="00D345F2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D345F2" w:rsidRPr="00D345F2" w:rsidRDefault="00D345F2" w:rsidP="00D345F2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345F2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p w:rsidR="00D345F2" w:rsidRPr="00D345F2" w:rsidRDefault="00D345F2" w:rsidP="00D345F2">
      <w:pPr>
        <w:shd w:val="clear" w:color="auto" w:fill="FFFFFF"/>
        <w:spacing w:after="0" w:line="240" w:lineRule="auto"/>
        <w:ind w:left="1440"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0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2126"/>
        <w:gridCol w:w="652"/>
        <w:gridCol w:w="944"/>
        <w:gridCol w:w="644"/>
      </w:tblGrid>
      <w:tr w:rsidR="00D345F2" w:rsidRPr="00D345F2" w:rsidTr="00D345F2">
        <w:trPr>
          <w:trHeight w:val="349"/>
        </w:trPr>
        <w:tc>
          <w:tcPr>
            <w:tcW w:w="4678" w:type="dxa"/>
          </w:tcPr>
          <w:p w:rsidR="00D345F2" w:rsidRPr="00D345F2" w:rsidRDefault="00D345F2" w:rsidP="00D345F2">
            <w:pPr>
              <w:tabs>
                <w:tab w:val="left" w:pos="295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(7,9,12-15,17-19)</w:t>
            </w:r>
          </w:p>
        </w:tc>
        <w:tc>
          <w:tcPr>
            <w:tcW w:w="2126" w:type="dxa"/>
          </w:tcPr>
          <w:p w:rsidR="00D345F2" w:rsidRPr="00D345F2" w:rsidRDefault="00D345F2" w:rsidP="00D345F2">
            <w:pPr>
              <w:tabs>
                <w:tab w:val="left" w:pos="2018"/>
              </w:tabs>
              <w:spacing w:after="0" w:line="240" w:lineRule="auto"/>
              <w:ind w:right="9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Лесная, ул.</w:t>
            </w:r>
          </w:p>
        </w:tc>
        <w:tc>
          <w:tcPr>
            <w:tcW w:w="652" w:type="dxa"/>
          </w:tcPr>
          <w:p w:rsidR="00D345F2" w:rsidRPr="00D345F2" w:rsidRDefault="00D345F2" w:rsidP="00D345F2">
            <w:pPr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9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198,6</w:t>
            </w:r>
          </w:p>
        </w:tc>
        <w:tc>
          <w:tcPr>
            <w:tcW w:w="6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345F2" w:rsidRPr="00D345F2" w:rsidTr="00D345F2">
        <w:trPr>
          <w:trHeight w:val="349"/>
        </w:trPr>
        <w:tc>
          <w:tcPr>
            <w:tcW w:w="4678" w:type="dxa"/>
          </w:tcPr>
          <w:p w:rsidR="00D345F2" w:rsidRPr="00D345F2" w:rsidRDefault="00D345F2" w:rsidP="00D345F2">
            <w:pPr>
              <w:tabs>
                <w:tab w:val="left" w:pos="295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I 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(20-28)</w:t>
            </w:r>
          </w:p>
        </w:tc>
        <w:tc>
          <w:tcPr>
            <w:tcW w:w="2126" w:type="dxa"/>
          </w:tcPr>
          <w:p w:rsidR="00D345F2" w:rsidRPr="00D345F2" w:rsidRDefault="00D345F2" w:rsidP="00D345F2">
            <w:pPr>
              <w:tabs>
                <w:tab w:val="left" w:pos="2018"/>
              </w:tabs>
              <w:spacing w:after="0" w:line="240" w:lineRule="auto"/>
              <w:ind w:right="9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Октябрьский, пр.</w:t>
            </w:r>
          </w:p>
        </w:tc>
        <w:tc>
          <w:tcPr>
            <w:tcW w:w="652" w:type="dxa"/>
          </w:tcPr>
          <w:p w:rsidR="00D345F2" w:rsidRPr="00D345F2" w:rsidRDefault="00D345F2" w:rsidP="00D345F2">
            <w:pPr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9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124,0</w:t>
            </w:r>
          </w:p>
        </w:tc>
        <w:tc>
          <w:tcPr>
            <w:tcW w:w="6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345F2" w:rsidRPr="00D345F2" w:rsidTr="00D345F2">
        <w:trPr>
          <w:trHeight w:val="349"/>
        </w:trPr>
        <w:tc>
          <w:tcPr>
            <w:tcW w:w="4678" w:type="dxa"/>
          </w:tcPr>
          <w:p w:rsidR="00D345F2" w:rsidRPr="00D345F2" w:rsidRDefault="00D345F2" w:rsidP="00D345F2">
            <w:pPr>
              <w:tabs>
                <w:tab w:val="left" w:pos="295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этаж 1 пом. 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I </w:t>
            </w: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(41,42)</w:t>
            </w:r>
          </w:p>
        </w:tc>
        <w:tc>
          <w:tcPr>
            <w:tcW w:w="2126" w:type="dxa"/>
          </w:tcPr>
          <w:p w:rsidR="00D345F2" w:rsidRPr="00D345F2" w:rsidRDefault="00D345F2" w:rsidP="00D345F2">
            <w:pPr>
              <w:tabs>
                <w:tab w:val="left" w:pos="2018"/>
              </w:tabs>
              <w:spacing w:after="0" w:line="240" w:lineRule="auto"/>
              <w:ind w:right="9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Октябрьский, пр.</w:t>
            </w:r>
          </w:p>
        </w:tc>
        <w:tc>
          <w:tcPr>
            <w:tcW w:w="652" w:type="dxa"/>
          </w:tcPr>
          <w:p w:rsidR="00D345F2" w:rsidRPr="00D345F2" w:rsidRDefault="00D345F2" w:rsidP="00D345F2">
            <w:pPr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18</w:t>
            </w:r>
          </w:p>
        </w:tc>
        <w:tc>
          <w:tcPr>
            <w:tcW w:w="9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36,9</w:t>
            </w:r>
          </w:p>
        </w:tc>
        <w:tc>
          <w:tcPr>
            <w:tcW w:w="644" w:type="dxa"/>
          </w:tcPr>
          <w:p w:rsidR="00D345F2" w:rsidRPr="00D345F2" w:rsidRDefault="00D345F2" w:rsidP="00D345F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45F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D345F2" w:rsidRPr="00D345F2" w:rsidRDefault="00D345F2" w:rsidP="00D345F2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345F2" w:rsidRPr="00D345F2" w:rsidRDefault="00D345F2" w:rsidP="00D345F2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0"/>
        </w:tabs>
        <w:autoSpaceDE w:val="0"/>
        <w:autoSpaceDN w:val="0"/>
        <w:adjustRightInd w:val="0"/>
        <w:spacing w:after="0" w:line="240" w:lineRule="auto"/>
        <w:ind w:left="0" w:right="321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345F2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D345F2" w:rsidRDefault="00D345F2" w:rsidP="00D345F2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auto"/>
        <w:ind w:left="450" w:right="321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345F2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D345F2">
        <w:rPr>
          <w:rFonts w:ascii="Times New Roman" w:hAnsi="Times New Roman" w:cs="Times New Roman"/>
          <w:sz w:val="28"/>
          <w:szCs w:val="28"/>
        </w:rPr>
        <w:tab/>
      </w:r>
      <w:r w:rsidRPr="00D345F2">
        <w:rPr>
          <w:rFonts w:ascii="Times New Roman" w:hAnsi="Times New Roman" w:cs="Times New Roman"/>
          <w:sz w:val="28"/>
          <w:szCs w:val="28"/>
        </w:rPr>
        <w:tab/>
      </w:r>
      <w:r w:rsidRPr="00D345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D345F2" w:rsidRDefault="00D345F2" w:rsidP="00D345F2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D345F2" w:rsidRPr="00D345F2" w:rsidRDefault="00D345F2" w:rsidP="00D345F2">
      <w:pPr>
        <w:shd w:val="clear" w:color="auto" w:fill="FFFFFF"/>
        <w:spacing w:after="0" w:line="240" w:lineRule="auto"/>
        <w:ind w:left="34" w:right="321" w:hanging="34"/>
        <w:jc w:val="both"/>
        <w:rPr>
          <w:rFonts w:ascii="Times New Roman" w:hAnsi="Times New Roman" w:cs="Times New Roman"/>
          <w:sz w:val="28"/>
          <w:szCs w:val="28"/>
        </w:rPr>
      </w:pPr>
      <w:r w:rsidRPr="00D345F2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</w:t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</w:t>
      </w:r>
      <w:r w:rsidRPr="00D345F2">
        <w:rPr>
          <w:rFonts w:ascii="Times New Roman" w:hAnsi="Times New Roman" w:cs="Times New Roman"/>
          <w:spacing w:val="-4"/>
          <w:sz w:val="28"/>
          <w:szCs w:val="28"/>
        </w:rPr>
        <w:t xml:space="preserve">Л.Е. </w:t>
      </w:r>
      <w:proofErr w:type="spellStart"/>
      <w:r w:rsidRPr="00D345F2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F2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D345F2"/>
    <w:rsid w:val="00E96BFB"/>
    <w:rsid w:val="00ED289C"/>
    <w:rsid w:val="00F06D18"/>
    <w:rsid w:val="00F33215"/>
    <w:rsid w:val="00F3423B"/>
    <w:rsid w:val="00F52ACB"/>
    <w:rsid w:val="00FA382D"/>
    <w:rsid w:val="00F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4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D34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34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D34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2014-10-23T05:43:00Z</dcterms:created>
  <dcterms:modified xsi:type="dcterms:W3CDTF">2014-10-27T01:01:00Z</dcterms:modified>
</cp:coreProperties>
</file>