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2" name="Рисунок 2" descr="Гербы_Хабаровского края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ы_Хабаровского края_2400dP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8E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02920" cy="609600"/>
            <wp:effectExtent l="0" t="0" r="0" b="0"/>
            <wp:docPr id="1" name="Рисунок 1" descr="Гербы_Амурска_24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ы_Амурска_2400dP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606D92" w:rsidRDefault="008D703F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24.04.2014                                                                                                      </w:t>
      </w:r>
      <w:r w:rsidR="00606D92">
        <w:rPr>
          <w:rFonts w:ascii="Times New Roman" w:hAnsi="Times New Roman"/>
          <w:spacing w:val="-4"/>
          <w:sz w:val="28"/>
          <w:szCs w:val="28"/>
        </w:rPr>
        <w:t xml:space="preserve">            № 66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D703F" w:rsidRDefault="00F33215" w:rsidP="008D7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8D703F" w:rsidRDefault="00F33215" w:rsidP="008D7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03F" w:rsidRPr="008D703F" w:rsidRDefault="008D703F" w:rsidP="008D703F">
      <w:pPr>
        <w:shd w:val="clear" w:color="auto" w:fill="FFFFFF"/>
        <w:tabs>
          <w:tab w:val="left" w:pos="9354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D703F">
        <w:rPr>
          <w:rFonts w:ascii="Times New Roman" w:hAnsi="Times New Roman" w:cs="Times New Roman"/>
          <w:spacing w:val="-1"/>
          <w:sz w:val="28"/>
          <w:szCs w:val="28"/>
        </w:rPr>
        <w:t>О назначении  члена комиссии избирательной комиссии муниципального образования городского поселения «Город Амурск» с правом решающего голоса.</w:t>
      </w:r>
    </w:p>
    <w:p w:rsidR="008D703F" w:rsidRPr="008D703F" w:rsidRDefault="008D703F" w:rsidP="008D703F">
      <w:pPr>
        <w:pStyle w:val="ConsPlusNormal"/>
        <w:widowControl/>
        <w:tabs>
          <w:tab w:val="left" w:pos="9354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703F" w:rsidRPr="008D703F" w:rsidRDefault="008D703F" w:rsidP="008D703F">
      <w:pPr>
        <w:pStyle w:val="ConsPlusNormal"/>
        <w:widowControl/>
        <w:tabs>
          <w:tab w:val="left" w:pos="9354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703F" w:rsidRPr="008D703F" w:rsidRDefault="008D703F" w:rsidP="008D703F">
      <w:pPr>
        <w:pStyle w:val="ConsPlusNormal"/>
        <w:widowControl/>
        <w:tabs>
          <w:tab w:val="left" w:pos="9354"/>
        </w:tabs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703F">
        <w:rPr>
          <w:rFonts w:ascii="Times New Roman" w:hAnsi="Times New Roman" w:cs="Times New Roman"/>
          <w:sz w:val="28"/>
          <w:szCs w:val="28"/>
        </w:rPr>
        <w:t>В соответствии с ч.2 ст.23, ч.11 ст. 35 Избирательного кодекса Хабаровского края от 26.11.2003 № 154 (ред. от 29.01.2014г) Совет депутатов городского поселения «Город Амурск»</w:t>
      </w:r>
    </w:p>
    <w:p w:rsidR="008D703F" w:rsidRPr="008D703F" w:rsidRDefault="008D703F" w:rsidP="008D703F">
      <w:pPr>
        <w:pStyle w:val="ConsPlusNormal"/>
        <w:widowControl/>
        <w:tabs>
          <w:tab w:val="left" w:pos="9354"/>
        </w:tabs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703F">
        <w:rPr>
          <w:rFonts w:ascii="Times New Roman" w:hAnsi="Times New Roman" w:cs="Times New Roman"/>
          <w:sz w:val="28"/>
          <w:szCs w:val="28"/>
        </w:rPr>
        <w:t>РЕШИЛ:</w:t>
      </w: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 w:firstLine="567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8D703F">
        <w:rPr>
          <w:rFonts w:ascii="Times New Roman" w:hAnsi="Times New Roman" w:cs="Times New Roman"/>
          <w:spacing w:val="-2"/>
          <w:sz w:val="28"/>
          <w:szCs w:val="28"/>
        </w:rPr>
        <w:t>1. Назначить членом избирательной комиссии муниципального образования городского поселения «Город Амурск» с правом решающего голоса Вдовину Людмилу Петровну. 08.03.1947 года рождения, образование высшее, пенсионер,  по представлению местного отделения политической партии КПРФ Амурского района Хабаровского края.</w:t>
      </w: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 w:firstLine="567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8D703F">
        <w:rPr>
          <w:rFonts w:ascii="Times New Roman" w:hAnsi="Times New Roman" w:cs="Times New Roman"/>
          <w:spacing w:val="-2"/>
          <w:sz w:val="28"/>
          <w:szCs w:val="28"/>
        </w:rPr>
        <w:t>2. Направить настоящее решение в Избирательную комиссию муниципального образования городского поселения «Город Амурск»</w:t>
      </w: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 w:firstLine="567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8D703F">
        <w:rPr>
          <w:rFonts w:ascii="Times New Roman" w:hAnsi="Times New Roman" w:cs="Times New Roman"/>
          <w:spacing w:val="-2"/>
          <w:sz w:val="28"/>
          <w:szCs w:val="28"/>
        </w:rPr>
        <w:t>3.  Настоящее решение вступает в силу после дня подписания.</w:t>
      </w: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 w:firstLine="567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8D703F">
        <w:rPr>
          <w:rFonts w:ascii="Times New Roman" w:hAnsi="Times New Roman" w:cs="Times New Roman"/>
          <w:spacing w:val="-2"/>
          <w:sz w:val="28"/>
          <w:szCs w:val="28"/>
        </w:rPr>
        <w:t xml:space="preserve">Глава городского поселения             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8D703F">
        <w:rPr>
          <w:rFonts w:ascii="Times New Roman" w:hAnsi="Times New Roman" w:cs="Times New Roman"/>
          <w:spacing w:val="-2"/>
          <w:sz w:val="28"/>
          <w:szCs w:val="28"/>
        </w:rPr>
        <w:t xml:space="preserve">  Б.П. Редькин</w:t>
      </w: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8D703F" w:rsidRPr="008D703F" w:rsidRDefault="008D703F" w:rsidP="008D703F">
      <w:pPr>
        <w:tabs>
          <w:tab w:val="left" w:pos="9354"/>
        </w:tabs>
        <w:spacing w:after="0" w:line="240" w:lineRule="auto"/>
        <w:ind w:right="-2"/>
        <w:jc w:val="both"/>
        <w:outlineLvl w:val="1"/>
        <w:rPr>
          <w:rFonts w:ascii="Times New Roman" w:hAnsi="Times New Roman" w:cs="Times New Roman"/>
          <w:spacing w:val="-2"/>
          <w:sz w:val="28"/>
          <w:szCs w:val="28"/>
        </w:rPr>
      </w:pPr>
      <w:r w:rsidRPr="008D703F">
        <w:rPr>
          <w:rFonts w:ascii="Times New Roman" w:hAnsi="Times New Roman" w:cs="Times New Roman"/>
          <w:spacing w:val="-2"/>
          <w:sz w:val="28"/>
          <w:szCs w:val="28"/>
        </w:rPr>
        <w:t xml:space="preserve">Председатель Совета депутатов  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 w:rsidRPr="008D703F">
        <w:rPr>
          <w:rFonts w:ascii="Times New Roman" w:hAnsi="Times New Roman" w:cs="Times New Roman"/>
          <w:spacing w:val="-2"/>
          <w:sz w:val="28"/>
          <w:szCs w:val="28"/>
        </w:rPr>
        <w:t xml:space="preserve">       Л.Е. </w:t>
      </w:r>
      <w:proofErr w:type="spellStart"/>
      <w:r w:rsidRPr="008D703F">
        <w:rPr>
          <w:rFonts w:ascii="Times New Roman" w:hAnsi="Times New Roman" w:cs="Times New Roman"/>
          <w:spacing w:val="-2"/>
          <w:sz w:val="28"/>
          <w:szCs w:val="28"/>
        </w:rPr>
        <w:t>Кавелина</w:t>
      </w:r>
      <w:proofErr w:type="spellEnd"/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3F"/>
    <w:rsid w:val="000742C8"/>
    <w:rsid w:val="000C67B7"/>
    <w:rsid w:val="00122F5B"/>
    <w:rsid w:val="0020188D"/>
    <w:rsid w:val="0026573F"/>
    <w:rsid w:val="002C7066"/>
    <w:rsid w:val="0034296E"/>
    <w:rsid w:val="00377189"/>
    <w:rsid w:val="00461E35"/>
    <w:rsid w:val="0050219C"/>
    <w:rsid w:val="00606D92"/>
    <w:rsid w:val="006524C5"/>
    <w:rsid w:val="006A0DA2"/>
    <w:rsid w:val="008D703F"/>
    <w:rsid w:val="00AC4494"/>
    <w:rsid w:val="00B9025B"/>
    <w:rsid w:val="00E96BFB"/>
    <w:rsid w:val="00ED289C"/>
    <w:rsid w:val="00F06D18"/>
    <w:rsid w:val="00F33215"/>
    <w:rsid w:val="00F33FB1"/>
    <w:rsid w:val="00F3423B"/>
    <w:rsid w:val="00F52ACB"/>
    <w:rsid w:val="00FA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0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2014-04-28T00:58:00Z</dcterms:created>
  <dcterms:modified xsi:type="dcterms:W3CDTF">2014-04-28T01:10:00Z</dcterms:modified>
</cp:coreProperties>
</file>