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F7CF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25.09.2014                                                                                                                  № 87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EF7CF3" w:rsidRDefault="00F33215" w:rsidP="00EF7CF3">
      <w:pPr>
        <w:pStyle w:val="2"/>
        <w:rPr>
          <w:b w:val="0"/>
          <w:szCs w:val="28"/>
        </w:rPr>
      </w:pPr>
    </w:p>
    <w:p w:rsidR="00F33215" w:rsidRPr="00EF7CF3" w:rsidRDefault="00F33215" w:rsidP="00EF7CF3">
      <w:pPr>
        <w:pStyle w:val="2"/>
        <w:rPr>
          <w:b w:val="0"/>
          <w:szCs w:val="28"/>
        </w:rPr>
      </w:pPr>
    </w:p>
    <w:p w:rsidR="00EF7CF3" w:rsidRDefault="00EF7CF3" w:rsidP="00EF7CF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EF7CF3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EF7CF3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EF7CF3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17.07.2014)</w:t>
      </w:r>
      <w:proofErr w:type="gramEnd"/>
    </w:p>
    <w:p w:rsidR="00EF7CF3" w:rsidRDefault="00EF7CF3" w:rsidP="00EF7C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F7CF3" w:rsidRPr="00EF7CF3" w:rsidRDefault="00EF7CF3" w:rsidP="00EF7C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F7CF3" w:rsidRPr="00EF7CF3" w:rsidRDefault="00EF7CF3" w:rsidP="00EF7CF3">
      <w:pPr>
        <w:pStyle w:val="ConsPlusNormal"/>
        <w:widowControl/>
        <w:ind w:right="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CF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EF7CF3" w:rsidRPr="00EF7CF3" w:rsidRDefault="00EF7CF3" w:rsidP="00EF7CF3">
      <w:pPr>
        <w:pStyle w:val="ConsPlusNormal"/>
        <w:widowControl/>
        <w:ind w:right="2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7CF3">
        <w:rPr>
          <w:rFonts w:ascii="Times New Roman" w:hAnsi="Times New Roman" w:cs="Times New Roman"/>
          <w:sz w:val="28"/>
          <w:szCs w:val="28"/>
        </w:rPr>
        <w:t>РЕШИЛ:</w:t>
      </w:r>
    </w:p>
    <w:p w:rsidR="00EF7CF3" w:rsidRPr="00EF7CF3" w:rsidRDefault="00EF7CF3" w:rsidP="00EF7C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F7CF3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EF7CF3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EF7CF3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</w:t>
      </w:r>
      <w:proofErr w:type="gramEnd"/>
      <w:r w:rsidRPr="00EF7C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EF7CF3">
        <w:rPr>
          <w:rFonts w:ascii="Times New Roman" w:hAnsi="Times New Roman" w:cs="Times New Roman"/>
          <w:spacing w:val="-1"/>
          <w:sz w:val="28"/>
          <w:szCs w:val="28"/>
        </w:rPr>
        <w:t>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</w:t>
      </w:r>
      <w:proofErr w:type="gramEnd"/>
      <w:r w:rsidRPr="00EF7CF3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EF7CF3">
        <w:rPr>
          <w:rFonts w:ascii="Times New Roman" w:hAnsi="Times New Roman" w:cs="Times New Roman"/>
          <w:spacing w:val="-1"/>
          <w:sz w:val="28"/>
          <w:szCs w:val="28"/>
        </w:rPr>
        <w:t>38 от 26.12.2013; № 46 от 06.02.2014; № 56 от 13.03.2014; № 62 от 24.04.2014; № 79 от 17.07.2014):</w:t>
      </w:r>
      <w:proofErr w:type="gramEnd"/>
    </w:p>
    <w:p w:rsidR="00EF7CF3" w:rsidRDefault="00EF7CF3" w:rsidP="00EF7C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F7CF3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EF7CF3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EF7CF3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EF7CF3" w:rsidRDefault="00EF7CF3" w:rsidP="00EF7C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EF7CF3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91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5"/>
        <w:gridCol w:w="2127"/>
        <w:gridCol w:w="2019"/>
        <w:gridCol w:w="267"/>
        <w:gridCol w:w="549"/>
        <w:gridCol w:w="1842"/>
        <w:gridCol w:w="2682"/>
      </w:tblGrid>
      <w:tr w:rsidR="00EF7CF3" w:rsidRPr="00EF7CF3" w:rsidTr="00EF7CF3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имущества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ind w:left="-108" w:firstLine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Адрес (местонахождение)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ind w:left="-108" w:right="-108" w:firstLine="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Технические характеристики (площадь, </w:t>
            </w:r>
            <w:proofErr w:type="spellStart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7CF3" w:rsidRPr="00EF7CF3" w:rsidTr="00EF7CF3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CF3" w:rsidRPr="00EF7CF3" w:rsidRDefault="00EF7CF3" w:rsidP="00EF7CF3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Функциональное помещение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 xml:space="preserve">Пионерская </w:t>
            </w:r>
            <w:proofErr w:type="spellStart"/>
            <w:proofErr w:type="gramStart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proofErr w:type="gramEnd"/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31,2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27-27-05/007/2010-508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7CF3" w:rsidRPr="00EF7CF3" w:rsidTr="00EF7CF3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CF3" w:rsidRPr="00EF7CF3" w:rsidRDefault="00EF7CF3" w:rsidP="00EF7CF3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Функциональное помещение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 xml:space="preserve">Победы </w:t>
            </w:r>
            <w:proofErr w:type="spellStart"/>
            <w:proofErr w:type="gramStart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47,6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27:18:0000011:3903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7CF3" w:rsidRPr="00EF7CF3" w:rsidTr="00EF7CF3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CF3" w:rsidRPr="00EF7CF3" w:rsidRDefault="00EF7CF3" w:rsidP="00EF7CF3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Функциональное помещение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 xml:space="preserve">Строителей </w:t>
            </w:r>
            <w:proofErr w:type="spellStart"/>
            <w:proofErr w:type="gramStart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220,2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27-27-05/006/2007-800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7CF3" w:rsidRPr="00EF7CF3" w:rsidTr="00EF7CF3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CF3" w:rsidRPr="00EF7CF3" w:rsidRDefault="00EF7CF3" w:rsidP="00EF7CF3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Функциональное помещение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 xml:space="preserve">Комсомольский </w:t>
            </w:r>
            <w:proofErr w:type="spellStart"/>
            <w:proofErr w:type="gramStart"/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393,4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7CF3">
              <w:rPr>
                <w:rFonts w:ascii="Times New Roman" w:hAnsi="Times New Roman" w:cs="Times New Roman"/>
                <w:sz w:val="26"/>
                <w:szCs w:val="26"/>
              </w:rPr>
              <w:t>27-27-05/007/2008-719</w:t>
            </w:r>
          </w:p>
          <w:p w:rsidR="00EF7CF3" w:rsidRPr="00EF7CF3" w:rsidRDefault="00EF7CF3" w:rsidP="00EF7CF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7CF3" w:rsidRPr="00EF7CF3" w:rsidRDefault="00EF7CF3" w:rsidP="00EF7CF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F7CF3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 w:rsidRPr="00EF7CF3">
        <w:rPr>
          <w:rFonts w:ascii="Times New Roman" w:hAnsi="Times New Roman" w:cs="Times New Roman"/>
          <w:sz w:val="28"/>
          <w:szCs w:val="28"/>
        </w:rPr>
        <w:t xml:space="preserve">включить в </w:t>
      </w:r>
      <w:r w:rsidRPr="00EF7CF3">
        <w:rPr>
          <w:rFonts w:ascii="Times New Roman" w:hAnsi="Times New Roman" w:cs="Times New Roman"/>
          <w:spacing w:val="-1"/>
          <w:sz w:val="28"/>
          <w:szCs w:val="28"/>
        </w:rPr>
        <w:t>Перечень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2092"/>
        <w:gridCol w:w="2303"/>
        <w:gridCol w:w="567"/>
        <w:gridCol w:w="1984"/>
        <w:gridCol w:w="2552"/>
      </w:tblGrid>
      <w:tr w:rsidR="00462581" w:rsidRPr="00EF7CF3" w:rsidTr="00462581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EF7C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4625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имущества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4625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581" w:rsidRPr="00462581" w:rsidRDefault="00462581" w:rsidP="00EF7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4625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Технические характеристики (площадь, </w:t>
            </w:r>
            <w:proofErr w:type="spellStart"/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581" w:rsidRPr="00462581" w:rsidRDefault="00462581" w:rsidP="00EF7C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  <w:p w:rsidR="00462581" w:rsidRPr="00462581" w:rsidRDefault="00462581" w:rsidP="00EF7C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2581" w:rsidRPr="00EF7CF3" w:rsidTr="00462581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EF7C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2581" w:rsidRPr="00462581" w:rsidRDefault="00462581" w:rsidP="0046258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Функциональное помещение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4625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 xml:space="preserve">Комсомольский </w:t>
            </w:r>
            <w:proofErr w:type="spellStart"/>
            <w:proofErr w:type="gramStart"/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proofErr w:type="gramEnd"/>
          </w:p>
          <w:p w:rsidR="00462581" w:rsidRPr="00462581" w:rsidRDefault="00462581" w:rsidP="004625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581" w:rsidRPr="00462581" w:rsidRDefault="00462581" w:rsidP="00EF7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  <w:p w:rsidR="00462581" w:rsidRPr="00462581" w:rsidRDefault="00462581" w:rsidP="00EF7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581" w:rsidRPr="00462581" w:rsidRDefault="00462581" w:rsidP="004625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247,9</w:t>
            </w:r>
          </w:p>
          <w:p w:rsidR="00462581" w:rsidRPr="00462581" w:rsidRDefault="00462581" w:rsidP="004625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581" w:rsidRPr="00462581" w:rsidRDefault="00462581" w:rsidP="00EF7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2581">
              <w:rPr>
                <w:rFonts w:ascii="Times New Roman" w:hAnsi="Times New Roman" w:cs="Times New Roman"/>
                <w:sz w:val="26"/>
                <w:szCs w:val="26"/>
              </w:rPr>
              <w:t>27:18:0000012:2929</w:t>
            </w:r>
          </w:p>
        </w:tc>
      </w:tr>
    </w:tbl>
    <w:p w:rsidR="00EF7CF3" w:rsidRDefault="00EF7CF3" w:rsidP="00EF7CF3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F7CF3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EF7CF3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462581" w:rsidRDefault="00462581" w:rsidP="0046258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62581" w:rsidRPr="00EF7CF3" w:rsidRDefault="00462581" w:rsidP="0046258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EF7CF3" w:rsidRPr="00EF7CF3" w:rsidRDefault="00EF7CF3" w:rsidP="004625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EF7CF3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EF7CF3">
        <w:rPr>
          <w:rFonts w:ascii="Times New Roman" w:hAnsi="Times New Roman" w:cs="Times New Roman"/>
          <w:sz w:val="28"/>
          <w:szCs w:val="28"/>
        </w:rPr>
        <w:tab/>
      </w:r>
      <w:r w:rsidR="0046258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62581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EF7CF3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462581" w:rsidRDefault="00462581" w:rsidP="004625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462581" w:rsidRDefault="00462581" w:rsidP="004625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EF7CF3" w:rsidRPr="00EF7CF3" w:rsidRDefault="00EF7CF3" w:rsidP="004625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EF7CF3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</w:t>
      </w:r>
      <w:r w:rsidR="00BA380D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</w:t>
      </w:r>
      <w:proofErr w:type="spellStart"/>
      <w:r w:rsidRPr="00EF7CF3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F7CF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F3"/>
    <w:rsid w:val="000742C8"/>
    <w:rsid w:val="000C5BBC"/>
    <w:rsid w:val="000C67B7"/>
    <w:rsid w:val="00122F5B"/>
    <w:rsid w:val="0020188D"/>
    <w:rsid w:val="0026573F"/>
    <w:rsid w:val="002C7066"/>
    <w:rsid w:val="0034296E"/>
    <w:rsid w:val="00377189"/>
    <w:rsid w:val="00461E35"/>
    <w:rsid w:val="00462581"/>
    <w:rsid w:val="0050219C"/>
    <w:rsid w:val="006524C5"/>
    <w:rsid w:val="006A0DA2"/>
    <w:rsid w:val="006A16AC"/>
    <w:rsid w:val="00AC4494"/>
    <w:rsid w:val="00B9025B"/>
    <w:rsid w:val="00BA380D"/>
    <w:rsid w:val="00E96BFB"/>
    <w:rsid w:val="00ED289C"/>
    <w:rsid w:val="00EF7CF3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7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7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5</cp:revision>
  <cp:lastPrinted>2014-09-25T22:18:00Z</cp:lastPrinted>
  <dcterms:created xsi:type="dcterms:W3CDTF">2014-09-25T22:09:00Z</dcterms:created>
  <dcterms:modified xsi:type="dcterms:W3CDTF">2014-10-01T01:27:00Z</dcterms:modified>
</cp:coreProperties>
</file>