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833211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19.05.2016                                                                                                                № 216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833211" w:rsidRDefault="00F33215" w:rsidP="00833211">
      <w:pPr>
        <w:pStyle w:val="2"/>
        <w:rPr>
          <w:b w:val="0"/>
          <w:szCs w:val="28"/>
        </w:rPr>
      </w:pPr>
    </w:p>
    <w:p w:rsidR="00F33215" w:rsidRPr="00833211" w:rsidRDefault="00F33215" w:rsidP="00833211">
      <w:pPr>
        <w:pStyle w:val="2"/>
        <w:rPr>
          <w:b w:val="0"/>
          <w:szCs w:val="28"/>
        </w:rPr>
      </w:pPr>
    </w:p>
    <w:p w:rsidR="00833211" w:rsidRPr="00833211" w:rsidRDefault="00833211" w:rsidP="0083321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33211">
        <w:rPr>
          <w:rFonts w:ascii="Times New Roman" w:hAnsi="Times New Roman" w:cs="Times New Roman"/>
          <w:sz w:val="28"/>
          <w:szCs w:val="28"/>
        </w:rPr>
        <w:t xml:space="preserve">О признании утратившим силу Положения о </w:t>
      </w:r>
      <w:proofErr w:type="spellStart"/>
      <w:r w:rsidRPr="00833211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833211">
        <w:rPr>
          <w:rFonts w:ascii="Times New Roman" w:hAnsi="Times New Roman" w:cs="Times New Roman"/>
          <w:sz w:val="28"/>
          <w:szCs w:val="28"/>
        </w:rPr>
        <w:t>-частном партнерстве в городском поселении «Город Амурск», утвержденного решением Совета депутатов от 23.06.2011г № 257.</w:t>
      </w:r>
    </w:p>
    <w:p w:rsidR="00833211" w:rsidRPr="00833211" w:rsidRDefault="00833211" w:rsidP="00833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211" w:rsidRPr="00833211" w:rsidRDefault="00833211" w:rsidP="00833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211" w:rsidRPr="00833211" w:rsidRDefault="00833211" w:rsidP="00833211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833211">
        <w:rPr>
          <w:sz w:val="28"/>
          <w:szCs w:val="28"/>
        </w:rPr>
        <w:t xml:space="preserve">В связи с вступлением в силу с 01.01.2016 Федерального закона от 13.07.2015 № 224-ФЗ «О государственно-частном партнерстве, </w:t>
      </w:r>
      <w:proofErr w:type="spellStart"/>
      <w:r w:rsidRPr="00833211">
        <w:rPr>
          <w:sz w:val="28"/>
          <w:szCs w:val="28"/>
        </w:rPr>
        <w:t>муниципально</w:t>
      </w:r>
      <w:proofErr w:type="spellEnd"/>
      <w:r w:rsidRPr="00833211">
        <w:rPr>
          <w:sz w:val="28"/>
          <w:szCs w:val="28"/>
        </w:rPr>
        <w:t xml:space="preserve">-частном партнерстве в Российской Федерации и внесении изменений в отдельные законодательные акты Российской Федерации», который определяет основы правового регулирования отношений, возникающих в связи с подготовкой проекта </w:t>
      </w:r>
      <w:proofErr w:type="spellStart"/>
      <w:r w:rsidRPr="00833211">
        <w:rPr>
          <w:sz w:val="28"/>
          <w:szCs w:val="28"/>
        </w:rPr>
        <w:t>муниципально</w:t>
      </w:r>
      <w:proofErr w:type="spellEnd"/>
      <w:r w:rsidRPr="00833211">
        <w:rPr>
          <w:sz w:val="28"/>
          <w:szCs w:val="28"/>
        </w:rPr>
        <w:t xml:space="preserve">-частного партнерства, заключением, исполнением и прекращением соглашения о </w:t>
      </w:r>
      <w:proofErr w:type="spellStart"/>
      <w:r w:rsidRPr="00833211">
        <w:rPr>
          <w:sz w:val="28"/>
          <w:szCs w:val="28"/>
        </w:rPr>
        <w:t>муниципально</w:t>
      </w:r>
      <w:proofErr w:type="spellEnd"/>
      <w:r w:rsidRPr="00833211">
        <w:rPr>
          <w:sz w:val="28"/>
          <w:szCs w:val="28"/>
        </w:rPr>
        <w:t>-частном партнерстве, в том числе соответствующие полномочия органов местного самоуправления</w:t>
      </w:r>
      <w:proofErr w:type="gramEnd"/>
      <w:r w:rsidRPr="00833211">
        <w:rPr>
          <w:sz w:val="28"/>
          <w:szCs w:val="28"/>
        </w:rPr>
        <w:t>, в соответствии с Уставом городского поселения «Город Амурск» Амурского муниципального района Хабаровского края Совет депутатов</w:t>
      </w:r>
    </w:p>
    <w:p w:rsidR="00833211" w:rsidRPr="00833211" w:rsidRDefault="00833211" w:rsidP="00833211">
      <w:pPr>
        <w:pStyle w:val="Default"/>
        <w:ind w:firstLine="709"/>
        <w:jc w:val="both"/>
        <w:rPr>
          <w:sz w:val="28"/>
          <w:szCs w:val="28"/>
        </w:rPr>
      </w:pPr>
      <w:r w:rsidRPr="00833211">
        <w:rPr>
          <w:sz w:val="28"/>
          <w:szCs w:val="28"/>
        </w:rPr>
        <w:t xml:space="preserve">РЕШИЛ: </w:t>
      </w:r>
    </w:p>
    <w:p w:rsidR="00833211" w:rsidRPr="00833211" w:rsidRDefault="00833211" w:rsidP="00833211">
      <w:pPr>
        <w:pStyle w:val="Default"/>
        <w:ind w:firstLine="709"/>
        <w:jc w:val="both"/>
        <w:rPr>
          <w:sz w:val="28"/>
          <w:szCs w:val="28"/>
        </w:rPr>
      </w:pPr>
      <w:r w:rsidRPr="00833211">
        <w:rPr>
          <w:sz w:val="28"/>
          <w:szCs w:val="28"/>
        </w:rPr>
        <w:t xml:space="preserve">1. Признать утратившим силу решение Совета депутатов городского поселения «Город Амурск» Амурского муниципального района от 23.06.2011 № 257 «Об утверждении положения о </w:t>
      </w:r>
      <w:proofErr w:type="spellStart"/>
      <w:r w:rsidRPr="00833211">
        <w:rPr>
          <w:sz w:val="28"/>
          <w:szCs w:val="28"/>
        </w:rPr>
        <w:t>муниципально</w:t>
      </w:r>
      <w:proofErr w:type="spellEnd"/>
      <w:r w:rsidRPr="00833211">
        <w:rPr>
          <w:sz w:val="28"/>
          <w:szCs w:val="28"/>
        </w:rPr>
        <w:t xml:space="preserve">-частном партнерстве в городском поселении «Город Амурск». </w:t>
      </w:r>
    </w:p>
    <w:p w:rsidR="00833211" w:rsidRPr="00833211" w:rsidRDefault="00833211" w:rsidP="0083321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33211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официального опубликования.</w:t>
      </w:r>
    </w:p>
    <w:p w:rsidR="00833211" w:rsidRDefault="00833211" w:rsidP="006E0E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211" w:rsidRPr="00833211" w:rsidRDefault="00833211" w:rsidP="006E0E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211" w:rsidRPr="00833211" w:rsidRDefault="00833211" w:rsidP="006E0E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211" w:rsidRPr="00833211" w:rsidRDefault="00833211" w:rsidP="008332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33211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83321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</w:t>
      </w:r>
      <w:r w:rsidR="006E0E9E">
        <w:rPr>
          <w:rFonts w:ascii="Times New Roman" w:hAnsi="Times New Roman" w:cs="Times New Roman"/>
          <w:sz w:val="28"/>
          <w:szCs w:val="28"/>
        </w:rPr>
        <w:t xml:space="preserve">   </w:t>
      </w:r>
      <w:r w:rsidRPr="00833211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833211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833211" w:rsidRDefault="00833211" w:rsidP="006E0E9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833211" w:rsidRDefault="00833211" w:rsidP="006E0E9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833211" w:rsidRPr="00833211" w:rsidRDefault="00833211" w:rsidP="006E0E9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833211" w:rsidRPr="00833211" w:rsidRDefault="00833211" w:rsidP="008332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3211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    </w:t>
      </w:r>
      <w:proofErr w:type="spellStart"/>
      <w:r w:rsidRPr="00833211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211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0E9E"/>
    <w:rsid w:val="006E295C"/>
    <w:rsid w:val="00753529"/>
    <w:rsid w:val="007D70AE"/>
    <w:rsid w:val="007F7794"/>
    <w:rsid w:val="00833211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A60B5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332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332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cp:lastPrinted>2016-05-20T05:55:00Z</cp:lastPrinted>
  <dcterms:created xsi:type="dcterms:W3CDTF">2016-05-20T05:44:00Z</dcterms:created>
  <dcterms:modified xsi:type="dcterms:W3CDTF">2016-05-25T06:47:00Z</dcterms:modified>
</cp:coreProperties>
</file>