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02920" cy="609600"/>
            <wp:effectExtent l="0" t="0" r="0" b="0"/>
            <wp:docPr id="2" name="Рисунок 2" descr="Гербы_Хабаровского края_24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ы_Хабаровского края_2400dP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38EC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02920" cy="609600"/>
            <wp:effectExtent l="0" t="0" r="0" b="0"/>
            <wp:docPr id="1" name="Рисунок 1" descr="Гербы_Амурска_24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ы_Амурска_2400dP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7006A9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21.04.2016                                                                                                                № 208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7006A9">
      <w:pPr>
        <w:pStyle w:val="21"/>
        <w:rPr>
          <w:b w:val="0"/>
          <w:szCs w:val="28"/>
        </w:rPr>
      </w:pPr>
    </w:p>
    <w:p w:rsidR="00F33215" w:rsidRDefault="00F33215" w:rsidP="007006A9">
      <w:pPr>
        <w:pStyle w:val="21"/>
        <w:rPr>
          <w:b w:val="0"/>
          <w:szCs w:val="28"/>
        </w:rPr>
      </w:pPr>
    </w:p>
    <w:p w:rsidR="007006A9" w:rsidRPr="007006A9" w:rsidRDefault="007006A9" w:rsidP="007006A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006A9">
        <w:rPr>
          <w:rFonts w:ascii="Times New Roman" w:hAnsi="Times New Roman" w:cs="Times New Roman"/>
          <w:sz w:val="28"/>
          <w:szCs w:val="28"/>
        </w:rPr>
        <w:t>О внесении изменений в Устав городского поселения «Город Амурск» Амурского муниципального района Хабаровского края.</w:t>
      </w:r>
    </w:p>
    <w:p w:rsidR="007006A9" w:rsidRPr="007006A9" w:rsidRDefault="007006A9" w:rsidP="007006A9">
      <w:pPr>
        <w:pStyle w:val="2"/>
        <w:spacing w:before="0" w:beforeAutospacing="0" w:after="0" w:afterAutospacing="0"/>
        <w:jc w:val="both"/>
        <w:rPr>
          <w:sz w:val="28"/>
          <w:szCs w:val="28"/>
        </w:rPr>
      </w:pPr>
    </w:p>
    <w:p w:rsidR="007006A9" w:rsidRPr="007006A9" w:rsidRDefault="007006A9" w:rsidP="007006A9">
      <w:pPr>
        <w:pStyle w:val="2"/>
        <w:spacing w:before="0" w:beforeAutospacing="0" w:after="0" w:afterAutospacing="0"/>
        <w:jc w:val="both"/>
        <w:rPr>
          <w:sz w:val="28"/>
          <w:szCs w:val="28"/>
        </w:rPr>
      </w:pPr>
    </w:p>
    <w:p w:rsidR="007006A9" w:rsidRPr="007006A9" w:rsidRDefault="007006A9" w:rsidP="007006A9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proofErr w:type="gramStart"/>
      <w:r w:rsidRPr="007006A9">
        <w:rPr>
          <w:b w:val="0"/>
          <w:sz w:val="28"/>
          <w:szCs w:val="28"/>
        </w:rPr>
        <w:t>В целях приведения Устава городского поселения «Город Амурск» Амурского муниципального района Хабаровского края в соответствие с Федеральными законами Российской Федерации  от 06.10.2013 № 131 –ФЗ « Об общих принципах организации местного самоуправления в Российской Федерации» (в редакции Федерального закона  от 29.06.2015 № 187-ФЗ «О внесении изменений в</w:t>
      </w:r>
      <w:bookmarkStart w:id="0" w:name="_GoBack"/>
      <w:bookmarkEnd w:id="0"/>
      <w:r w:rsidRPr="007006A9">
        <w:rPr>
          <w:b w:val="0"/>
          <w:sz w:val="28"/>
          <w:szCs w:val="28"/>
        </w:rPr>
        <w:t xml:space="preserve"> Федеральный закон «Об общих принципах организации местного самоуправления в Российской Федерации»), на основании ст. ст. 20,60</w:t>
      </w:r>
      <w:proofErr w:type="gramEnd"/>
      <w:r w:rsidRPr="007006A9">
        <w:rPr>
          <w:b w:val="0"/>
          <w:sz w:val="28"/>
          <w:szCs w:val="28"/>
        </w:rPr>
        <w:t xml:space="preserve"> Устава городского поселения «Город Амурск» Амурского муниципального района Хабаровского края, Совет депутатов</w:t>
      </w:r>
    </w:p>
    <w:p w:rsidR="007006A9" w:rsidRPr="007006A9" w:rsidRDefault="007006A9" w:rsidP="007006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6A9">
        <w:rPr>
          <w:rFonts w:ascii="Times New Roman" w:hAnsi="Times New Roman" w:cs="Times New Roman"/>
          <w:sz w:val="28"/>
          <w:szCs w:val="28"/>
        </w:rPr>
        <w:t>РЕШИЛ:</w:t>
      </w:r>
    </w:p>
    <w:p w:rsidR="007006A9" w:rsidRPr="007006A9" w:rsidRDefault="007006A9" w:rsidP="007006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6A9">
        <w:rPr>
          <w:rFonts w:ascii="Times New Roman" w:hAnsi="Times New Roman" w:cs="Times New Roman"/>
          <w:sz w:val="28"/>
          <w:szCs w:val="28"/>
        </w:rPr>
        <w:t>1. Внести в Устав городского поселения «Город Амурск» Амурского  муниципального района Хабаровского края, принятый решением Совета депутатов городского поселения «Город Амурск Амурского муниципального района Хабаровского края от 23.06.2005 № 17 следующие изменения:</w:t>
      </w:r>
    </w:p>
    <w:p w:rsidR="007006A9" w:rsidRPr="007006A9" w:rsidRDefault="007006A9" w:rsidP="007006A9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6A9">
        <w:rPr>
          <w:rFonts w:ascii="Times New Roman" w:hAnsi="Times New Roman" w:cs="Times New Roman"/>
          <w:sz w:val="28"/>
          <w:szCs w:val="28"/>
        </w:rPr>
        <w:t>1.1 Пункт 4 ч.3 ст.13 Устава городского поселения «Город Амурск» изложить в следующей редакции:</w:t>
      </w:r>
    </w:p>
    <w:p w:rsidR="007006A9" w:rsidRPr="007006A9" w:rsidRDefault="007006A9" w:rsidP="007006A9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6A9">
        <w:rPr>
          <w:rFonts w:ascii="Times New Roman" w:hAnsi="Times New Roman" w:cs="Times New Roman"/>
          <w:sz w:val="28"/>
          <w:szCs w:val="28"/>
        </w:rPr>
        <w:t>4) вопросы о преобразовании муниципального образования, за исключением случаев, если в соответствии со статьей 13 Федерального закона от 06.10.2003 № 131-ФЗ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граждан.</w:t>
      </w:r>
    </w:p>
    <w:p w:rsidR="007006A9" w:rsidRPr="007006A9" w:rsidRDefault="007006A9" w:rsidP="007006A9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6A9">
        <w:rPr>
          <w:rFonts w:ascii="Times New Roman" w:hAnsi="Times New Roman" w:cs="Times New Roman"/>
          <w:sz w:val="28"/>
          <w:szCs w:val="28"/>
        </w:rPr>
        <w:t>1.2</w:t>
      </w:r>
      <w:proofErr w:type="gramStart"/>
      <w:r w:rsidRPr="007006A9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7006A9">
        <w:rPr>
          <w:rFonts w:ascii="Times New Roman" w:hAnsi="Times New Roman" w:cs="Times New Roman"/>
          <w:sz w:val="28"/>
          <w:szCs w:val="28"/>
        </w:rPr>
        <w:t xml:space="preserve"> части 4 ст. 52 Устава вместо слов «с указанием фактических затрат на их денежное содержание» включить «с указанием фактических расходов на оплату их труда».</w:t>
      </w:r>
    </w:p>
    <w:p w:rsidR="007006A9" w:rsidRPr="007006A9" w:rsidRDefault="007006A9" w:rsidP="007006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6A9">
        <w:rPr>
          <w:rFonts w:ascii="Times New Roman" w:hAnsi="Times New Roman" w:cs="Times New Roman"/>
          <w:sz w:val="28"/>
          <w:szCs w:val="28"/>
        </w:rPr>
        <w:t>2. Направить настоящее решение в Главное управление Министерства Юстиции России по Дальневосточному федеральному округу для государственной регистрации изменений в Устав городского поселения «Город Амурск» Амурского муниципального района Хабаровского края.</w:t>
      </w:r>
    </w:p>
    <w:p w:rsidR="007006A9" w:rsidRPr="007006A9" w:rsidRDefault="007006A9" w:rsidP="007006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6A9">
        <w:rPr>
          <w:rFonts w:ascii="Times New Roman" w:hAnsi="Times New Roman" w:cs="Times New Roman"/>
          <w:sz w:val="28"/>
          <w:szCs w:val="28"/>
        </w:rPr>
        <w:t xml:space="preserve">3. Опубликовать внесённые изменения в Устав городского поселения «Город Амурск» Амурского муниципального района Хабаровского края </w:t>
      </w:r>
      <w:r w:rsidRPr="007006A9">
        <w:rPr>
          <w:rFonts w:ascii="Times New Roman" w:hAnsi="Times New Roman" w:cs="Times New Roman"/>
          <w:sz w:val="28"/>
          <w:szCs w:val="28"/>
        </w:rPr>
        <w:lastRenderedPageBreak/>
        <w:t>после их регистрации в Сборнике правовых актов органов местного самоуправления городского поселения «Город Амурск».</w:t>
      </w:r>
    </w:p>
    <w:p w:rsidR="007006A9" w:rsidRPr="007006A9" w:rsidRDefault="007006A9" w:rsidP="007006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06A9" w:rsidRPr="007006A9" w:rsidRDefault="007006A9" w:rsidP="00700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06A9" w:rsidRPr="007006A9" w:rsidRDefault="007006A9" w:rsidP="00700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06A9" w:rsidRPr="007006A9" w:rsidRDefault="007006A9" w:rsidP="007006A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006A9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  </w:t>
      </w:r>
      <w:r w:rsidRPr="007006A9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spellStart"/>
      <w:r w:rsidRPr="007006A9">
        <w:rPr>
          <w:rFonts w:ascii="Times New Roman" w:hAnsi="Times New Roman" w:cs="Times New Roman"/>
          <w:spacing w:val="-4"/>
          <w:sz w:val="28"/>
          <w:szCs w:val="28"/>
        </w:rPr>
        <w:t>Б.П.Редькин</w:t>
      </w:r>
      <w:proofErr w:type="spellEnd"/>
    </w:p>
    <w:p w:rsidR="007006A9" w:rsidRDefault="007006A9" w:rsidP="00700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06A9" w:rsidRDefault="007006A9" w:rsidP="00700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06A9" w:rsidRDefault="007006A9" w:rsidP="00700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15" w:rsidRPr="007006A9" w:rsidRDefault="007006A9" w:rsidP="007006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06A9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       </w:t>
      </w:r>
      <w:proofErr w:type="spellStart"/>
      <w:r w:rsidRPr="007006A9">
        <w:rPr>
          <w:rFonts w:ascii="Times New Roman" w:hAnsi="Times New Roman" w:cs="Times New Roman"/>
          <w:sz w:val="28"/>
          <w:szCs w:val="28"/>
        </w:rPr>
        <w:t>Л.Е.Кавелина</w:t>
      </w:r>
      <w:proofErr w:type="spellEnd"/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7006A9">
      <w:headerReference w:type="default" r:id="rId9"/>
      <w:pgSz w:w="11906" w:h="16838"/>
      <w:pgMar w:top="227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FF6" w:rsidRDefault="00AE3FF6" w:rsidP="007006A9">
      <w:pPr>
        <w:spacing w:after="0" w:line="240" w:lineRule="auto"/>
      </w:pPr>
      <w:r>
        <w:separator/>
      </w:r>
    </w:p>
  </w:endnote>
  <w:endnote w:type="continuationSeparator" w:id="0">
    <w:p w:rsidR="00AE3FF6" w:rsidRDefault="00AE3FF6" w:rsidP="0070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FF6" w:rsidRDefault="00AE3FF6" w:rsidP="007006A9">
      <w:pPr>
        <w:spacing w:after="0" w:line="240" w:lineRule="auto"/>
      </w:pPr>
      <w:r>
        <w:separator/>
      </w:r>
    </w:p>
  </w:footnote>
  <w:footnote w:type="continuationSeparator" w:id="0">
    <w:p w:rsidR="00AE3FF6" w:rsidRDefault="00AE3FF6" w:rsidP="00700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3931939"/>
      <w:docPartObj>
        <w:docPartGallery w:val="Page Numbers (Top of Page)"/>
        <w:docPartUnique/>
      </w:docPartObj>
    </w:sdtPr>
    <w:sdtContent>
      <w:p w:rsidR="007006A9" w:rsidRDefault="007006A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006A9" w:rsidRDefault="007006A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6A9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006A9"/>
    <w:rsid w:val="00753529"/>
    <w:rsid w:val="007D70AE"/>
    <w:rsid w:val="007F7794"/>
    <w:rsid w:val="00857039"/>
    <w:rsid w:val="0086171F"/>
    <w:rsid w:val="008937F1"/>
    <w:rsid w:val="008C35A8"/>
    <w:rsid w:val="00905F9C"/>
    <w:rsid w:val="00926C5A"/>
    <w:rsid w:val="009D0A10"/>
    <w:rsid w:val="009F3A6D"/>
    <w:rsid w:val="00A30513"/>
    <w:rsid w:val="00AC4494"/>
    <w:rsid w:val="00AE3FF6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7006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7006A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5">
    <w:name w:val="Body Text"/>
    <w:basedOn w:val="a"/>
    <w:link w:val="a6"/>
    <w:uiPriority w:val="99"/>
    <w:semiHidden/>
    <w:unhideWhenUsed/>
    <w:rsid w:val="007006A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7006A9"/>
  </w:style>
  <w:style w:type="paragraph" w:styleId="a7">
    <w:name w:val="header"/>
    <w:basedOn w:val="a"/>
    <w:link w:val="a8"/>
    <w:uiPriority w:val="99"/>
    <w:unhideWhenUsed/>
    <w:rsid w:val="00700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006A9"/>
  </w:style>
  <w:style w:type="paragraph" w:styleId="a9">
    <w:name w:val="footer"/>
    <w:basedOn w:val="a"/>
    <w:link w:val="aa"/>
    <w:uiPriority w:val="99"/>
    <w:unhideWhenUsed/>
    <w:rsid w:val="00700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06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7006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7006A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5">
    <w:name w:val="Body Text"/>
    <w:basedOn w:val="a"/>
    <w:link w:val="a6"/>
    <w:uiPriority w:val="99"/>
    <w:semiHidden/>
    <w:unhideWhenUsed/>
    <w:rsid w:val="007006A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7006A9"/>
  </w:style>
  <w:style w:type="paragraph" w:styleId="a7">
    <w:name w:val="header"/>
    <w:basedOn w:val="a"/>
    <w:link w:val="a8"/>
    <w:uiPriority w:val="99"/>
    <w:unhideWhenUsed/>
    <w:rsid w:val="00700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006A9"/>
  </w:style>
  <w:style w:type="paragraph" w:styleId="a9">
    <w:name w:val="footer"/>
    <w:basedOn w:val="a"/>
    <w:link w:val="aa"/>
    <w:uiPriority w:val="99"/>
    <w:unhideWhenUsed/>
    <w:rsid w:val="00700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06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4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1</cp:revision>
  <dcterms:created xsi:type="dcterms:W3CDTF">2016-04-21T23:08:00Z</dcterms:created>
  <dcterms:modified xsi:type="dcterms:W3CDTF">2016-04-21T23:12:00Z</dcterms:modified>
</cp:coreProperties>
</file>