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007A18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24.03.2016                                                                                                                № 206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007A18" w:rsidRDefault="00F33215" w:rsidP="00007A18">
      <w:pPr>
        <w:pStyle w:val="2"/>
        <w:rPr>
          <w:b w:val="0"/>
          <w:szCs w:val="28"/>
        </w:rPr>
      </w:pPr>
    </w:p>
    <w:p w:rsidR="00F33215" w:rsidRPr="00007A18" w:rsidRDefault="00F33215" w:rsidP="00007A18">
      <w:pPr>
        <w:pStyle w:val="2"/>
        <w:rPr>
          <w:b w:val="0"/>
          <w:szCs w:val="28"/>
        </w:rPr>
      </w:pPr>
    </w:p>
    <w:p w:rsidR="00007A18" w:rsidRPr="00007A18" w:rsidRDefault="00007A18" w:rsidP="00007A1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О внесении изменения в решение Совета депутатов</w:t>
      </w:r>
      <w:r w:rsidRPr="00007A18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007A18">
        <w:rPr>
          <w:rFonts w:ascii="Times New Roman" w:hAnsi="Times New Roman" w:cs="Times New Roman"/>
          <w:sz w:val="28"/>
          <w:szCs w:val="28"/>
        </w:rPr>
        <w:t>городского поселения «Город Амурск» от 23.07.2009 № 55 «Об утверждении Положения о присвоении звания «Почётный гражданин городского поселения «Город Амурск» Амурского муниципального района Хабаровского края» в новой редакции» (в ред. от 11.04.2013 № 417)</w:t>
      </w:r>
    </w:p>
    <w:p w:rsidR="00007A18" w:rsidRDefault="00007A18" w:rsidP="00007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A18" w:rsidRPr="00007A18" w:rsidRDefault="00007A18" w:rsidP="00007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7A18" w:rsidRPr="00007A18" w:rsidRDefault="00007A18" w:rsidP="00007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В целях социальной защиты Почётных граждан городского поселения «Город Амурск» Амурского муниципального района Хабаровского края" Совет депутатов решил:</w:t>
      </w:r>
    </w:p>
    <w:p w:rsidR="00007A18" w:rsidRPr="00007A18" w:rsidRDefault="00007A18" w:rsidP="00007A1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1. Внести в решение Совета депутатов</w:t>
      </w:r>
      <w:r w:rsidRPr="00007A18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007A18">
        <w:rPr>
          <w:rFonts w:ascii="Times New Roman" w:hAnsi="Times New Roman" w:cs="Times New Roman"/>
          <w:sz w:val="28"/>
          <w:szCs w:val="28"/>
        </w:rPr>
        <w:t>городского поселения «Город Амурск» от 23.07.2009 № 55 «Об утверждении Положения о присвоении звания «Почётный гражданин городского поселения «Город Амурск» Амурского муниципального района Хабаровского края» в новой редакции» (в ред. от 11.04.2013 № 417)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A18">
        <w:rPr>
          <w:rFonts w:ascii="Times New Roman" w:hAnsi="Times New Roman" w:cs="Times New Roman"/>
          <w:sz w:val="28"/>
          <w:szCs w:val="28"/>
        </w:rPr>
        <w:t>следующее изменение:</w:t>
      </w:r>
    </w:p>
    <w:p w:rsidR="00007A18" w:rsidRPr="00007A18" w:rsidRDefault="00007A18" w:rsidP="00007A1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 xml:space="preserve">- часть 1 статьи 9 Положения дополнить пунктом 1.5. следующего содержания: </w:t>
      </w:r>
    </w:p>
    <w:p w:rsidR="00007A18" w:rsidRPr="00007A18" w:rsidRDefault="00007A18" w:rsidP="00007A1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«1.5. Оказание ежегодной материальной помощи Почётным гражданам города, проживающим в городском поселении «Город Амурск».</w:t>
      </w:r>
    </w:p>
    <w:p w:rsidR="00007A18" w:rsidRPr="00007A18" w:rsidRDefault="00007A18" w:rsidP="00007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2. Опубликовать решение в средствах массовой информации.</w:t>
      </w:r>
    </w:p>
    <w:p w:rsidR="00007A18" w:rsidRPr="00007A18" w:rsidRDefault="00007A18" w:rsidP="00007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3. Контроль над выполнением данного решения возложить на комиссию по правам человека, законности и социальным гарантиям населения Совета депутатов городского поселения «Город Амурск».</w:t>
      </w:r>
    </w:p>
    <w:p w:rsidR="00007A18" w:rsidRPr="00007A18" w:rsidRDefault="00007A18" w:rsidP="00007A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07A18">
        <w:rPr>
          <w:rFonts w:ascii="Times New Roman" w:hAnsi="Times New Roman" w:cs="Times New Roman"/>
          <w:sz w:val="28"/>
          <w:szCs w:val="28"/>
        </w:rPr>
        <w:t>4. Решение вступает в силу после официального опубликования.</w:t>
      </w:r>
    </w:p>
    <w:p w:rsidR="00F33215" w:rsidRDefault="00F33215" w:rsidP="0000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A18" w:rsidRDefault="00007A18" w:rsidP="0000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A18" w:rsidRPr="00007A18" w:rsidRDefault="00007A18" w:rsidP="0000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A18" w:rsidRPr="006B3DCF" w:rsidRDefault="00007A18" w:rsidP="00007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 Редькин</w:t>
      </w:r>
    </w:p>
    <w:p w:rsidR="00007A18" w:rsidRDefault="00007A18" w:rsidP="0000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A18" w:rsidRPr="006B3DCF" w:rsidRDefault="00007A18" w:rsidP="0000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A18" w:rsidRPr="006B3DCF" w:rsidRDefault="00007A18" w:rsidP="00007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7A18" w:rsidRPr="00F17BDC" w:rsidRDefault="00007A18" w:rsidP="00007A1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B3DCF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 w:rsidRPr="00777E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DC2230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Л.Е.</w:t>
      </w:r>
      <w:r w:rsidR="00DC22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7EB6">
        <w:rPr>
          <w:rFonts w:ascii="Times New Roman" w:hAnsi="Times New Roman" w:cs="Times New Roman"/>
          <w:sz w:val="28"/>
          <w:szCs w:val="28"/>
        </w:rPr>
        <w:t>Кавелина</w:t>
      </w:r>
      <w:proofErr w:type="spellEnd"/>
      <w:r w:rsidRPr="00777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A18"/>
    <w:rsid w:val="00007A18"/>
    <w:rsid w:val="000163A6"/>
    <w:rsid w:val="000742C8"/>
    <w:rsid w:val="000C67B7"/>
    <w:rsid w:val="0010112F"/>
    <w:rsid w:val="00110531"/>
    <w:rsid w:val="00122F5B"/>
    <w:rsid w:val="00184C02"/>
    <w:rsid w:val="0019489F"/>
    <w:rsid w:val="001A58C6"/>
    <w:rsid w:val="0020188D"/>
    <w:rsid w:val="0025138A"/>
    <w:rsid w:val="0026573F"/>
    <w:rsid w:val="002C7066"/>
    <w:rsid w:val="002E38C2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53529"/>
    <w:rsid w:val="007D70AE"/>
    <w:rsid w:val="007F7794"/>
    <w:rsid w:val="00857039"/>
    <w:rsid w:val="0086171F"/>
    <w:rsid w:val="008937F1"/>
    <w:rsid w:val="008C35A8"/>
    <w:rsid w:val="00905F9C"/>
    <w:rsid w:val="00926C5A"/>
    <w:rsid w:val="009D0A10"/>
    <w:rsid w:val="009F3A6D"/>
    <w:rsid w:val="00A30513"/>
    <w:rsid w:val="00AC4494"/>
    <w:rsid w:val="00B9025B"/>
    <w:rsid w:val="00B93815"/>
    <w:rsid w:val="00BA2D0B"/>
    <w:rsid w:val="00BB6883"/>
    <w:rsid w:val="00BF7825"/>
    <w:rsid w:val="00C13AD6"/>
    <w:rsid w:val="00C840E6"/>
    <w:rsid w:val="00CE3333"/>
    <w:rsid w:val="00D133FC"/>
    <w:rsid w:val="00D355DE"/>
    <w:rsid w:val="00DA7A70"/>
    <w:rsid w:val="00DC223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266F6"/>
    <w:rsid w:val="00F33215"/>
    <w:rsid w:val="00F3423B"/>
    <w:rsid w:val="00F46E19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7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07A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7A1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007A1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3</cp:revision>
  <dcterms:created xsi:type="dcterms:W3CDTF">2016-03-28T23:22:00Z</dcterms:created>
  <dcterms:modified xsi:type="dcterms:W3CDTF">2016-03-29T04:43:00Z</dcterms:modified>
</cp:coreProperties>
</file>