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357213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03.12.2015                                                                                                             № 183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357213" w:rsidRDefault="00F33215" w:rsidP="00357213">
      <w:pPr>
        <w:pStyle w:val="2"/>
        <w:rPr>
          <w:b w:val="0"/>
          <w:szCs w:val="28"/>
        </w:rPr>
      </w:pPr>
    </w:p>
    <w:p w:rsidR="00F33215" w:rsidRPr="00357213" w:rsidRDefault="00F33215" w:rsidP="00357213">
      <w:pPr>
        <w:pStyle w:val="2"/>
        <w:rPr>
          <w:b w:val="0"/>
          <w:szCs w:val="28"/>
        </w:rPr>
      </w:pPr>
    </w:p>
    <w:p w:rsidR="00357213" w:rsidRPr="00794BFD" w:rsidRDefault="00357213" w:rsidP="00357213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794BFD">
        <w:rPr>
          <w:rFonts w:ascii="Times New Roman" w:hAnsi="Times New Roman" w:cs="Times New Roman"/>
          <w:spacing w:val="-1"/>
          <w:sz w:val="28"/>
          <w:szCs w:val="28"/>
        </w:rPr>
        <w:t>О внесении изменений в Решение Совета депутатов городского поселения «Город Амурск» от 13.11.2008 № 432 «Об утверждении Перечня муниципального имущества, используемого в целях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(в ред. от 17.09.2009 № 66; от 28.01.2010 № 108; от 18.11.2010 № 189; от 19.05.2011 № 243; от 23.06.2011 № 263; от 29.09.2011 № 273; от 15.12.2011 № 296; от 26.01.2012 № 305; от 21.02.2012 № 317; 12.04.2012 № 330; от 25.10.2012 № 367; № 402 от 21.02.2013; № 416 от 11.04.2013; № 445 от 04.07.2013; № 447 от 18.07.2013; № 451 от 08.08.2013; № 8 от 26.09.2013; № 23 от 14.11.2013; № 38 от 26.12.2013; № 46 от 06.02.2014; № 56 от 13.03.2014; № 62 от 24.04.2014; № 79 от 17.07.2014; № 87 от 25.09.2014; № 98 от 23.10.2014; № 109 от 11.12.2014; № 117 от 25.12.2014; № 132 от 05.03.2015; № 139 от 30.04.2015; № 141 от 30.04.2015; № 157 от 18.06.2015; № 161 от 23.07.2015)</w:t>
      </w:r>
    </w:p>
    <w:p w:rsidR="00357213" w:rsidRPr="00794BFD" w:rsidRDefault="00357213" w:rsidP="003572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7213" w:rsidRPr="00794BFD" w:rsidRDefault="00357213" w:rsidP="003572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7213" w:rsidRPr="00794BFD" w:rsidRDefault="00357213" w:rsidP="003572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4BFD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17.07.2009 № 159 –ФЗ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акты» (в ред. от 17.07.2009 № 149 – ФЗ) </w:t>
      </w:r>
    </w:p>
    <w:p w:rsidR="00357213" w:rsidRPr="00794BFD" w:rsidRDefault="00357213" w:rsidP="003572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94BFD">
        <w:rPr>
          <w:rFonts w:ascii="Times New Roman" w:hAnsi="Times New Roman" w:cs="Times New Roman"/>
          <w:sz w:val="28"/>
          <w:szCs w:val="28"/>
        </w:rPr>
        <w:t>РЕШИЛ:</w:t>
      </w:r>
    </w:p>
    <w:p w:rsidR="00357213" w:rsidRPr="00794BFD" w:rsidRDefault="00357213" w:rsidP="00357213">
      <w:pPr>
        <w:shd w:val="clear" w:color="auto" w:fill="FFFFFF"/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794BFD">
        <w:rPr>
          <w:rFonts w:ascii="Times New Roman" w:hAnsi="Times New Roman" w:cs="Times New Roman"/>
          <w:spacing w:val="-2"/>
          <w:sz w:val="28"/>
          <w:szCs w:val="28"/>
        </w:rPr>
        <w:t>1. Внести следующие изменения в</w:t>
      </w:r>
      <w:r w:rsidRPr="00794BFD">
        <w:rPr>
          <w:rFonts w:ascii="Times New Roman" w:hAnsi="Times New Roman" w:cs="Times New Roman"/>
          <w:spacing w:val="-1"/>
          <w:sz w:val="28"/>
          <w:szCs w:val="28"/>
        </w:rPr>
        <w:t xml:space="preserve"> решение Совета депутатов городского поселения «Город Амурск» 13.11.2008 № 432 «Об утверждении Перечня муниципального имущества, используемого в целях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в ред. от 17.09.2009 № 66; от 28.01.2010 № 108; от 18.11.2010 № 189; от 19.05.2011 № 243; от 23.06.2011 № 263; от 29.09.2011 № 273; от 15.12.2011 № 296; от 26.01.2012 № 305; от 21.02.2012 № 317; 12.04.2012 № 330; от 25.10.2012 № 367; № 402 от 21.02.2013; № 416 от 11.04.2013; № 445 от 04.07.2013; № 447 от 18.07.2013; № 451 от 08.08.2013; № 8 от 26.09.2013; № 23 от 14.11.2013; № 38 от 26.12.2013; № 46 от 06.02.2014; № 56 от 13.03.2014; № 62 от 24.04.2014; № 79 от 17.07.2014; № 87 от 25.09.2014; № 98 от 23.10.2014; № 109 от 11.12.2014; № 117 от 25.12.2014; № 132 от 05.03.2015; № 139 от 30.04.2015; № 141 от 30.04.2015; № 157 от 18.06.2015; № 161 от 23.07.2015):</w:t>
      </w:r>
    </w:p>
    <w:p w:rsidR="00357213" w:rsidRPr="00794BFD" w:rsidRDefault="00357213" w:rsidP="003572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794BFD">
        <w:rPr>
          <w:rFonts w:ascii="Times New Roman" w:hAnsi="Times New Roman" w:cs="Times New Roman"/>
          <w:spacing w:val="-2"/>
          <w:sz w:val="28"/>
          <w:szCs w:val="28"/>
        </w:rPr>
        <w:t xml:space="preserve">1.1. </w:t>
      </w:r>
      <w:r w:rsidRPr="00794BFD">
        <w:rPr>
          <w:rFonts w:ascii="Times New Roman" w:hAnsi="Times New Roman" w:cs="Times New Roman"/>
          <w:sz w:val="28"/>
          <w:szCs w:val="28"/>
        </w:rPr>
        <w:t xml:space="preserve">исключить из </w:t>
      </w:r>
      <w:r w:rsidRPr="00794BFD">
        <w:rPr>
          <w:rFonts w:ascii="Times New Roman" w:hAnsi="Times New Roman" w:cs="Times New Roman"/>
          <w:spacing w:val="-1"/>
          <w:sz w:val="28"/>
          <w:szCs w:val="28"/>
        </w:rPr>
        <w:t xml:space="preserve">Перечня муниципального имущества, используемого в целях предоставления во владение и (или) в пользование субъектам малого и среднего предпринимательства и организациям, образующим </w:t>
      </w:r>
      <w:r w:rsidRPr="00794BFD">
        <w:rPr>
          <w:rFonts w:ascii="Times New Roman" w:hAnsi="Times New Roman" w:cs="Times New Roman"/>
          <w:spacing w:val="-1"/>
          <w:sz w:val="28"/>
          <w:szCs w:val="28"/>
        </w:rPr>
        <w:lastRenderedPageBreak/>
        <w:t>инфраструктуру поддержки субъектов малого и среднего предпринимательства, следующие объекты:</w:t>
      </w:r>
    </w:p>
    <w:p w:rsidR="00357213" w:rsidRPr="00357213" w:rsidRDefault="00357213" w:rsidP="00357213">
      <w:pPr>
        <w:shd w:val="clear" w:color="auto" w:fill="FFFFFF"/>
        <w:spacing w:after="0" w:line="240" w:lineRule="auto"/>
        <w:ind w:right="321" w:firstLine="709"/>
        <w:jc w:val="both"/>
        <w:rPr>
          <w:rFonts w:ascii="Times New Roman" w:hAnsi="Times New Roman" w:cs="Times New Roman"/>
          <w:spacing w:val="-1"/>
          <w:sz w:val="26"/>
          <w:szCs w:val="26"/>
        </w:rPr>
      </w:pPr>
    </w:p>
    <w:tbl>
      <w:tblPr>
        <w:tblW w:w="948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"/>
        <w:gridCol w:w="1985"/>
        <w:gridCol w:w="1737"/>
        <w:gridCol w:w="389"/>
        <w:gridCol w:w="709"/>
        <w:gridCol w:w="1828"/>
        <w:gridCol w:w="2410"/>
      </w:tblGrid>
      <w:tr w:rsidR="00357213" w:rsidRPr="00357213" w:rsidTr="00CE6468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7213" w:rsidRPr="00357213" w:rsidRDefault="00357213" w:rsidP="003572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721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7213" w:rsidRPr="00357213" w:rsidRDefault="00357213" w:rsidP="003572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7213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имущества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7213" w:rsidRPr="00357213" w:rsidRDefault="00357213" w:rsidP="00357213">
            <w:pPr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213">
              <w:rPr>
                <w:rFonts w:ascii="Times New Roman" w:hAnsi="Times New Roman" w:cs="Times New Roman"/>
                <w:sz w:val="24"/>
                <w:szCs w:val="24"/>
              </w:rPr>
              <w:t>Адрес (местонахождение)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213" w:rsidRPr="00357213" w:rsidRDefault="00357213" w:rsidP="003572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2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7213" w:rsidRPr="00357213" w:rsidRDefault="00357213" w:rsidP="00794BF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7213">
              <w:rPr>
                <w:rFonts w:ascii="Times New Roman" w:hAnsi="Times New Roman" w:cs="Times New Roman"/>
                <w:sz w:val="24"/>
                <w:szCs w:val="24"/>
              </w:rPr>
              <w:t>Технические характеристики (площадь, кв.м.)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213" w:rsidRPr="00357213" w:rsidRDefault="00357213" w:rsidP="003572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7213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  <w:p w:rsidR="00357213" w:rsidRPr="00357213" w:rsidRDefault="00357213" w:rsidP="003572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213" w:rsidRPr="00357213" w:rsidTr="00CE6468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7213" w:rsidRPr="00357213" w:rsidRDefault="00357213" w:rsidP="003572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72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7213" w:rsidRPr="00357213" w:rsidRDefault="00357213" w:rsidP="003572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7213">
              <w:rPr>
                <w:rFonts w:ascii="Times New Roman" w:hAnsi="Times New Roman" w:cs="Times New Roman"/>
              </w:rPr>
              <w:t>Функциональное помещение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57213" w:rsidRPr="00357213" w:rsidRDefault="00357213" w:rsidP="003572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7213">
              <w:rPr>
                <w:rFonts w:ascii="Times New Roman" w:hAnsi="Times New Roman" w:cs="Times New Roman"/>
              </w:rPr>
              <w:t>Мира пр</w:t>
            </w: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213" w:rsidRPr="00357213" w:rsidRDefault="00357213" w:rsidP="003572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213" w:rsidRPr="00357213" w:rsidRDefault="00357213" w:rsidP="003572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213">
              <w:rPr>
                <w:rFonts w:ascii="Times New Roman" w:hAnsi="Times New Roman" w:cs="Times New Roman"/>
              </w:rPr>
              <w:t>40 А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7213" w:rsidRPr="00357213" w:rsidRDefault="00357213" w:rsidP="003572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213">
              <w:rPr>
                <w:rFonts w:ascii="Times New Roman" w:hAnsi="Times New Roman" w:cs="Times New Roman"/>
              </w:rPr>
              <w:t>113,2</w:t>
            </w:r>
          </w:p>
          <w:p w:rsidR="00357213" w:rsidRPr="00357213" w:rsidRDefault="00357213" w:rsidP="003572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213" w:rsidRPr="00357213" w:rsidRDefault="00357213" w:rsidP="00357213">
            <w:pPr>
              <w:tabs>
                <w:tab w:val="left" w:pos="2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57213">
              <w:rPr>
                <w:rFonts w:ascii="Times New Roman" w:hAnsi="Times New Roman" w:cs="Times New Roman"/>
              </w:rPr>
              <w:t>27-27-05/005/2007-253</w:t>
            </w:r>
          </w:p>
          <w:p w:rsidR="00357213" w:rsidRPr="00357213" w:rsidRDefault="00357213" w:rsidP="003572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7213" w:rsidRPr="00357213" w:rsidTr="00CE6468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7213" w:rsidRPr="00357213" w:rsidRDefault="00357213" w:rsidP="003572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72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7213" w:rsidRPr="00357213" w:rsidRDefault="00357213" w:rsidP="003572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7213">
              <w:rPr>
                <w:rFonts w:ascii="Times New Roman" w:hAnsi="Times New Roman" w:cs="Times New Roman"/>
              </w:rPr>
              <w:t>Функциональное помещение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57213" w:rsidRPr="00357213" w:rsidRDefault="00357213" w:rsidP="003572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7213">
              <w:rPr>
                <w:rFonts w:ascii="Times New Roman" w:hAnsi="Times New Roman" w:cs="Times New Roman"/>
              </w:rPr>
              <w:t>Мира пр</w:t>
            </w: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213" w:rsidRPr="00357213" w:rsidRDefault="00357213" w:rsidP="003572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213" w:rsidRPr="00357213" w:rsidRDefault="00357213" w:rsidP="003572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213">
              <w:rPr>
                <w:rFonts w:ascii="Times New Roman" w:hAnsi="Times New Roman" w:cs="Times New Roman"/>
              </w:rPr>
              <w:t>40 А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7213" w:rsidRPr="00357213" w:rsidRDefault="00357213" w:rsidP="003572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213">
              <w:rPr>
                <w:rFonts w:ascii="Times New Roman" w:hAnsi="Times New Roman" w:cs="Times New Roman"/>
              </w:rPr>
              <w:t>266,6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213" w:rsidRPr="00357213" w:rsidRDefault="00357213" w:rsidP="00357213">
            <w:pPr>
              <w:tabs>
                <w:tab w:val="left" w:pos="22"/>
              </w:tabs>
              <w:spacing w:after="0" w:line="240" w:lineRule="auto"/>
              <w:ind w:left="-120"/>
              <w:rPr>
                <w:rFonts w:ascii="Times New Roman" w:hAnsi="Times New Roman" w:cs="Times New Roman"/>
              </w:rPr>
            </w:pPr>
            <w:r w:rsidRPr="00357213">
              <w:rPr>
                <w:rFonts w:ascii="Times New Roman" w:hAnsi="Times New Roman" w:cs="Times New Roman"/>
              </w:rPr>
              <w:t xml:space="preserve">   27-27-05/005/2007-253</w:t>
            </w:r>
          </w:p>
          <w:p w:rsidR="00357213" w:rsidRPr="00357213" w:rsidRDefault="00357213" w:rsidP="003572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7213" w:rsidRPr="00357213" w:rsidTr="00CE6468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7213" w:rsidRPr="00357213" w:rsidRDefault="00357213" w:rsidP="003572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72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7213" w:rsidRPr="00357213" w:rsidRDefault="00357213" w:rsidP="003572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7213">
              <w:rPr>
                <w:rFonts w:ascii="Times New Roman" w:hAnsi="Times New Roman" w:cs="Times New Roman"/>
              </w:rPr>
              <w:t>Функциональное помещение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57213" w:rsidRPr="00357213" w:rsidRDefault="00357213" w:rsidP="003572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7213">
              <w:rPr>
                <w:rFonts w:ascii="Times New Roman" w:hAnsi="Times New Roman" w:cs="Times New Roman"/>
              </w:rPr>
              <w:t>Мира пр</w:t>
            </w: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213" w:rsidRPr="00357213" w:rsidRDefault="00357213" w:rsidP="003572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213" w:rsidRPr="00357213" w:rsidRDefault="00357213" w:rsidP="003572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213">
              <w:rPr>
                <w:rFonts w:ascii="Times New Roman" w:hAnsi="Times New Roman" w:cs="Times New Roman"/>
              </w:rPr>
              <w:t>40 А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7213" w:rsidRPr="00357213" w:rsidRDefault="00357213" w:rsidP="003572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213">
              <w:rPr>
                <w:rFonts w:ascii="Times New Roman" w:hAnsi="Times New Roman" w:cs="Times New Roman"/>
              </w:rPr>
              <w:t>107,1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213" w:rsidRPr="00357213" w:rsidRDefault="00357213" w:rsidP="003572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7213">
              <w:rPr>
                <w:rFonts w:ascii="Times New Roman" w:hAnsi="Times New Roman" w:cs="Times New Roman"/>
              </w:rPr>
              <w:t>27-27-05/005/2007-253</w:t>
            </w:r>
          </w:p>
        </w:tc>
      </w:tr>
      <w:tr w:rsidR="00357213" w:rsidRPr="00357213" w:rsidTr="00CE6468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7213" w:rsidRPr="00357213" w:rsidRDefault="00357213" w:rsidP="003572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721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7213" w:rsidRPr="00357213" w:rsidRDefault="00357213" w:rsidP="003572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7213">
              <w:rPr>
                <w:rFonts w:ascii="Times New Roman" w:hAnsi="Times New Roman" w:cs="Times New Roman"/>
              </w:rPr>
              <w:t>Функциональное помещение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57213" w:rsidRPr="00357213" w:rsidRDefault="00357213" w:rsidP="003572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7213">
              <w:rPr>
                <w:rFonts w:ascii="Times New Roman" w:hAnsi="Times New Roman" w:cs="Times New Roman"/>
              </w:rPr>
              <w:t>Мира пр</w:t>
            </w: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213" w:rsidRPr="00357213" w:rsidRDefault="00357213" w:rsidP="003572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213" w:rsidRPr="00357213" w:rsidRDefault="00357213" w:rsidP="003572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213">
              <w:rPr>
                <w:rFonts w:ascii="Times New Roman" w:hAnsi="Times New Roman" w:cs="Times New Roman"/>
              </w:rPr>
              <w:t>40 А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7213" w:rsidRPr="00357213" w:rsidRDefault="00357213" w:rsidP="003572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213">
              <w:rPr>
                <w:rFonts w:ascii="Times New Roman" w:hAnsi="Times New Roman" w:cs="Times New Roman"/>
              </w:rPr>
              <w:t>805,6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213" w:rsidRPr="00357213" w:rsidRDefault="00357213" w:rsidP="003572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7213">
              <w:rPr>
                <w:rFonts w:ascii="Times New Roman" w:hAnsi="Times New Roman" w:cs="Times New Roman"/>
              </w:rPr>
              <w:t>27-27-05/005/2007-253</w:t>
            </w:r>
          </w:p>
        </w:tc>
      </w:tr>
      <w:tr w:rsidR="00357213" w:rsidRPr="00357213" w:rsidTr="00CE6468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7213" w:rsidRPr="00357213" w:rsidRDefault="00357213" w:rsidP="003572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721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7213" w:rsidRPr="00357213" w:rsidRDefault="00357213" w:rsidP="003572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7213">
              <w:rPr>
                <w:rFonts w:ascii="Times New Roman" w:hAnsi="Times New Roman" w:cs="Times New Roman"/>
              </w:rPr>
              <w:t>Функциональное помещение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57213" w:rsidRPr="00357213" w:rsidRDefault="00357213" w:rsidP="003572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7213">
              <w:rPr>
                <w:rFonts w:ascii="Times New Roman" w:hAnsi="Times New Roman" w:cs="Times New Roman"/>
              </w:rPr>
              <w:t>Мира пр</w:t>
            </w: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213" w:rsidRPr="00357213" w:rsidRDefault="00357213" w:rsidP="003572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213" w:rsidRPr="00357213" w:rsidRDefault="00357213" w:rsidP="003572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213">
              <w:rPr>
                <w:rFonts w:ascii="Times New Roman" w:hAnsi="Times New Roman" w:cs="Times New Roman"/>
              </w:rPr>
              <w:t>40 А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7213" w:rsidRPr="00357213" w:rsidRDefault="00357213" w:rsidP="003572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213">
              <w:rPr>
                <w:rFonts w:ascii="Times New Roman" w:hAnsi="Times New Roman" w:cs="Times New Roman"/>
              </w:rPr>
              <w:t>173,3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213" w:rsidRPr="00357213" w:rsidRDefault="00357213" w:rsidP="003572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7213">
              <w:rPr>
                <w:rFonts w:ascii="Times New Roman" w:hAnsi="Times New Roman" w:cs="Times New Roman"/>
              </w:rPr>
              <w:t>27-27-05/005/2007-253</w:t>
            </w:r>
          </w:p>
        </w:tc>
      </w:tr>
    </w:tbl>
    <w:p w:rsidR="00357213" w:rsidRPr="00357213" w:rsidRDefault="00357213" w:rsidP="00357213">
      <w:pPr>
        <w:shd w:val="clear" w:color="auto" w:fill="FFFFFF"/>
        <w:spacing w:after="0" w:line="240" w:lineRule="auto"/>
        <w:ind w:right="321" w:firstLine="720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357213" w:rsidRPr="00794BFD" w:rsidRDefault="00357213" w:rsidP="0035721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94BFD">
        <w:rPr>
          <w:rFonts w:ascii="Times New Roman" w:hAnsi="Times New Roman" w:cs="Times New Roman"/>
          <w:spacing w:val="-2"/>
          <w:sz w:val="28"/>
          <w:szCs w:val="28"/>
        </w:rPr>
        <w:t>1.1. включить в Перечень муниципального имущества, используемого в целях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следующие объекты:</w:t>
      </w:r>
    </w:p>
    <w:p w:rsidR="00357213" w:rsidRPr="00357213" w:rsidRDefault="00357213" w:rsidP="00357213">
      <w:pPr>
        <w:shd w:val="clear" w:color="auto" w:fill="FFFFFF"/>
        <w:spacing w:after="0" w:line="240" w:lineRule="auto"/>
        <w:ind w:left="-426" w:right="321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985"/>
        <w:gridCol w:w="2126"/>
        <w:gridCol w:w="709"/>
        <w:gridCol w:w="1823"/>
        <w:gridCol w:w="2430"/>
      </w:tblGrid>
      <w:tr w:rsidR="00357213" w:rsidRPr="00357213" w:rsidTr="00794BFD">
        <w:trPr>
          <w:trHeight w:val="384"/>
        </w:trPr>
        <w:tc>
          <w:tcPr>
            <w:tcW w:w="425" w:type="dxa"/>
            <w:shd w:val="clear" w:color="auto" w:fill="auto"/>
          </w:tcPr>
          <w:p w:rsidR="00357213" w:rsidRPr="00794BFD" w:rsidRDefault="00357213" w:rsidP="00357213">
            <w:pPr>
              <w:spacing w:after="0" w:line="240" w:lineRule="auto"/>
              <w:ind w:right="321"/>
              <w:jc w:val="both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985" w:type="dxa"/>
            <w:shd w:val="clear" w:color="auto" w:fill="auto"/>
          </w:tcPr>
          <w:p w:rsidR="00357213" w:rsidRPr="00794BFD" w:rsidRDefault="00357213" w:rsidP="00A25C12">
            <w:pPr>
              <w:tabs>
                <w:tab w:val="left" w:pos="1769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pacing w:val="-2"/>
              </w:rPr>
            </w:pPr>
            <w:r w:rsidRPr="00794BFD">
              <w:rPr>
                <w:rFonts w:ascii="Times New Roman" w:hAnsi="Times New Roman" w:cs="Times New Roman"/>
                <w:spacing w:val="-2"/>
              </w:rPr>
              <w:t>Наименование муниципального имущества</w:t>
            </w:r>
          </w:p>
        </w:tc>
        <w:tc>
          <w:tcPr>
            <w:tcW w:w="2126" w:type="dxa"/>
            <w:shd w:val="clear" w:color="auto" w:fill="auto"/>
          </w:tcPr>
          <w:p w:rsidR="00357213" w:rsidRPr="00794BFD" w:rsidRDefault="00357213" w:rsidP="00A25C12">
            <w:pPr>
              <w:tabs>
                <w:tab w:val="left" w:pos="1788"/>
              </w:tabs>
              <w:spacing w:after="0" w:line="240" w:lineRule="auto"/>
              <w:ind w:left="-108" w:right="-108" w:firstLine="108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794BFD">
              <w:rPr>
                <w:rFonts w:ascii="Times New Roman" w:hAnsi="Times New Roman" w:cs="Times New Roman"/>
                <w:spacing w:val="-2"/>
              </w:rPr>
              <w:t>Адрес (местонахождение)</w:t>
            </w:r>
          </w:p>
        </w:tc>
        <w:tc>
          <w:tcPr>
            <w:tcW w:w="709" w:type="dxa"/>
            <w:shd w:val="clear" w:color="auto" w:fill="auto"/>
          </w:tcPr>
          <w:p w:rsidR="00357213" w:rsidRPr="00794BFD" w:rsidRDefault="00357213" w:rsidP="00A25C12">
            <w:pPr>
              <w:spacing w:after="0" w:line="240" w:lineRule="auto"/>
              <w:ind w:right="-112"/>
              <w:jc w:val="both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823" w:type="dxa"/>
            <w:shd w:val="clear" w:color="auto" w:fill="auto"/>
          </w:tcPr>
          <w:p w:rsidR="00A25C12" w:rsidRPr="00794BFD" w:rsidRDefault="00357213" w:rsidP="00A25C12">
            <w:pPr>
              <w:tabs>
                <w:tab w:val="left" w:pos="1715"/>
              </w:tabs>
              <w:spacing w:after="0" w:line="240" w:lineRule="auto"/>
              <w:ind w:right="4"/>
              <w:jc w:val="both"/>
              <w:rPr>
                <w:rFonts w:ascii="Times New Roman" w:hAnsi="Times New Roman" w:cs="Times New Roman"/>
                <w:spacing w:val="-2"/>
              </w:rPr>
            </w:pPr>
            <w:r w:rsidRPr="00794BFD">
              <w:rPr>
                <w:rFonts w:ascii="Times New Roman" w:hAnsi="Times New Roman" w:cs="Times New Roman"/>
                <w:spacing w:val="-2"/>
              </w:rPr>
              <w:t xml:space="preserve">Технические характеристики </w:t>
            </w:r>
          </w:p>
          <w:p w:rsidR="00357213" w:rsidRPr="00794BFD" w:rsidRDefault="00357213" w:rsidP="00A25C12">
            <w:pPr>
              <w:tabs>
                <w:tab w:val="left" w:pos="1715"/>
              </w:tabs>
              <w:spacing w:after="0" w:line="240" w:lineRule="auto"/>
              <w:ind w:right="4"/>
              <w:jc w:val="both"/>
              <w:rPr>
                <w:rFonts w:ascii="Times New Roman" w:hAnsi="Times New Roman" w:cs="Times New Roman"/>
                <w:spacing w:val="-2"/>
              </w:rPr>
            </w:pPr>
            <w:r w:rsidRPr="00794BFD">
              <w:rPr>
                <w:rFonts w:ascii="Times New Roman" w:hAnsi="Times New Roman" w:cs="Times New Roman"/>
                <w:spacing w:val="-2"/>
              </w:rPr>
              <w:t>(площадь, кв.м.)</w:t>
            </w:r>
          </w:p>
        </w:tc>
        <w:tc>
          <w:tcPr>
            <w:tcW w:w="2430" w:type="dxa"/>
            <w:shd w:val="clear" w:color="auto" w:fill="auto"/>
          </w:tcPr>
          <w:p w:rsidR="00357213" w:rsidRPr="00794BFD" w:rsidRDefault="00357213" w:rsidP="00A25C12">
            <w:pPr>
              <w:spacing w:after="0" w:line="240" w:lineRule="auto"/>
              <w:ind w:right="4"/>
              <w:jc w:val="both"/>
              <w:rPr>
                <w:rFonts w:ascii="Times New Roman" w:hAnsi="Times New Roman" w:cs="Times New Roman"/>
                <w:spacing w:val="-2"/>
              </w:rPr>
            </w:pPr>
            <w:r w:rsidRPr="00794BFD">
              <w:rPr>
                <w:rFonts w:ascii="Times New Roman" w:hAnsi="Times New Roman" w:cs="Times New Roman"/>
                <w:spacing w:val="-2"/>
              </w:rPr>
              <w:t>Кадастровый номер</w:t>
            </w:r>
          </w:p>
          <w:p w:rsidR="00357213" w:rsidRPr="00794BFD" w:rsidRDefault="00357213" w:rsidP="00A25C12">
            <w:pPr>
              <w:spacing w:after="0" w:line="240" w:lineRule="auto"/>
              <w:ind w:right="4"/>
              <w:jc w:val="both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357213" w:rsidRPr="00357213" w:rsidTr="00794BFD">
        <w:trPr>
          <w:trHeight w:val="384"/>
        </w:trPr>
        <w:tc>
          <w:tcPr>
            <w:tcW w:w="425" w:type="dxa"/>
            <w:shd w:val="clear" w:color="auto" w:fill="auto"/>
          </w:tcPr>
          <w:p w:rsidR="00357213" w:rsidRPr="00794BFD" w:rsidRDefault="00357213" w:rsidP="00357213">
            <w:pPr>
              <w:spacing w:after="0" w:line="240" w:lineRule="auto"/>
              <w:ind w:right="321"/>
              <w:jc w:val="both"/>
              <w:rPr>
                <w:rFonts w:ascii="Times New Roman" w:hAnsi="Times New Roman" w:cs="Times New Roman"/>
                <w:spacing w:val="-2"/>
              </w:rPr>
            </w:pPr>
            <w:r w:rsidRPr="00794BFD">
              <w:rPr>
                <w:rFonts w:ascii="Times New Roman" w:hAnsi="Times New Roman" w:cs="Times New Roman"/>
                <w:spacing w:val="-2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357213" w:rsidRPr="00794BFD" w:rsidRDefault="00357213" w:rsidP="00A25C1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</w:rPr>
            </w:pPr>
            <w:r w:rsidRPr="00794BFD">
              <w:rPr>
                <w:rFonts w:ascii="Times New Roman" w:hAnsi="Times New Roman" w:cs="Times New Roman"/>
                <w:spacing w:val="-2"/>
              </w:rPr>
              <w:t>Функциональное помещение</w:t>
            </w:r>
          </w:p>
        </w:tc>
        <w:tc>
          <w:tcPr>
            <w:tcW w:w="2126" w:type="dxa"/>
            <w:shd w:val="clear" w:color="auto" w:fill="auto"/>
          </w:tcPr>
          <w:p w:rsidR="00357213" w:rsidRPr="00794BFD" w:rsidRDefault="00357213" w:rsidP="00357213">
            <w:pPr>
              <w:spacing w:after="0" w:line="240" w:lineRule="auto"/>
              <w:ind w:right="321"/>
              <w:jc w:val="both"/>
              <w:rPr>
                <w:rFonts w:ascii="Times New Roman" w:hAnsi="Times New Roman" w:cs="Times New Roman"/>
                <w:spacing w:val="-2"/>
              </w:rPr>
            </w:pPr>
            <w:r w:rsidRPr="00794BFD">
              <w:rPr>
                <w:rFonts w:ascii="Times New Roman" w:hAnsi="Times New Roman" w:cs="Times New Roman"/>
                <w:spacing w:val="-2"/>
              </w:rPr>
              <w:t>Мира пр</w:t>
            </w:r>
          </w:p>
        </w:tc>
        <w:tc>
          <w:tcPr>
            <w:tcW w:w="709" w:type="dxa"/>
            <w:shd w:val="clear" w:color="auto" w:fill="auto"/>
          </w:tcPr>
          <w:p w:rsidR="00357213" w:rsidRPr="00794BFD" w:rsidRDefault="00357213" w:rsidP="00A25C12">
            <w:pPr>
              <w:spacing w:after="0" w:line="240" w:lineRule="auto"/>
              <w:ind w:right="-112"/>
              <w:jc w:val="both"/>
              <w:rPr>
                <w:rFonts w:ascii="Times New Roman" w:hAnsi="Times New Roman" w:cs="Times New Roman"/>
                <w:spacing w:val="-2"/>
              </w:rPr>
            </w:pPr>
            <w:r w:rsidRPr="00794BFD">
              <w:rPr>
                <w:rFonts w:ascii="Times New Roman" w:hAnsi="Times New Roman" w:cs="Times New Roman"/>
                <w:spacing w:val="-2"/>
              </w:rPr>
              <w:t>40 А</w:t>
            </w:r>
          </w:p>
        </w:tc>
        <w:tc>
          <w:tcPr>
            <w:tcW w:w="1823" w:type="dxa"/>
            <w:shd w:val="clear" w:color="auto" w:fill="auto"/>
          </w:tcPr>
          <w:p w:rsidR="00357213" w:rsidRPr="00794BFD" w:rsidRDefault="00357213" w:rsidP="00794BFD">
            <w:pPr>
              <w:spacing w:after="0" w:line="240" w:lineRule="auto"/>
              <w:ind w:right="321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794BFD">
              <w:rPr>
                <w:rFonts w:ascii="Times New Roman" w:hAnsi="Times New Roman" w:cs="Times New Roman"/>
                <w:spacing w:val="-2"/>
              </w:rPr>
              <w:t>801,6</w:t>
            </w:r>
          </w:p>
        </w:tc>
        <w:tc>
          <w:tcPr>
            <w:tcW w:w="2430" w:type="dxa"/>
            <w:shd w:val="clear" w:color="auto" w:fill="auto"/>
          </w:tcPr>
          <w:p w:rsidR="00357213" w:rsidRPr="00794BFD" w:rsidRDefault="00357213" w:rsidP="00A25C12">
            <w:pPr>
              <w:tabs>
                <w:tab w:val="left" w:pos="2352"/>
              </w:tabs>
              <w:spacing w:after="0" w:line="240" w:lineRule="auto"/>
              <w:ind w:right="4"/>
              <w:jc w:val="both"/>
              <w:rPr>
                <w:rFonts w:ascii="Times New Roman" w:hAnsi="Times New Roman" w:cs="Times New Roman"/>
                <w:spacing w:val="-2"/>
              </w:rPr>
            </w:pPr>
            <w:r w:rsidRPr="00794BFD">
              <w:rPr>
                <w:rFonts w:ascii="Times New Roman" w:hAnsi="Times New Roman" w:cs="Times New Roman"/>
                <w:spacing w:val="-2"/>
              </w:rPr>
              <w:t>27-27-05/003/2011-774</w:t>
            </w:r>
          </w:p>
        </w:tc>
      </w:tr>
      <w:tr w:rsidR="00357213" w:rsidRPr="00357213" w:rsidTr="00794BFD">
        <w:trPr>
          <w:trHeight w:val="404"/>
        </w:trPr>
        <w:tc>
          <w:tcPr>
            <w:tcW w:w="425" w:type="dxa"/>
            <w:shd w:val="clear" w:color="auto" w:fill="auto"/>
          </w:tcPr>
          <w:p w:rsidR="00357213" w:rsidRPr="00794BFD" w:rsidRDefault="00357213" w:rsidP="00357213">
            <w:pPr>
              <w:spacing w:after="0" w:line="240" w:lineRule="auto"/>
              <w:ind w:right="321"/>
              <w:jc w:val="both"/>
              <w:rPr>
                <w:rFonts w:ascii="Times New Roman" w:hAnsi="Times New Roman" w:cs="Times New Roman"/>
                <w:spacing w:val="-2"/>
              </w:rPr>
            </w:pPr>
            <w:r w:rsidRPr="00794BFD">
              <w:rPr>
                <w:rFonts w:ascii="Times New Roman" w:hAnsi="Times New Roman" w:cs="Times New Roman"/>
                <w:spacing w:val="-2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357213" w:rsidRPr="00794BFD" w:rsidRDefault="00357213" w:rsidP="00A25C1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</w:rPr>
            </w:pPr>
            <w:r w:rsidRPr="00794BFD">
              <w:rPr>
                <w:rFonts w:ascii="Times New Roman" w:hAnsi="Times New Roman" w:cs="Times New Roman"/>
                <w:spacing w:val="-2"/>
              </w:rPr>
              <w:t>Функциональное помещение</w:t>
            </w:r>
          </w:p>
        </w:tc>
        <w:tc>
          <w:tcPr>
            <w:tcW w:w="2126" w:type="dxa"/>
            <w:shd w:val="clear" w:color="auto" w:fill="auto"/>
          </w:tcPr>
          <w:p w:rsidR="00357213" w:rsidRPr="00794BFD" w:rsidRDefault="00357213" w:rsidP="00357213">
            <w:pPr>
              <w:spacing w:after="0" w:line="240" w:lineRule="auto"/>
              <w:ind w:right="321"/>
              <w:jc w:val="both"/>
              <w:rPr>
                <w:rFonts w:ascii="Times New Roman" w:hAnsi="Times New Roman" w:cs="Times New Roman"/>
                <w:spacing w:val="-2"/>
              </w:rPr>
            </w:pPr>
            <w:r w:rsidRPr="00794BFD">
              <w:rPr>
                <w:rFonts w:ascii="Times New Roman" w:hAnsi="Times New Roman" w:cs="Times New Roman"/>
                <w:spacing w:val="-2"/>
              </w:rPr>
              <w:t>Мира пр</w:t>
            </w:r>
          </w:p>
        </w:tc>
        <w:tc>
          <w:tcPr>
            <w:tcW w:w="709" w:type="dxa"/>
            <w:shd w:val="clear" w:color="auto" w:fill="auto"/>
          </w:tcPr>
          <w:p w:rsidR="00357213" w:rsidRPr="00794BFD" w:rsidRDefault="00357213" w:rsidP="00A25C12">
            <w:pPr>
              <w:tabs>
                <w:tab w:val="left" w:pos="631"/>
              </w:tabs>
              <w:spacing w:after="0" w:line="240" w:lineRule="auto"/>
              <w:ind w:right="-112"/>
              <w:jc w:val="both"/>
              <w:rPr>
                <w:rFonts w:ascii="Times New Roman" w:hAnsi="Times New Roman" w:cs="Times New Roman"/>
                <w:spacing w:val="-2"/>
              </w:rPr>
            </w:pPr>
            <w:r w:rsidRPr="00794BFD">
              <w:rPr>
                <w:rFonts w:ascii="Times New Roman" w:hAnsi="Times New Roman" w:cs="Times New Roman"/>
                <w:spacing w:val="-2"/>
              </w:rPr>
              <w:t>40 А</w:t>
            </w:r>
          </w:p>
        </w:tc>
        <w:tc>
          <w:tcPr>
            <w:tcW w:w="1823" w:type="dxa"/>
            <w:shd w:val="clear" w:color="auto" w:fill="auto"/>
          </w:tcPr>
          <w:p w:rsidR="00357213" w:rsidRPr="00794BFD" w:rsidRDefault="00357213" w:rsidP="00794BFD">
            <w:pPr>
              <w:spacing w:after="0" w:line="240" w:lineRule="auto"/>
              <w:ind w:right="321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794BFD">
              <w:rPr>
                <w:rFonts w:ascii="Times New Roman" w:hAnsi="Times New Roman" w:cs="Times New Roman"/>
                <w:spacing w:val="-2"/>
              </w:rPr>
              <w:t>291,3</w:t>
            </w:r>
          </w:p>
        </w:tc>
        <w:tc>
          <w:tcPr>
            <w:tcW w:w="2430" w:type="dxa"/>
            <w:shd w:val="clear" w:color="auto" w:fill="auto"/>
          </w:tcPr>
          <w:p w:rsidR="00357213" w:rsidRPr="00794BFD" w:rsidRDefault="00357213" w:rsidP="00A25C12">
            <w:pPr>
              <w:spacing w:after="0" w:line="240" w:lineRule="auto"/>
              <w:ind w:right="4"/>
              <w:jc w:val="both"/>
              <w:rPr>
                <w:rFonts w:ascii="Times New Roman" w:hAnsi="Times New Roman" w:cs="Times New Roman"/>
                <w:spacing w:val="-2"/>
              </w:rPr>
            </w:pPr>
            <w:r w:rsidRPr="00794BFD">
              <w:rPr>
                <w:rFonts w:ascii="Times New Roman" w:hAnsi="Times New Roman" w:cs="Times New Roman"/>
                <w:spacing w:val="-2"/>
              </w:rPr>
              <w:t>27-27-05/003/2011-775</w:t>
            </w:r>
          </w:p>
        </w:tc>
      </w:tr>
      <w:tr w:rsidR="00357213" w:rsidRPr="00357213" w:rsidTr="00794BFD">
        <w:trPr>
          <w:trHeight w:val="404"/>
        </w:trPr>
        <w:tc>
          <w:tcPr>
            <w:tcW w:w="425" w:type="dxa"/>
            <w:shd w:val="clear" w:color="auto" w:fill="auto"/>
          </w:tcPr>
          <w:p w:rsidR="00357213" w:rsidRPr="00794BFD" w:rsidRDefault="00357213" w:rsidP="00357213">
            <w:pPr>
              <w:spacing w:after="0" w:line="240" w:lineRule="auto"/>
              <w:ind w:right="321"/>
              <w:jc w:val="both"/>
              <w:rPr>
                <w:rFonts w:ascii="Times New Roman" w:hAnsi="Times New Roman" w:cs="Times New Roman"/>
                <w:spacing w:val="-2"/>
              </w:rPr>
            </w:pPr>
            <w:r w:rsidRPr="00794BFD">
              <w:rPr>
                <w:rFonts w:ascii="Times New Roman" w:hAnsi="Times New Roman" w:cs="Times New Roman"/>
                <w:spacing w:val="-2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357213" w:rsidRPr="00794BFD" w:rsidRDefault="00357213" w:rsidP="00A25C1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</w:rPr>
            </w:pPr>
            <w:r w:rsidRPr="00794BFD">
              <w:rPr>
                <w:rFonts w:ascii="Times New Roman" w:hAnsi="Times New Roman" w:cs="Times New Roman"/>
                <w:spacing w:val="-2"/>
              </w:rPr>
              <w:t>Функциональное помещение</w:t>
            </w:r>
          </w:p>
        </w:tc>
        <w:tc>
          <w:tcPr>
            <w:tcW w:w="2126" w:type="dxa"/>
            <w:shd w:val="clear" w:color="auto" w:fill="auto"/>
          </w:tcPr>
          <w:p w:rsidR="00357213" w:rsidRPr="00794BFD" w:rsidRDefault="00357213" w:rsidP="00357213">
            <w:pPr>
              <w:spacing w:after="0" w:line="240" w:lineRule="auto"/>
              <w:ind w:right="321"/>
              <w:jc w:val="both"/>
              <w:rPr>
                <w:rFonts w:ascii="Times New Roman" w:hAnsi="Times New Roman" w:cs="Times New Roman"/>
                <w:spacing w:val="-2"/>
              </w:rPr>
            </w:pPr>
            <w:r w:rsidRPr="00794BFD">
              <w:rPr>
                <w:rFonts w:ascii="Times New Roman" w:hAnsi="Times New Roman" w:cs="Times New Roman"/>
                <w:spacing w:val="-2"/>
              </w:rPr>
              <w:t>Мира пр</w:t>
            </w:r>
          </w:p>
        </w:tc>
        <w:tc>
          <w:tcPr>
            <w:tcW w:w="709" w:type="dxa"/>
            <w:shd w:val="clear" w:color="auto" w:fill="auto"/>
          </w:tcPr>
          <w:p w:rsidR="00357213" w:rsidRPr="00794BFD" w:rsidRDefault="00357213" w:rsidP="00A25C12">
            <w:pPr>
              <w:tabs>
                <w:tab w:val="left" w:pos="631"/>
              </w:tabs>
              <w:spacing w:after="0" w:line="240" w:lineRule="auto"/>
              <w:ind w:right="-112"/>
              <w:jc w:val="both"/>
              <w:rPr>
                <w:rFonts w:ascii="Times New Roman" w:hAnsi="Times New Roman" w:cs="Times New Roman"/>
                <w:spacing w:val="-2"/>
              </w:rPr>
            </w:pPr>
            <w:r w:rsidRPr="00794BFD">
              <w:rPr>
                <w:rFonts w:ascii="Times New Roman" w:hAnsi="Times New Roman" w:cs="Times New Roman"/>
                <w:spacing w:val="-2"/>
              </w:rPr>
              <w:t>34</w:t>
            </w:r>
          </w:p>
        </w:tc>
        <w:tc>
          <w:tcPr>
            <w:tcW w:w="1823" w:type="dxa"/>
            <w:shd w:val="clear" w:color="auto" w:fill="auto"/>
          </w:tcPr>
          <w:p w:rsidR="00357213" w:rsidRPr="00794BFD" w:rsidRDefault="00357213" w:rsidP="00794BFD">
            <w:pPr>
              <w:spacing w:after="0" w:line="240" w:lineRule="auto"/>
              <w:ind w:right="321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794BFD">
              <w:rPr>
                <w:rFonts w:ascii="Times New Roman" w:hAnsi="Times New Roman" w:cs="Times New Roman"/>
                <w:spacing w:val="-2"/>
              </w:rPr>
              <w:t>237,5</w:t>
            </w:r>
          </w:p>
        </w:tc>
        <w:tc>
          <w:tcPr>
            <w:tcW w:w="2430" w:type="dxa"/>
            <w:shd w:val="clear" w:color="auto" w:fill="auto"/>
          </w:tcPr>
          <w:p w:rsidR="00357213" w:rsidRPr="00794BFD" w:rsidRDefault="00357213" w:rsidP="00A25C12">
            <w:pPr>
              <w:spacing w:after="0" w:line="240" w:lineRule="auto"/>
              <w:ind w:right="4"/>
              <w:jc w:val="both"/>
              <w:rPr>
                <w:rFonts w:ascii="Times New Roman" w:hAnsi="Times New Roman" w:cs="Times New Roman"/>
                <w:spacing w:val="-2"/>
              </w:rPr>
            </w:pPr>
            <w:r w:rsidRPr="00794BFD">
              <w:rPr>
                <w:rFonts w:ascii="Times New Roman" w:hAnsi="Times New Roman" w:cs="Times New Roman"/>
                <w:spacing w:val="-2"/>
              </w:rPr>
              <w:t>27-27-05/011/2010-936</w:t>
            </w:r>
          </w:p>
        </w:tc>
      </w:tr>
    </w:tbl>
    <w:p w:rsidR="00357213" w:rsidRPr="00357213" w:rsidRDefault="00357213" w:rsidP="00357213">
      <w:pPr>
        <w:shd w:val="clear" w:color="auto" w:fill="FFFFFF"/>
        <w:spacing w:after="0" w:line="240" w:lineRule="auto"/>
        <w:ind w:left="-426" w:right="321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357213" w:rsidRPr="00794BFD" w:rsidRDefault="00357213" w:rsidP="00794BFD">
      <w:pPr>
        <w:shd w:val="clear" w:color="auto" w:fill="FFFFFF"/>
        <w:spacing w:after="0" w:line="240" w:lineRule="auto"/>
        <w:ind w:right="321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94BFD">
        <w:rPr>
          <w:rFonts w:ascii="Times New Roman" w:hAnsi="Times New Roman" w:cs="Times New Roman"/>
          <w:spacing w:val="-2"/>
          <w:sz w:val="28"/>
          <w:szCs w:val="28"/>
        </w:rPr>
        <w:t xml:space="preserve">2. </w:t>
      </w:r>
      <w:r w:rsidRPr="00794BFD">
        <w:rPr>
          <w:rFonts w:ascii="Times New Roman" w:hAnsi="Times New Roman" w:cs="Times New Roman"/>
          <w:spacing w:val="-1"/>
          <w:sz w:val="28"/>
          <w:szCs w:val="28"/>
        </w:rPr>
        <w:t>Решение вступает в силу после его официального опубликования.</w:t>
      </w:r>
    </w:p>
    <w:p w:rsidR="00794BFD" w:rsidRDefault="00794BFD" w:rsidP="00CE6468">
      <w:pPr>
        <w:shd w:val="clear" w:color="auto" w:fill="FFFFFF"/>
        <w:tabs>
          <w:tab w:val="left" w:pos="7488"/>
        </w:tabs>
        <w:spacing w:after="0" w:line="240" w:lineRule="auto"/>
        <w:ind w:left="58" w:hanging="58"/>
        <w:rPr>
          <w:rFonts w:ascii="Times New Roman" w:hAnsi="Times New Roman" w:cs="Times New Roman"/>
          <w:spacing w:val="-3"/>
          <w:sz w:val="26"/>
          <w:szCs w:val="26"/>
        </w:rPr>
      </w:pPr>
    </w:p>
    <w:p w:rsidR="00794BFD" w:rsidRDefault="00794BFD" w:rsidP="00CE6468">
      <w:pPr>
        <w:shd w:val="clear" w:color="auto" w:fill="FFFFFF"/>
        <w:tabs>
          <w:tab w:val="left" w:pos="7488"/>
        </w:tabs>
        <w:spacing w:after="0" w:line="240" w:lineRule="auto"/>
        <w:ind w:left="58" w:hanging="58"/>
        <w:rPr>
          <w:rFonts w:ascii="Times New Roman" w:hAnsi="Times New Roman" w:cs="Times New Roman"/>
          <w:spacing w:val="-3"/>
          <w:sz w:val="26"/>
          <w:szCs w:val="26"/>
        </w:rPr>
      </w:pPr>
    </w:p>
    <w:p w:rsidR="00794BFD" w:rsidRDefault="00794BFD" w:rsidP="00794BFD">
      <w:pPr>
        <w:shd w:val="clear" w:color="auto" w:fill="FFFFFF"/>
        <w:tabs>
          <w:tab w:val="left" w:pos="7488"/>
        </w:tabs>
        <w:spacing w:after="0" w:line="240" w:lineRule="auto"/>
        <w:ind w:left="58" w:hanging="58"/>
        <w:rPr>
          <w:rFonts w:ascii="Times New Roman" w:hAnsi="Times New Roman" w:cs="Times New Roman"/>
          <w:spacing w:val="-3"/>
          <w:sz w:val="28"/>
          <w:szCs w:val="28"/>
        </w:rPr>
      </w:pPr>
    </w:p>
    <w:p w:rsidR="00357213" w:rsidRPr="00794BFD" w:rsidRDefault="00357213" w:rsidP="00794BFD">
      <w:pPr>
        <w:shd w:val="clear" w:color="auto" w:fill="FFFFFF"/>
        <w:tabs>
          <w:tab w:val="left" w:pos="7488"/>
        </w:tabs>
        <w:spacing w:after="0" w:line="240" w:lineRule="auto"/>
        <w:ind w:left="58" w:hanging="58"/>
        <w:rPr>
          <w:rFonts w:ascii="Times New Roman" w:hAnsi="Times New Roman" w:cs="Times New Roman"/>
          <w:sz w:val="28"/>
          <w:szCs w:val="28"/>
        </w:rPr>
      </w:pPr>
      <w:r w:rsidRPr="00794BFD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="00DB5B2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794BFD">
        <w:rPr>
          <w:rFonts w:ascii="Times New Roman" w:hAnsi="Times New Roman" w:cs="Times New Roman"/>
          <w:sz w:val="28"/>
          <w:szCs w:val="28"/>
        </w:rPr>
        <w:t xml:space="preserve">      </w:t>
      </w:r>
      <w:r w:rsidR="00794BFD">
        <w:rPr>
          <w:rFonts w:ascii="Times New Roman" w:hAnsi="Times New Roman" w:cs="Times New Roman"/>
          <w:spacing w:val="-4"/>
          <w:sz w:val="28"/>
          <w:szCs w:val="28"/>
        </w:rPr>
        <w:t>Б.П.</w:t>
      </w:r>
      <w:r w:rsidRPr="00794BFD">
        <w:rPr>
          <w:rFonts w:ascii="Times New Roman" w:hAnsi="Times New Roman" w:cs="Times New Roman"/>
          <w:spacing w:val="-4"/>
          <w:sz w:val="28"/>
          <w:szCs w:val="28"/>
        </w:rPr>
        <w:t>Редькин</w:t>
      </w:r>
    </w:p>
    <w:p w:rsidR="00794BFD" w:rsidRPr="00794BFD" w:rsidRDefault="00794BFD" w:rsidP="00A25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4BFD" w:rsidRPr="00794BFD" w:rsidRDefault="00794BFD" w:rsidP="00A25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215" w:rsidRPr="00F17BDC" w:rsidRDefault="00357213" w:rsidP="00794B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4BFD">
        <w:rPr>
          <w:rFonts w:ascii="Times New Roman" w:hAnsi="Times New Roman" w:cs="Times New Roman"/>
          <w:sz w:val="28"/>
          <w:szCs w:val="28"/>
        </w:rPr>
        <w:t xml:space="preserve">Председатель Совета  депутатов </w:t>
      </w:r>
      <w:r w:rsidR="00DB5B25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794BFD">
        <w:rPr>
          <w:rFonts w:ascii="Times New Roman" w:hAnsi="Times New Roman" w:cs="Times New Roman"/>
          <w:sz w:val="28"/>
          <w:szCs w:val="28"/>
        </w:rPr>
        <w:t xml:space="preserve">         Л.Е.</w:t>
      </w:r>
      <w:r w:rsidRPr="00794BFD">
        <w:rPr>
          <w:rFonts w:ascii="Times New Roman" w:hAnsi="Times New Roman" w:cs="Times New Roman"/>
          <w:sz w:val="28"/>
          <w:szCs w:val="28"/>
        </w:rPr>
        <w:t>Кавелина</w:t>
      </w:r>
    </w:p>
    <w:sectPr w:rsidR="00F33215" w:rsidRPr="00F17BDC" w:rsidSect="004E64DF">
      <w:headerReference w:type="default" r:id="rId7"/>
      <w:pgSz w:w="11906" w:h="16838"/>
      <w:pgMar w:top="227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A98" w:rsidRDefault="00A93A98" w:rsidP="00357213">
      <w:pPr>
        <w:spacing w:after="0" w:line="240" w:lineRule="auto"/>
      </w:pPr>
      <w:r>
        <w:separator/>
      </w:r>
    </w:p>
  </w:endnote>
  <w:endnote w:type="continuationSeparator" w:id="0">
    <w:p w:rsidR="00A93A98" w:rsidRDefault="00A93A98" w:rsidP="00357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A98" w:rsidRDefault="00A93A98" w:rsidP="00357213">
      <w:pPr>
        <w:spacing w:after="0" w:line="240" w:lineRule="auto"/>
      </w:pPr>
      <w:r>
        <w:separator/>
      </w:r>
    </w:p>
  </w:footnote>
  <w:footnote w:type="continuationSeparator" w:id="0">
    <w:p w:rsidR="00A93A98" w:rsidRDefault="00A93A98" w:rsidP="00357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12900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57213" w:rsidRPr="004E64DF" w:rsidRDefault="00357213">
        <w:pPr>
          <w:pStyle w:val="a5"/>
          <w:jc w:val="center"/>
          <w:rPr>
            <w:rFonts w:ascii="Times New Roman" w:hAnsi="Times New Roman" w:cs="Times New Roman"/>
          </w:rPr>
        </w:pPr>
        <w:r w:rsidRPr="004E64DF">
          <w:rPr>
            <w:rFonts w:ascii="Times New Roman" w:hAnsi="Times New Roman" w:cs="Times New Roman"/>
          </w:rPr>
          <w:fldChar w:fldCharType="begin"/>
        </w:r>
        <w:r w:rsidRPr="004E64DF">
          <w:rPr>
            <w:rFonts w:ascii="Times New Roman" w:hAnsi="Times New Roman" w:cs="Times New Roman"/>
          </w:rPr>
          <w:instrText>PAGE   \* MERGEFORMAT</w:instrText>
        </w:r>
        <w:r w:rsidRPr="004E64DF">
          <w:rPr>
            <w:rFonts w:ascii="Times New Roman" w:hAnsi="Times New Roman" w:cs="Times New Roman"/>
          </w:rPr>
          <w:fldChar w:fldCharType="separate"/>
        </w:r>
        <w:r w:rsidR="00B007FC">
          <w:rPr>
            <w:rFonts w:ascii="Times New Roman" w:hAnsi="Times New Roman" w:cs="Times New Roman"/>
            <w:noProof/>
          </w:rPr>
          <w:t>2</w:t>
        </w:r>
        <w:r w:rsidRPr="004E64DF">
          <w:rPr>
            <w:rFonts w:ascii="Times New Roman" w:hAnsi="Times New Roman" w:cs="Times New Roman"/>
          </w:rPr>
          <w:fldChar w:fldCharType="end"/>
        </w:r>
      </w:p>
    </w:sdtContent>
  </w:sdt>
  <w:p w:rsidR="00357213" w:rsidRDefault="0035721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213"/>
    <w:rsid w:val="000163A6"/>
    <w:rsid w:val="000742C8"/>
    <w:rsid w:val="000C67B7"/>
    <w:rsid w:val="0010112F"/>
    <w:rsid w:val="00110531"/>
    <w:rsid w:val="00122F5B"/>
    <w:rsid w:val="0019489F"/>
    <w:rsid w:val="001A58C6"/>
    <w:rsid w:val="0020188D"/>
    <w:rsid w:val="0025138A"/>
    <w:rsid w:val="0026573F"/>
    <w:rsid w:val="002C7066"/>
    <w:rsid w:val="002E38C2"/>
    <w:rsid w:val="0034296E"/>
    <w:rsid w:val="00357213"/>
    <w:rsid w:val="00377189"/>
    <w:rsid w:val="003833D6"/>
    <w:rsid w:val="003928E2"/>
    <w:rsid w:val="003A4986"/>
    <w:rsid w:val="00461E35"/>
    <w:rsid w:val="004E5956"/>
    <w:rsid w:val="004E64DF"/>
    <w:rsid w:val="0050219C"/>
    <w:rsid w:val="00517409"/>
    <w:rsid w:val="00547887"/>
    <w:rsid w:val="00555DE5"/>
    <w:rsid w:val="00586F70"/>
    <w:rsid w:val="006524C5"/>
    <w:rsid w:val="006A0DA2"/>
    <w:rsid w:val="006C1C4F"/>
    <w:rsid w:val="006E295C"/>
    <w:rsid w:val="00753529"/>
    <w:rsid w:val="00794BFD"/>
    <w:rsid w:val="007D70AE"/>
    <w:rsid w:val="007F7794"/>
    <w:rsid w:val="00857039"/>
    <w:rsid w:val="0086171F"/>
    <w:rsid w:val="008937F1"/>
    <w:rsid w:val="008C35A8"/>
    <w:rsid w:val="00905F9C"/>
    <w:rsid w:val="00926C5A"/>
    <w:rsid w:val="009D0A10"/>
    <w:rsid w:val="009D7679"/>
    <w:rsid w:val="009F3A6D"/>
    <w:rsid w:val="00A25C12"/>
    <w:rsid w:val="00A30513"/>
    <w:rsid w:val="00A93A98"/>
    <w:rsid w:val="00AC4494"/>
    <w:rsid w:val="00B007FC"/>
    <w:rsid w:val="00B9025B"/>
    <w:rsid w:val="00B93815"/>
    <w:rsid w:val="00BA2D0B"/>
    <w:rsid w:val="00BB6883"/>
    <w:rsid w:val="00BF7825"/>
    <w:rsid w:val="00C13AD6"/>
    <w:rsid w:val="00C840E6"/>
    <w:rsid w:val="00CE3333"/>
    <w:rsid w:val="00CE6468"/>
    <w:rsid w:val="00D133FC"/>
    <w:rsid w:val="00D355DE"/>
    <w:rsid w:val="00DA7A70"/>
    <w:rsid w:val="00DB5B25"/>
    <w:rsid w:val="00DD655B"/>
    <w:rsid w:val="00DE7767"/>
    <w:rsid w:val="00E66F83"/>
    <w:rsid w:val="00E96BFB"/>
    <w:rsid w:val="00EA24AE"/>
    <w:rsid w:val="00EB278B"/>
    <w:rsid w:val="00ED289C"/>
    <w:rsid w:val="00EF34AE"/>
    <w:rsid w:val="00F06D18"/>
    <w:rsid w:val="00F266F6"/>
    <w:rsid w:val="00F33215"/>
    <w:rsid w:val="00F3423B"/>
    <w:rsid w:val="00F46E19"/>
    <w:rsid w:val="00F52ACB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572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357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57213"/>
  </w:style>
  <w:style w:type="paragraph" w:styleId="a7">
    <w:name w:val="footer"/>
    <w:basedOn w:val="a"/>
    <w:link w:val="a8"/>
    <w:uiPriority w:val="99"/>
    <w:unhideWhenUsed/>
    <w:rsid w:val="00357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72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572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357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57213"/>
  </w:style>
  <w:style w:type="paragraph" w:styleId="a7">
    <w:name w:val="footer"/>
    <w:basedOn w:val="a"/>
    <w:link w:val="a8"/>
    <w:uiPriority w:val="99"/>
    <w:unhideWhenUsed/>
    <w:rsid w:val="00357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72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44</TotalTime>
  <Pages>2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4390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4</cp:revision>
  <cp:lastPrinted>2015-12-04T05:36:00Z</cp:lastPrinted>
  <dcterms:created xsi:type="dcterms:W3CDTF">2015-12-04T04:53:00Z</dcterms:created>
  <dcterms:modified xsi:type="dcterms:W3CDTF">2015-12-04T06:31:00Z</dcterms:modified>
</cp:coreProperties>
</file>