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294322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17.09.2015                                                                                                                № 170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F33215" w:rsidRDefault="00F33215" w:rsidP="00F33215">
      <w:pPr>
        <w:pStyle w:val="2"/>
        <w:spacing w:line="240" w:lineRule="exact"/>
        <w:rPr>
          <w:b w:val="0"/>
          <w:szCs w:val="28"/>
        </w:rPr>
      </w:pPr>
    </w:p>
    <w:p w:rsidR="00EB06C1" w:rsidRPr="000E34CC" w:rsidRDefault="00EB06C1" w:rsidP="00EB06C1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34CC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Совета депутатов городского поселения «Город Амурск» от 18.12.2014 №113 «О местном бюджете на 2015 год и на плановый период 2016 и 2017 годов» </w:t>
      </w:r>
    </w:p>
    <w:p w:rsidR="00EB06C1" w:rsidRDefault="00EB06C1" w:rsidP="00EB06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B06C1" w:rsidRPr="000E34CC" w:rsidRDefault="00EB06C1" w:rsidP="00EB06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B06C1" w:rsidRPr="000E34CC" w:rsidRDefault="00EB06C1" w:rsidP="00EB06C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 Положением о бюджетном процессе в городском поселении «Город Амурск», утверждённым решением Совета депутатов городского поселения «Город Амурск» от 18 июля 2013 №449, руководствуясь Уставом городского поселения «Город Амурск» Амурского муниципального района Хабаровского края, Совет депутатов городского поселения «Город Амурск» Амурского муниципального района Хабаровского края</w:t>
      </w:r>
    </w:p>
    <w:p w:rsidR="00EB06C1" w:rsidRPr="000E34CC" w:rsidRDefault="00EB06C1" w:rsidP="00EB06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>РЕШИЛ:</w:t>
      </w:r>
    </w:p>
    <w:p w:rsidR="00EB06C1" w:rsidRPr="000E34CC" w:rsidRDefault="00EB06C1" w:rsidP="00EB06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ab/>
        <w:t>1. Внести в Решение Совета депутатов городского поселения «Город Амурск» Амурского муниципального района Хабаровского края от 18.12.2014 №113 «О местном бюджете на 2015 год и на плановый период 2016 и 2017 годов» следующие изменения:</w:t>
      </w:r>
    </w:p>
    <w:p w:rsidR="00EB06C1" w:rsidRPr="000E34CC" w:rsidRDefault="00EB06C1" w:rsidP="00EB06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1.1. Подпункты 1 и </w:t>
      </w:r>
      <w:r w:rsidRPr="000E34CC">
        <w:rPr>
          <w:rFonts w:ascii="Times New Roman" w:hAnsi="Times New Roman"/>
          <w:sz w:val="28"/>
          <w:szCs w:val="28"/>
        </w:rPr>
        <w:t>2 пункта 1 изложить в следующей редакции:</w:t>
      </w:r>
    </w:p>
    <w:p w:rsidR="00EB06C1" w:rsidRPr="000E34CC" w:rsidRDefault="00EB06C1" w:rsidP="00EB06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>«1) общий объем доходов местного бюджета в сумме 2</w:t>
      </w:r>
      <w:r>
        <w:rPr>
          <w:rFonts w:ascii="Times New Roman" w:hAnsi="Times New Roman"/>
          <w:sz w:val="28"/>
          <w:szCs w:val="28"/>
        </w:rPr>
        <w:t>11</w:t>
      </w:r>
      <w:r w:rsidRPr="000E3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419,194</w:t>
      </w:r>
      <w:r w:rsidRPr="000E34CC">
        <w:rPr>
          <w:rFonts w:ascii="Times New Roman" w:hAnsi="Times New Roman"/>
          <w:sz w:val="28"/>
          <w:szCs w:val="28"/>
        </w:rPr>
        <w:t xml:space="preserve"> тыс. рублей, из них налоговые и неналоговые доходы в сумме 1</w:t>
      </w:r>
      <w:r>
        <w:rPr>
          <w:rFonts w:ascii="Times New Roman" w:hAnsi="Times New Roman"/>
          <w:sz w:val="28"/>
          <w:szCs w:val="28"/>
        </w:rPr>
        <w:t>81</w:t>
      </w:r>
      <w:r w:rsidRPr="000E3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716</w:t>
      </w:r>
      <w:r w:rsidRPr="000E34C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497</w:t>
      </w:r>
      <w:r w:rsidRPr="000E34CC">
        <w:rPr>
          <w:rFonts w:ascii="Times New Roman" w:hAnsi="Times New Roman"/>
          <w:sz w:val="28"/>
          <w:szCs w:val="28"/>
        </w:rPr>
        <w:t xml:space="preserve"> тыс. рублей, дотации и межбюджетные трансферты в сумме 2</w:t>
      </w:r>
      <w:r>
        <w:rPr>
          <w:rFonts w:ascii="Times New Roman" w:hAnsi="Times New Roman"/>
          <w:sz w:val="28"/>
          <w:szCs w:val="28"/>
        </w:rPr>
        <w:t>2</w:t>
      </w:r>
      <w:r w:rsidRPr="000E3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029</w:t>
      </w:r>
      <w:r w:rsidRPr="000E34C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197</w:t>
      </w:r>
      <w:r w:rsidRPr="000E34CC">
        <w:rPr>
          <w:rFonts w:ascii="Times New Roman" w:hAnsi="Times New Roman"/>
          <w:sz w:val="28"/>
          <w:szCs w:val="28"/>
        </w:rPr>
        <w:t xml:space="preserve"> тыс. рублей;</w:t>
      </w:r>
    </w:p>
    <w:p w:rsidR="00EB06C1" w:rsidRPr="000E34CC" w:rsidRDefault="00EB06C1" w:rsidP="00EB06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>2) общий объём расходов местного бюджета в сумме 21</w:t>
      </w:r>
      <w:r>
        <w:rPr>
          <w:rFonts w:ascii="Times New Roman" w:hAnsi="Times New Roman"/>
          <w:sz w:val="28"/>
          <w:szCs w:val="28"/>
        </w:rPr>
        <w:t>8</w:t>
      </w:r>
      <w:r w:rsidRPr="000E3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556</w:t>
      </w:r>
      <w:r w:rsidRPr="000E34C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303</w:t>
      </w:r>
      <w:r w:rsidRPr="000E34CC">
        <w:rPr>
          <w:rFonts w:ascii="Times New Roman" w:hAnsi="Times New Roman"/>
          <w:sz w:val="28"/>
          <w:szCs w:val="28"/>
        </w:rPr>
        <w:t xml:space="preserve"> тыс. рублей;</w:t>
      </w:r>
      <w:r>
        <w:rPr>
          <w:rFonts w:ascii="Times New Roman" w:hAnsi="Times New Roman"/>
          <w:sz w:val="28"/>
          <w:szCs w:val="28"/>
        </w:rPr>
        <w:t>».</w:t>
      </w:r>
    </w:p>
    <w:p w:rsidR="00EB06C1" w:rsidRPr="000E34CC" w:rsidRDefault="00EB06C1" w:rsidP="00EB06C1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34CC">
        <w:rPr>
          <w:rFonts w:ascii="Times New Roman" w:hAnsi="Times New Roman"/>
          <w:b w:val="0"/>
          <w:sz w:val="28"/>
          <w:szCs w:val="28"/>
        </w:rPr>
        <w:t>1.2.</w:t>
      </w:r>
      <w:r w:rsidRPr="000E34CC">
        <w:rPr>
          <w:rFonts w:ascii="Times New Roman" w:hAnsi="Times New Roman" w:cs="Times New Roman"/>
          <w:b w:val="0"/>
          <w:sz w:val="28"/>
          <w:szCs w:val="28"/>
        </w:rPr>
        <w:t xml:space="preserve">Приложение № 1 изложить в новой редакции согласно приложению. </w:t>
      </w:r>
    </w:p>
    <w:p w:rsidR="00EB06C1" w:rsidRPr="000E34CC" w:rsidRDefault="00EB06C1" w:rsidP="00EB06C1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34CC">
        <w:rPr>
          <w:rFonts w:ascii="Times New Roman" w:hAnsi="Times New Roman" w:cs="Times New Roman"/>
          <w:b w:val="0"/>
          <w:sz w:val="28"/>
          <w:szCs w:val="28"/>
        </w:rPr>
        <w:t xml:space="preserve">1.3. 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0E34CC">
        <w:rPr>
          <w:rFonts w:ascii="Times New Roman" w:hAnsi="Times New Roman" w:cs="Times New Roman"/>
          <w:b w:val="0"/>
          <w:sz w:val="28"/>
          <w:szCs w:val="28"/>
        </w:rPr>
        <w:t xml:space="preserve"> изложить в новой редакции согласно приложению </w:t>
      </w:r>
    </w:p>
    <w:p w:rsidR="00EB06C1" w:rsidRPr="000E34CC" w:rsidRDefault="00EB06C1" w:rsidP="00EB06C1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34CC">
        <w:rPr>
          <w:rFonts w:ascii="Times New Roman" w:hAnsi="Times New Roman" w:cs="Times New Roman"/>
          <w:b w:val="0"/>
          <w:sz w:val="28"/>
          <w:szCs w:val="28"/>
        </w:rPr>
        <w:t xml:space="preserve">1.4. 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0E34CC">
        <w:rPr>
          <w:rFonts w:ascii="Times New Roman" w:hAnsi="Times New Roman" w:cs="Times New Roman"/>
          <w:b w:val="0"/>
          <w:sz w:val="28"/>
          <w:szCs w:val="28"/>
        </w:rPr>
        <w:t xml:space="preserve"> изложить в новой редакции согласно приложению.</w:t>
      </w:r>
    </w:p>
    <w:p w:rsidR="00EB06C1" w:rsidRPr="000E34CC" w:rsidRDefault="00EB06C1" w:rsidP="00EB06C1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34CC">
        <w:rPr>
          <w:rFonts w:ascii="Times New Roman" w:hAnsi="Times New Roman" w:cs="Times New Roman"/>
          <w:b w:val="0"/>
          <w:sz w:val="28"/>
          <w:szCs w:val="28"/>
        </w:rPr>
        <w:t xml:space="preserve">1.5. 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0E34CC">
        <w:rPr>
          <w:rFonts w:ascii="Times New Roman" w:hAnsi="Times New Roman" w:cs="Times New Roman"/>
          <w:b w:val="0"/>
          <w:sz w:val="28"/>
          <w:szCs w:val="28"/>
        </w:rPr>
        <w:t xml:space="preserve"> изложить в новой редакции согласно приложению.</w:t>
      </w:r>
    </w:p>
    <w:p w:rsidR="00EB06C1" w:rsidRDefault="00EB06C1" w:rsidP="00EB06C1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E34CC">
        <w:rPr>
          <w:rFonts w:ascii="Times New Roman" w:hAnsi="Times New Roman" w:cs="Times New Roman"/>
          <w:b w:val="0"/>
          <w:sz w:val="28"/>
          <w:szCs w:val="28"/>
        </w:rPr>
        <w:t xml:space="preserve">1.6. 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9</w:t>
      </w:r>
      <w:r w:rsidRPr="000E34CC">
        <w:rPr>
          <w:rFonts w:ascii="Times New Roman" w:hAnsi="Times New Roman" w:cs="Times New Roman"/>
          <w:b w:val="0"/>
          <w:sz w:val="28"/>
          <w:szCs w:val="28"/>
        </w:rPr>
        <w:t xml:space="preserve"> изложить в новой редакции согласно приложению.</w:t>
      </w:r>
    </w:p>
    <w:p w:rsidR="00EB06C1" w:rsidRPr="000E34CC" w:rsidRDefault="00EB06C1" w:rsidP="00EB06C1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>2. Контроль над выполнением решения возложить на постоянную комиссию Совета депутатов по социально-экономическому развитию, бюджету, финансовому регулированию и налоговой политике.</w:t>
      </w:r>
    </w:p>
    <w:p w:rsidR="00EB06C1" w:rsidRPr="000E34CC" w:rsidRDefault="00EB06C1" w:rsidP="00EB06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lastRenderedPageBreak/>
        <w:t>3. Настоящее решение вступает в силу после официального опубликования и распространяется на правоотношения, возникшие с 01 января 2015 года.</w:t>
      </w:r>
    </w:p>
    <w:p w:rsidR="00EB06C1" w:rsidRDefault="00EB06C1" w:rsidP="00EB06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06C1" w:rsidRDefault="00EB06C1" w:rsidP="00EB06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4322" w:rsidRPr="000E34CC" w:rsidRDefault="00294322" w:rsidP="00EB06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06C1" w:rsidRPr="000E34CC" w:rsidRDefault="00EB06C1" w:rsidP="00EB06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>Глава городского поселения</w:t>
      </w:r>
      <w:r w:rsidRPr="000E34CC">
        <w:rPr>
          <w:rFonts w:ascii="Times New Roman" w:hAnsi="Times New Roman"/>
          <w:sz w:val="28"/>
          <w:szCs w:val="28"/>
        </w:rPr>
        <w:tab/>
      </w:r>
      <w:r w:rsidRPr="000E34CC">
        <w:rPr>
          <w:rFonts w:ascii="Times New Roman" w:hAnsi="Times New Roman"/>
          <w:sz w:val="28"/>
          <w:szCs w:val="28"/>
        </w:rPr>
        <w:tab/>
      </w:r>
      <w:r w:rsidRPr="000E34CC">
        <w:rPr>
          <w:rFonts w:ascii="Times New Roman" w:hAnsi="Times New Roman"/>
          <w:sz w:val="28"/>
          <w:szCs w:val="28"/>
        </w:rPr>
        <w:tab/>
      </w:r>
      <w:r w:rsidR="00294322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0E34CC">
        <w:rPr>
          <w:rFonts w:ascii="Times New Roman" w:hAnsi="Times New Roman"/>
          <w:sz w:val="28"/>
          <w:szCs w:val="28"/>
        </w:rPr>
        <w:t>Б.П. Редькин</w:t>
      </w:r>
    </w:p>
    <w:p w:rsidR="00EB06C1" w:rsidRDefault="00EB06C1" w:rsidP="00EB06C1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EB06C1" w:rsidRDefault="00EB06C1" w:rsidP="00EB06C1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294322" w:rsidRDefault="00294322" w:rsidP="00EB06C1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EB06C1" w:rsidRDefault="00EB06C1" w:rsidP="00EB06C1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0E34CC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 </w:t>
      </w:r>
      <w:r w:rsidR="00294322">
        <w:rPr>
          <w:rFonts w:ascii="Times New Roman" w:hAnsi="Times New Roman"/>
          <w:spacing w:val="-1"/>
          <w:sz w:val="28"/>
          <w:szCs w:val="28"/>
        </w:rPr>
        <w:t xml:space="preserve">                          </w:t>
      </w:r>
      <w:r w:rsidRPr="000E34CC">
        <w:rPr>
          <w:rFonts w:ascii="Times New Roman" w:hAnsi="Times New Roman"/>
          <w:spacing w:val="-1"/>
          <w:sz w:val="28"/>
          <w:szCs w:val="28"/>
        </w:rPr>
        <w:t xml:space="preserve"> Л.Е. Кавелина</w:t>
      </w: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06C1" w:rsidRDefault="00EB06C1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EB06C1" w:rsidSect="00294322">
          <w:headerReference w:type="default" r:id="rId7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9370" w:type="dxa"/>
        <w:tblInd w:w="93" w:type="dxa"/>
        <w:tblLook w:val="04A0" w:firstRow="1" w:lastRow="0" w:firstColumn="1" w:lastColumn="0" w:noHBand="0" w:noVBand="1"/>
      </w:tblPr>
      <w:tblGrid>
        <w:gridCol w:w="5118"/>
        <w:gridCol w:w="4252"/>
      </w:tblGrid>
      <w:tr w:rsidR="00EB06C1" w:rsidRPr="00EB06C1" w:rsidTr="006F4A54">
        <w:trPr>
          <w:trHeight w:val="2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6C1" w:rsidRPr="00EB06C1" w:rsidRDefault="00EB06C1" w:rsidP="00EB0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6C1" w:rsidRPr="00EB06C1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06C1"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 1</w:t>
            </w:r>
          </w:p>
        </w:tc>
      </w:tr>
      <w:tr w:rsidR="00EB06C1" w:rsidRPr="00EB06C1" w:rsidTr="006F4A54">
        <w:trPr>
          <w:trHeight w:val="2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6C1" w:rsidRPr="00EB06C1" w:rsidRDefault="00EB06C1" w:rsidP="00EB0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6C1" w:rsidRPr="00EB06C1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06C1">
              <w:rPr>
                <w:rFonts w:ascii="Times New Roman" w:eastAsia="Times New Roman" w:hAnsi="Times New Roman" w:cs="Times New Roman"/>
                <w:sz w:val="26"/>
                <w:szCs w:val="26"/>
              </w:rPr>
              <w:t>к  Решению Совета депутатов</w:t>
            </w:r>
          </w:p>
        </w:tc>
      </w:tr>
      <w:tr w:rsidR="00EB06C1" w:rsidRPr="00EB06C1" w:rsidTr="006F4A54">
        <w:trPr>
          <w:trHeight w:val="2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6C1" w:rsidRPr="00EB06C1" w:rsidRDefault="00EB06C1" w:rsidP="00EB0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4322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06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городского поселения </w:t>
            </w:r>
          </w:p>
          <w:p w:rsidR="00EB06C1" w:rsidRPr="00EB06C1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06C1">
              <w:rPr>
                <w:rFonts w:ascii="Times New Roman" w:eastAsia="Times New Roman" w:hAnsi="Times New Roman" w:cs="Times New Roman"/>
                <w:sz w:val="26"/>
                <w:szCs w:val="26"/>
              </w:rPr>
              <w:t>"Город Амурск"</w:t>
            </w:r>
          </w:p>
        </w:tc>
      </w:tr>
      <w:tr w:rsidR="00EB06C1" w:rsidRPr="00EB06C1" w:rsidTr="006F4A54">
        <w:trPr>
          <w:trHeight w:val="2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6C1" w:rsidRPr="00EB06C1" w:rsidRDefault="00EB06C1" w:rsidP="00EB0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6C1" w:rsidRPr="00EB06C1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06C1">
              <w:rPr>
                <w:rFonts w:ascii="Times New Roman" w:eastAsia="Times New Roman" w:hAnsi="Times New Roman" w:cs="Times New Roman"/>
                <w:sz w:val="26"/>
                <w:szCs w:val="26"/>
              </w:rPr>
              <w:t>Амурского муниципального района</w:t>
            </w:r>
          </w:p>
        </w:tc>
      </w:tr>
      <w:tr w:rsidR="00EB06C1" w:rsidRPr="00EB06C1" w:rsidTr="006F4A54">
        <w:trPr>
          <w:trHeight w:val="2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6C1" w:rsidRPr="00EB06C1" w:rsidRDefault="00EB06C1" w:rsidP="00EB0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6C1" w:rsidRPr="00EB06C1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06C1">
              <w:rPr>
                <w:rFonts w:ascii="Times New Roman" w:eastAsia="Times New Roman" w:hAnsi="Times New Roman" w:cs="Times New Roman"/>
                <w:sz w:val="26"/>
                <w:szCs w:val="26"/>
              </w:rPr>
              <w:t>Хабаровского края</w:t>
            </w:r>
          </w:p>
        </w:tc>
      </w:tr>
      <w:tr w:rsidR="00EB06C1" w:rsidRPr="00EB06C1" w:rsidTr="006F4A54">
        <w:trPr>
          <w:trHeight w:val="2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6C1" w:rsidRPr="00EB06C1" w:rsidRDefault="00EB06C1" w:rsidP="00EB0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6C1" w:rsidRPr="00EB06C1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B06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 </w:t>
            </w:r>
            <w:r w:rsidR="006F4A54">
              <w:rPr>
                <w:rFonts w:ascii="Times New Roman" w:eastAsia="Times New Roman" w:hAnsi="Times New Roman" w:cs="Times New Roman"/>
                <w:sz w:val="26"/>
                <w:szCs w:val="26"/>
              </w:rPr>
              <w:t>17.09.2015</w:t>
            </w:r>
            <w:r w:rsidRPr="00EB06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№ </w:t>
            </w:r>
            <w:r w:rsidR="006F4A54">
              <w:rPr>
                <w:rFonts w:ascii="Times New Roman" w:eastAsia="Times New Roman" w:hAnsi="Times New Roman" w:cs="Times New Roman"/>
                <w:sz w:val="26"/>
                <w:szCs w:val="26"/>
              </w:rPr>
              <w:t>170</w:t>
            </w:r>
          </w:p>
        </w:tc>
      </w:tr>
    </w:tbl>
    <w:p w:rsidR="00294322" w:rsidRDefault="00294322"/>
    <w:tbl>
      <w:tblPr>
        <w:tblW w:w="9245" w:type="dxa"/>
        <w:tblInd w:w="93" w:type="dxa"/>
        <w:tblLook w:val="04A0" w:firstRow="1" w:lastRow="0" w:firstColumn="1" w:lastColumn="0" w:noHBand="0" w:noVBand="1"/>
      </w:tblPr>
      <w:tblGrid>
        <w:gridCol w:w="3060"/>
        <w:gridCol w:w="4654"/>
        <w:gridCol w:w="1531"/>
      </w:tblGrid>
      <w:tr w:rsidR="00EB06C1" w:rsidRPr="00EB06C1" w:rsidTr="006F4A54">
        <w:trPr>
          <w:trHeight w:val="375"/>
        </w:trPr>
        <w:tc>
          <w:tcPr>
            <w:tcW w:w="9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4322" w:rsidRDefault="00EB06C1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Поступление доходов в  местный бюджет </w:t>
            </w:r>
            <w:r w:rsidR="00294322" w:rsidRPr="00EB0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основным источникам </w:t>
            </w:r>
          </w:p>
          <w:p w:rsidR="00EB06C1" w:rsidRPr="00EB06C1" w:rsidRDefault="00294322" w:rsidP="00294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6C1">
              <w:rPr>
                <w:rFonts w:ascii="Times New Roman" w:eastAsia="Times New Roman" w:hAnsi="Times New Roman" w:cs="Times New Roman"/>
                <w:sz w:val="28"/>
                <w:szCs w:val="28"/>
              </w:rPr>
              <w:t>в 2015 году</w:t>
            </w:r>
          </w:p>
        </w:tc>
      </w:tr>
      <w:tr w:rsidR="00EB06C1" w:rsidRPr="00EB06C1" w:rsidTr="006F4A54">
        <w:trPr>
          <w:trHeight w:val="375"/>
        </w:trPr>
        <w:tc>
          <w:tcPr>
            <w:tcW w:w="7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6C1" w:rsidRPr="00EB06C1" w:rsidRDefault="00EB06C1" w:rsidP="00294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B0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06C1" w:rsidRPr="00EB06C1" w:rsidRDefault="00EB06C1" w:rsidP="00EB06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06C1" w:rsidRPr="006F4A54" w:rsidRDefault="00EB06C1" w:rsidP="006F4A5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(тыс.рублей)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Код дохода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EB06C1" w:rsidRPr="00EB06C1" w:rsidTr="006F4A54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6C1" w:rsidRPr="006F4A54" w:rsidRDefault="00EB06C1" w:rsidP="006F4A5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6C1" w:rsidRPr="006F4A54" w:rsidRDefault="00EB06C1" w:rsidP="006F4A5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6C1" w:rsidRPr="006F4A54" w:rsidRDefault="00EB06C1" w:rsidP="006F4A5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Доходы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000 1 01 00000 00 0000 110    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Налоги на прибыль, доходы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56901,000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000 1 01 02000 01 0000 110 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56901,000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000 1 03 00000 00 0000 110  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товары (работы,</w:t>
            </w:r>
            <w:r w:rsid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услуги), реализуемые на территории Российской Федерации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1276,090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17377,845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000 1 05 01000 00 0000 110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9617,000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000 1 05 01010 01 0000 110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8372,000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000 1 05 01020 01 0000 110 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Налог, взимаемый с налогоплательщиков, выбравших в качестве налогообложения доходы, уменьшенные на величину расходов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1245,000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000 1 05 02000 02 0000 110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2854,000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000 1 05 03000 01 0000 110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4906,845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33335,000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000 1 06 01030 13 0000 110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5625,000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000 1 06 04000 02 0000 110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Транспортный налог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10484,000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000 1 06 04011 02 0000 110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организаций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3456,000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000 1 06 04012 02 0000 110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налог с физических лиц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7028,000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000 1 06 06000 00 0000 110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17226,000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000 1 06 06033 13 0000 110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</w:t>
            </w: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емельный налог,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16345,000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000 1 06 06043 13 0000 110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налог,  с физических лиц, обладающих земельным участком, расположенным в границах городских  поселений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881,000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Итого налоговых доходов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108889,935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000 1 11 00000 00 0000 000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использования имущества находящегося в государственной и муниципальной собственности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46887,638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000 1 11 05000 00 0000 120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Доходы, получаемые в виде арендной </w:t>
            </w: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44237,500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000 1 11 05013 13 0001 120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 собственность на которые не разграничена и 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1857,000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000 1 11 05013 13 0000 120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 собственность на которые не разграничена и 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14418,000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000 1 11 05025 13 0000 120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  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2595,000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000 1 11 05035 13 0000 120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</w:t>
            </w:r>
            <w:r w:rsid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находящегося в оперативном управлении 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193,000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000 1 11 05075 13 0000 120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25174,500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000 1 11 07015 13 0000 120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50,138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000 1 11 09045 13 0000 120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- в части платы за наем муниципального жилфонда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000 1 13 00000 00 0000 000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1069,650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000 1 13 01995 13 0002 130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(работ)получателями средств бюджетов городских поселений по МКУК "Амурский городской краеведческий музей"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216,000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000 1 13 01995 13 0003 130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</w:t>
            </w: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городских поселений по МКУК "Амурский городской дендрарий"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850,000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000 1 13 02995 13 0000 130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3,650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000 1 14 00000 00 0000 000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22110,320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000 1 14 02053 13 0000 410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21800,000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000 1 14 06013 13 0000 430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310,320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000 1 16 00000 00 0000000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Штрафы,</w:t>
            </w:r>
            <w:r w:rsid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санкции,</w:t>
            </w:r>
            <w:r w:rsid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возмещение ущерба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46,393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000 1 16 33050 13 0000 140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РФ о контрактной системе в сфере закупок товаров, работ,</w:t>
            </w:r>
            <w:r w:rsid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 для обеспечения государственных и муниципальных нужд для городских поселений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3,960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000 1 16 51040 02 0000 140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37,000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0001 16 90050 13 0000 140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5,433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000 1 17 00000 00 0000 000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2712,561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000 1 17 05050 13 0001 180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поселений - в части средств, поступающих на восстановление зелёных насаждений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2660,176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000 1 17 05050 13 0004 180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неналоговые доходы бюджетов поселений - в части платы за проезд по автомобильным дорогам общего пользования автотранспорта с нагрузкой, превышающей установленную норму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52,185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000 1 17 05050 13 0005 180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06C1" w:rsidRPr="006F4A54" w:rsidRDefault="00EB06C1" w:rsidP="0002255E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доходы бюджетов поселений по администрации города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0,200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Итого неналоговых доходов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72826,562</w:t>
            </w:r>
          </w:p>
        </w:tc>
      </w:tr>
      <w:tr w:rsidR="00EB06C1" w:rsidRPr="00EB06C1" w:rsidTr="006F4A54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181716,497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000 2 00 00000 00 0000 000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29702,697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22029,197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000 2 02 01001 13 0000 151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Дотации бюджетам городских поселений  на выравнивание бюджетной обеспеченности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1261,550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000 2 02 02008 13 0000 151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городских поселений на обеспечение жильём молодых семей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5421,950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000 2 02 02009 13 0000 151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городских поселений </w:t>
            </w: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государственную поддержку малого и среднего предпринимательства, включая крестьянские</w:t>
            </w:r>
            <w:r w:rsid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(фермерские) хозяйства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120,000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000 2 02 02999 13 0000 151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15138,440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000 2 02 03024 13 0000 151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000 2 02 04025 13 0000 151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городских поселений на комплектование книжных фондов библиотек муниципальных образований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5,057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000 2 02 04999 13 0000 151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sz w:val="24"/>
                <w:szCs w:val="24"/>
              </w:rPr>
              <w:t>80,000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000 2 07 05030 13 0002 180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000 2 07 05030 13 0005 180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7613,500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000 2 19 05000 13 0000 151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поселений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0,000</w:t>
            </w:r>
          </w:p>
        </w:tc>
      </w:tr>
      <w:tr w:rsidR="00EB06C1" w:rsidRPr="00EB06C1" w:rsidTr="00596566">
        <w:trPr>
          <w:trHeight w:val="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6C1" w:rsidRPr="006F4A54" w:rsidRDefault="00EB06C1" w:rsidP="006F4A54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С Е Г О     Д О Х О Д О В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06C1" w:rsidRPr="006F4A54" w:rsidRDefault="00EB06C1" w:rsidP="006F4A54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4A5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211419,194</w:t>
            </w:r>
          </w:p>
        </w:tc>
      </w:tr>
    </w:tbl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06C1" w:rsidRDefault="00EB06C1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4A54" w:rsidRDefault="006F4A54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06C1" w:rsidRPr="000E34CC" w:rsidRDefault="00EB06C1" w:rsidP="00EB06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C">
        <w:rPr>
          <w:rFonts w:ascii="Times New Roman" w:hAnsi="Times New Roman"/>
          <w:sz w:val="28"/>
          <w:szCs w:val="28"/>
        </w:rPr>
        <w:t>Глава городского поселения</w:t>
      </w:r>
      <w:r w:rsidRPr="000E34CC">
        <w:rPr>
          <w:rFonts w:ascii="Times New Roman" w:hAnsi="Times New Roman"/>
          <w:sz w:val="28"/>
          <w:szCs w:val="28"/>
        </w:rPr>
        <w:tab/>
      </w:r>
      <w:r w:rsidRPr="000E34CC">
        <w:rPr>
          <w:rFonts w:ascii="Times New Roman" w:hAnsi="Times New Roman"/>
          <w:sz w:val="28"/>
          <w:szCs w:val="28"/>
        </w:rPr>
        <w:tab/>
      </w:r>
      <w:r w:rsidRPr="000E34CC">
        <w:rPr>
          <w:rFonts w:ascii="Times New Roman" w:hAnsi="Times New Roman"/>
          <w:sz w:val="28"/>
          <w:szCs w:val="28"/>
        </w:rPr>
        <w:tab/>
      </w:r>
      <w:r w:rsidR="006F4A54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0E34CC">
        <w:rPr>
          <w:rFonts w:ascii="Times New Roman" w:hAnsi="Times New Roman"/>
          <w:sz w:val="28"/>
          <w:szCs w:val="28"/>
        </w:rPr>
        <w:t>Б.П. Редькин</w:t>
      </w:r>
    </w:p>
    <w:p w:rsidR="00EB06C1" w:rsidRDefault="00EB06C1" w:rsidP="00EB06C1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EB06C1" w:rsidRDefault="00EB06C1" w:rsidP="00EB06C1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6F4A54" w:rsidRDefault="006F4A54" w:rsidP="00EB06C1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EB06C1" w:rsidRDefault="00EB06C1" w:rsidP="00EB06C1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 w:rsidRPr="000E34CC">
        <w:rPr>
          <w:rFonts w:ascii="Times New Roman" w:hAnsi="Times New Roman"/>
          <w:spacing w:val="-1"/>
          <w:sz w:val="28"/>
          <w:szCs w:val="28"/>
        </w:rPr>
        <w:t xml:space="preserve">Председатель Совета депутатов                            </w:t>
      </w:r>
      <w:r w:rsidR="006F4A54">
        <w:rPr>
          <w:rFonts w:ascii="Times New Roman" w:hAnsi="Times New Roman"/>
          <w:spacing w:val="-1"/>
          <w:sz w:val="28"/>
          <w:szCs w:val="28"/>
        </w:rPr>
        <w:t xml:space="preserve">                          </w:t>
      </w:r>
      <w:r w:rsidRPr="000E34CC">
        <w:rPr>
          <w:rFonts w:ascii="Times New Roman" w:hAnsi="Times New Roman"/>
          <w:spacing w:val="-1"/>
          <w:sz w:val="28"/>
          <w:szCs w:val="28"/>
        </w:rPr>
        <w:t xml:space="preserve">  Л.Е. Кавелина</w:t>
      </w:r>
    </w:p>
    <w:p w:rsidR="00EB06C1" w:rsidRDefault="00EB06C1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06C1" w:rsidRDefault="00EB06C1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EB06C1" w:rsidSect="007D64FC">
          <w:pgSz w:w="11906" w:h="16838"/>
          <w:pgMar w:top="227" w:right="567" w:bottom="1134" w:left="1985" w:header="709" w:footer="709" w:gutter="0"/>
          <w:cols w:space="708"/>
          <w:docGrid w:linePitch="360"/>
        </w:sectPr>
      </w:pPr>
    </w:p>
    <w:tbl>
      <w:tblPr>
        <w:tblW w:w="9890" w:type="dxa"/>
        <w:tblLook w:val="01E0" w:firstRow="1" w:lastRow="1" w:firstColumn="1" w:lastColumn="1" w:noHBand="0" w:noVBand="0"/>
      </w:tblPr>
      <w:tblGrid>
        <w:gridCol w:w="5637"/>
        <w:gridCol w:w="4253"/>
      </w:tblGrid>
      <w:tr w:rsidR="00EB06C1" w:rsidRPr="007D64FC" w:rsidTr="00596566">
        <w:tc>
          <w:tcPr>
            <w:tcW w:w="5637" w:type="dxa"/>
          </w:tcPr>
          <w:p w:rsidR="00EB06C1" w:rsidRPr="007D64FC" w:rsidRDefault="00EB06C1" w:rsidP="007D64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EB06C1" w:rsidRPr="007D64FC" w:rsidRDefault="00EB06C1" w:rsidP="00B3442B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3</w:t>
            </w:r>
          </w:p>
          <w:p w:rsidR="00EB06C1" w:rsidRPr="007D64FC" w:rsidRDefault="00EB06C1" w:rsidP="00B3442B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Решению Совета депутатов</w:t>
            </w:r>
          </w:p>
          <w:p w:rsidR="00EB06C1" w:rsidRPr="007D64FC" w:rsidRDefault="00EB06C1" w:rsidP="00B3442B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 </w:t>
            </w:r>
          </w:p>
          <w:p w:rsidR="00EB06C1" w:rsidRPr="007D64FC" w:rsidRDefault="00EB06C1" w:rsidP="00B3442B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«Город Амурск»</w:t>
            </w:r>
          </w:p>
          <w:p w:rsidR="00EB06C1" w:rsidRPr="007D64FC" w:rsidRDefault="00EB06C1" w:rsidP="00B3442B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Амурского муниципального района</w:t>
            </w:r>
          </w:p>
          <w:p w:rsidR="00EB06C1" w:rsidRPr="007D64FC" w:rsidRDefault="00EB06C1" w:rsidP="00B3442B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Хабаровского края</w:t>
            </w:r>
          </w:p>
          <w:p w:rsidR="00EB06C1" w:rsidRPr="007D64FC" w:rsidRDefault="00EB06C1" w:rsidP="00B3442B">
            <w:pPr>
              <w:suppressAutoHyphens/>
              <w:spacing w:after="0" w:line="240" w:lineRule="exac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="006F4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17.09.2015</w:t>
            </w:r>
            <w:r w:rsidRPr="007D6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 w:rsidR="006F4A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</w:t>
            </w:r>
            <w:r w:rsidRPr="007D6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B06C1" w:rsidRPr="007D64FC" w:rsidRDefault="00EB06C1" w:rsidP="007D64F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B06C1" w:rsidRPr="007D64FC" w:rsidRDefault="00EB06C1" w:rsidP="007D64FC">
      <w:pPr>
        <w:pStyle w:val="4"/>
        <w:ind w:left="0" w:firstLine="0"/>
        <w:rPr>
          <w:sz w:val="24"/>
          <w:szCs w:val="24"/>
        </w:rPr>
      </w:pPr>
      <w:r w:rsidRPr="007D64FC">
        <w:rPr>
          <w:sz w:val="24"/>
          <w:szCs w:val="24"/>
        </w:rPr>
        <w:t xml:space="preserve">ПЕРЕЧЕНЬ И КОДЫ ГЛАВНЫХ АДИМИНИСТРАТОРОВ   ДОХОДОВ БЮДЖЕТА, ЗАКРЕПЛЯЕМЫЕ ЗА НИМИ ВИДЫ (ПОДВИДЫ) ДОХОДОВ </w:t>
      </w:r>
    </w:p>
    <w:p w:rsidR="00EB06C1" w:rsidRDefault="00EB06C1" w:rsidP="007D64FC">
      <w:pPr>
        <w:pStyle w:val="4"/>
        <w:ind w:left="0" w:firstLine="0"/>
        <w:rPr>
          <w:sz w:val="24"/>
          <w:szCs w:val="24"/>
        </w:rPr>
      </w:pPr>
      <w:r w:rsidRPr="007D64FC">
        <w:rPr>
          <w:sz w:val="24"/>
          <w:szCs w:val="24"/>
        </w:rPr>
        <w:t>НА 2015 -2017 ГОДЫ</w:t>
      </w:r>
    </w:p>
    <w:p w:rsidR="005343E7" w:rsidRPr="005343E7" w:rsidRDefault="005343E7" w:rsidP="005343E7">
      <w:pPr>
        <w:spacing w:after="0" w:line="240" w:lineRule="auto"/>
      </w:pPr>
    </w:p>
    <w:tbl>
      <w:tblPr>
        <w:tblW w:w="9461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2"/>
        <w:gridCol w:w="682"/>
        <w:gridCol w:w="2546"/>
        <w:gridCol w:w="5551"/>
      </w:tblGrid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EB06C1" w:rsidRPr="007D64FC" w:rsidRDefault="00EB06C1" w:rsidP="005343E7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EB06C1" w:rsidRPr="007D64FC" w:rsidRDefault="00EB06C1" w:rsidP="005343E7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EB06C1" w:rsidRPr="007D64FC" w:rsidRDefault="00EB06C1" w:rsidP="005343E7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Код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Наименование кода поступлений в бюджет,</w:t>
            </w:r>
          </w:p>
          <w:p w:rsidR="00EB06C1" w:rsidRPr="007D64FC" w:rsidRDefault="00EB06C1" w:rsidP="005343E7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группы, подгруппы, статьи, подстатьи,</w:t>
            </w:r>
          </w:p>
          <w:p w:rsidR="00EB06C1" w:rsidRPr="007D64FC" w:rsidRDefault="00EB06C1" w:rsidP="005343E7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элемента, программы (подпрограммы),</w:t>
            </w:r>
          </w:p>
          <w:p w:rsidR="00EB06C1" w:rsidRPr="007D64FC" w:rsidRDefault="00EB06C1" w:rsidP="005343E7">
            <w:pPr>
              <w:spacing w:after="0" w:line="240" w:lineRule="exac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кода экономической классификации доходов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en-US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en-US"/>
              </w:rPr>
            </w:pPr>
            <w:r w:rsidRPr="007D64F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     администрация городского поселения</w:t>
            </w:r>
          </w:p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 xml:space="preserve">                       «Город Амурск»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1 08 07175 01 1000 110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1 08 07175 01 4000 110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1 11 05013 13 0000 120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 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1 11 05025 13 0000 120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1 11 05035 13 0000 120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городских поселений и созданных ими учреждений </w:t>
            </w: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1 11 05075 13 0000 120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1 11 07015 13 0000 120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8.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1 11 08050 13 0000 120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  предприятий, в том числе казенных), в залог, в доверительное управление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1 11 09035 13 0000 120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эксплуатации и использования имущества автомобильных дорог, находящихся в собственности городских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1 11 09045 13 0000 120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поселений </w:t>
            </w: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1 13 01995 13 0000 130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поселений.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12.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1 13 02065 13 0000 130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городских поселений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13.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1 13 02995 13 0000 130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доходы от компенсации затрат бюджетов городских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1 14 01050 13 0000 410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1 14 02052 13 0000 410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поселений </w:t>
            </w: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учреждений),</w:t>
            </w: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части реализации основных средств по указанному имуществу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16.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1 14 02052 13 0000 440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поселений </w:t>
            </w: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имущества муниципальных бюджетных и автономных учреждений),</w:t>
            </w: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17.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1 14 02053 13 0000 410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18.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1 14 02053 13 0000 440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19.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1 14 03050 13 0000 410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Средства от распоряжения и реализации конфискованного и иного имущества, обращенного в доходы городских поселений (в </w:t>
            </w: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части реализации основных средств по указанному имуществу)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20.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1 14 03050 13 0000 440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материальных запасов по указанному имуществу)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21.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1 14 04050 13 0000 420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продажи нематериальных активов, находящихся в собственности городских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22.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1 14 06013 13 0000 430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23.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1 14 06025 13 0000 430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24.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1 16 18050 13 0000 140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25.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1 16 23051 13 0000 140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26.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1 16 23052 13 0000 140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27.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1 16 33050 13 0000 140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28.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1 16 37040 13 0000 140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Поступление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поселений 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29.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1 16 90050 13 0000 140 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30.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1 17 01050 13 0000 180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31.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1 17 05050 13 0000 180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32.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1 17 05050 13 0001 180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33.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1 17 05050 13 0002 180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бюджетов городских поселений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34.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1 17 05050 13 0003 180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бюджетов городских поселений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35.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1 17 05050 13 0004 180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неналоговые доходы бюджетов городских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36.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1 17 05050 13 0005 180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неналоговые доходы бюджетов городских </w:t>
            </w: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37.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2 01 05099 13 0000 180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от нерезидентов в бюджеты городских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38.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2 02 01001 13 0000 151</w:t>
            </w:r>
          </w:p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39.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2 02 01003 13 0000 151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40.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2 02 01999 13 0000 151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дотации бюджетам городских поселений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41.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2 02 02008 13 0000 151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обеспечение жильем молодых семей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42.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2 02 02009 13 0000 151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государственную поддержку малого и среднего предпринимательства, включая крестьянские (фермерские) хозяйства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43.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2 02 02021 13 0000 151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 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44.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2 02 02041 13 0000 151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45.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2 02 02051 13 0000 151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федеральных целевых программ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46.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2 02 02073 13 0000 151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создание технопарков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47.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2 02 02078 13 0000 151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бюджетные инвестиции для модернизации объектов коммунальной инфраструктуры 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48.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2 02 02088 13 000</w:t>
            </w: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</w:t>
            </w: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  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49.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2 02 02089 13 0001 151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2 02 02102 13 0000 151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закупку автотранспортных средств и коммунальной техники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51.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2 02 02109 13 0000 151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городских поселений на проведение капитального ремонта многоквартирных домов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52.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2 02 02150 13 0000 151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программы энергосбережения и повышения энергетической эффективности на период до 2020 года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53.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2 02 02999 13 0000 151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54.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2 02 03024 13 0000 151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городских поселений </w:t>
            </w: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 выполнение передаваемых полномочий субъектов Российской Федерации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55.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2 02 03999 13 0000 151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субвенции бюджетам городских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56.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2 02 04025 1</w:t>
            </w: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 xml:space="preserve"> 0000 151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57.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 xml:space="preserve">156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2 02 04999 13 0000 151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58.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2 02 09054 13 0000 151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59.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2 07 05010 13 0000 180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   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60.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2 07 05020 13 0000 180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получателями средств бюджетов городских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61.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2 07 05030 13 0000 180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62.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2 07 05030 13 0005 180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городских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63.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2 08 05000 13 0000 180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Перечисления из бюджетов городских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64.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2 18 05010 13 0000 151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65.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156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2 19 05000 13 0000 151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отдел культуры администрации городского поселения «Город Амурск» Амурского муниципального района Хабаровского края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1 13 01995 13 0001 130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1 13 01995 13 0002 130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1 13 01995 13 0003 130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городских поселений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1 17 01050 13 0000 180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Невыясненные поступления, зачисляемые в бюджеты городских поселений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2 02 09054 13 0001 151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городских поселений от бюджетов муниципальных районов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  <w:lang w:val="en-US"/>
              </w:rPr>
              <w:t>099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2 02 09054 13 0002 151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городских поселений от бюджетов </w:t>
            </w: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муниципальных районов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7.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2 02 09054 13 0003 151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городских поселений от бюджетов муниципальных районов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2 02 09054 13 0004 151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2 07 05030 13 0001 180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Прочие безвозмездные поступления в бюджеты городских поселений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2 07 05030 13 0002 180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</w:t>
            </w:r>
          </w:p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городских поселений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2 07 05030 13 0003 180 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</w:t>
            </w:r>
          </w:p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городских поселений </w:t>
            </w:r>
          </w:p>
        </w:tc>
      </w:tr>
      <w:tr w:rsidR="00EB06C1" w:rsidRPr="007D64FC" w:rsidTr="00B3442B">
        <w:trPr>
          <w:trHeight w:val="2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12.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2 07 05030 13 0004 180</w:t>
            </w:r>
          </w:p>
        </w:tc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Прочие безвозмездные поступления в бюджеты</w:t>
            </w:r>
          </w:p>
          <w:p w:rsidR="00EB06C1" w:rsidRPr="007D64FC" w:rsidRDefault="00EB06C1" w:rsidP="005343E7">
            <w:pPr>
              <w:spacing w:after="0" w:line="240" w:lineRule="exact"/>
              <w:ind w:left="83" w:right="163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городских поселений </w:t>
            </w:r>
          </w:p>
        </w:tc>
      </w:tr>
    </w:tbl>
    <w:p w:rsidR="00EB06C1" w:rsidRPr="00596566" w:rsidRDefault="00EB06C1" w:rsidP="007D64FC">
      <w:pPr>
        <w:pStyle w:val="a7"/>
        <w:widowControl w:val="0"/>
        <w:rPr>
          <w:sz w:val="28"/>
          <w:szCs w:val="28"/>
        </w:rPr>
      </w:pPr>
    </w:p>
    <w:p w:rsidR="00EB06C1" w:rsidRPr="00596566" w:rsidRDefault="00EB06C1" w:rsidP="007D64FC">
      <w:pPr>
        <w:pStyle w:val="a7"/>
        <w:widowControl w:val="0"/>
        <w:rPr>
          <w:sz w:val="28"/>
          <w:szCs w:val="28"/>
        </w:rPr>
      </w:pPr>
    </w:p>
    <w:p w:rsidR="005343E7" w:rsidRPr="00596566" w:rsidRDefault="005343E7" w:rsidP="007D64FC">
      <w:pPr>
        <w:pStyle w:val="a7"/>
        <w:widowControl w:val="0"/>
        <w:rPr>
          <w:sz w:val="28"/>
          <w:szCs w:val="28"/>
        </w:rPr>
      </w:pPr>
    </w:p>
    <w:p w:rsidR="00EB06C1" w:rsidRPr="00596566" w:rsidRDefault="00EB06C1" w:rsidP="005343E7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529"/>
        <w:rPr>
          <w:rFonts w:ascii="Times New Roman" w:hAnsi="Times New Roman" w:cs="Times New Roman"/>
          <w:snapToGrid w:val="0"/>
          <w:sz w:val="28"/>
          <w:szCs w:val="28"/>
        </w:rPr>
      </w:pPr>
      <w:r w:rsidRPr="00596566">
        <w:rPr>
          <w:rFonts w:ascii="Times New Roman" w:hAnsi="Times New Roman" w:cs="Times New Roman"/>
          <w:snapToGrid w:val="0"/>
          <w:sz w:val="28"/>
          <w:szCs w:val="28"/>
        </w:rPr>
        <w:t xml:space="preserve">Глава городского поселения                                                        </w:t>
      </w:r>
      <w:r w:rsidR="005343E7" w:rsidRPr="00596566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Pr="00596566">
        <w:rPr>
          <w:rFonts w:ascii="Times New Roman" w:hAnsi="Times New Roman" w:cs="Times New Roman"/>
          <w:snapToGrid w:val="0"/>
          <w:sz w:val="28"/>
          <w:szCs w:val="28"/>
        </w:rPr>
        <w:t xml:space="preserve"> Б.П. Редькин  </w:t>
      </w:r>
    </w:p>
    <w:p w:rsidR="00EB06C1" w:rsidRPr="00596566" w:rsidRDefault="00EB06C1" w:rsidP="005343E7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529"/>
        <w:rPr>
          <w:rFonts w:ascii="Times New Roman" w:hAnsi="Times New Roman" w:cs="Times New Roman"/>
          <w:snapToGrid w:val="0"/>
          <w:sz w:val="28"/>
          <w:szCs w:val="28"/>
        </w:rPr>
      </w:pPr>
    </w:p>
    <w:p w:rsidR="005343E7" w:rsidRPr="00596566" w:rsidRDefault="005343E7" w:rsidP="005343E7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529"/>
        <w:rPr>
          <w:rFonts w:ascii="Times New Roman" w:hAnsi="Times New Roman" w:cs="Times New Roman"/>
          <w:snapToGrid w:val="0"/>
          <w:sz w:val="28"/>
          <w:szCs w:val="28"/>
        </w:rPr>
      </w:pPr>
    </w:p>
    <w:p w:rsidR="005343E7" w:rsidRPr="00596566" w:rsidRDefault="005343E7" w:rsidP="005343E7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529"/>
        <w:rPr>
          <w:rFonts w:ascii="Times New Roman" w:hAnsi="Times New Roman" w:cs="Times New Roman"/>
          <w:snapToGrid w:val="0"/>
          <w:sz w:val="28"/>
          <w:szCs w:val="28"/>
        </w:rPr>
      </w:pPr>
    </w:p>
    <w:p w:rsidR="00EB06C1" w:rsidRPr="00596566" w:rsidRDefault="00EB06C1" w:rsidP="005343E7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529"/>
        <w:rPr>
          <w:rFonts w:ascii="Times New Roman" w:hAnsi="Times New Roman" w:cs="Times New Roman"/>
          <w:snapToGrid w:val="0"/>
          <w:sz w:val="28"/>
          <w:szCs w:val="28"/>
        </w:rPr>
      </w:pPr>
      <w:r w:rsidRPr="00596566"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Совета депутатов                                                 </w:t>
      </w:r>
      <w:r w:rsidR="005343E7" w:rsidRPr="00596566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Pr="00596566">
        <w:rPr>
          <w:rFonts w:ascii="Times New Roman" w:hAnsi="Times New Roman" w:cs="Times New Roman"/>
          <w:snapToGrid w:val="0"/>
          <w:sz w:val="28"/>
          <w:szCs w:val="28"/>
        </w:rPr>
        <w:t xml:space="preserve">Л.Е. Кавелина     </w:t>
      </w:r>
    </w:p>
    <w:p w:rsidR="00EB06C1" w:rsidRDefault="00EB06C1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64FC" w:rsidRDefault="007D64FC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7D64FC" w:rsidSect="007D64FC">
          <w:pgSz w:w="11906" w:h="16838"/>
          <w:pgMar w:top="227" w:right="567" w:bottom="1134" w:left="1985" w:header="709" w:footer="709" w:gutter="0"/>
          <w:cols w:space="708"/>
          <w:docGrid w:linePitch="360"/>
        </w:sectPr>
      </w:pPr>
    </w:p>
    <w:tbl>
      <w:tblPr>
        <w:tblW w:w="96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126"/>
        <w:gridCol w:w="850"/>
        <w:gridCol w:w="284"/>
        <w:gridCol w:w="284"/>
        <w:gridCol w:w="576"/>
        <w:gridCol w:w="1294"/>
        <w:gridCol w:w="704"/>
        <w:gridCol w:w="1220"/>
        <w:gridCol w:w="284"/>
      </w:tblGrid>
      <w:tr w:rsidR="007D64FC" w:rsidRPr="007D64FC" w:rsidTr="00596566">
        <w:trPr>
          <w:gridAfter w:val="1"/>
          <w:wAfter w:w="284" w:type="dxa"/>
          <w:trHeight w:val="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1366C0" w:rsidRDefault="007D64FC" w:rsidP="005343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6C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№5</w:t>
            </w:r>
          </w:p>
        </w:tc>
      </w:tr>
      <w:tr w:rsidR="007D64FC" w:rsidRPr="007D64FC" w:rsidTr="00596566">
        <w:trPr>
          <w:gridAfter w:val="1"/>
          <w:wAfter w:w="284" w:type="dxa"/>
          <w:trHeight w:val="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1366C0" w:rsidRDefault="007D64FC" w:rsidP="005343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6C0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</w:tc>
      </w:tr>
      <w:tr w:rsidR="007D64FC" w:rsidRPr="007D64FC" w:rsidTr="00596566">
        <w:trPr>
          <w:gridAfter w:val="1"/>
          <w:wAfter w:w="284" w:type="dxa"/>
          <w:trHeight w:val="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4FC" w:rsidRPr="007D64FC" w:rsidRDefault="007D64FC" w:rsidP="007D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4FC" w:rsidRPr="001366C0" w:rsidRDefault="007D64FC" w:rsidP="005343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6C0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</w:tr>
      <w:tr w:rsidR="007D64FC" w:rsidRPr="007D64FC" w:rsidTr="00596566">
        <w:trPr>
          <w:gridAfter w:val="1"/>
          <w:wAfter w:w="284" w:type="dxa"/>
          <w:trHeight w:val="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4FC" w:rsidRPr="007D64FC" w:rsidRDefault="007D64FC" w:rsidP="007D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64FC" w:rsidRPr="001366C0" w:rsidRDefault="007D64FC" w:rsidP="005343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6C0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</w:tr>
      <w:tr w:rsidR="007D64FC" w:rsidRPr="007D64FC" w:rsidTr="00596566">
        <w:trPr>
          <w:gridAfter w:val="1"/>
          <w:wAfter w:w="284" w:type="dxa"/>
          <w:trHeight w:val="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1366C0" w:rsidRDefault="007D64FC" w:rsidP="005343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6C0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</w:tc>
      </w:tr>
      <w:tr w:rsidR="007D64FC" w:rsidRPr="007D64FC" w:rsidTr="00596566">
        <w:trPr>
          <w:gridAfter w:val="1"/>
          <w:wAfter w:w="284" w:type="dxa"/>
          <w:trHeight w:val="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1366C0" w:rsidRDefault="007D64FC" w:rsidP="005343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6C0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</w:tc>
      </w:tr>
      <w:tr w:rsidR="007D64FC" w:rsidRPr="007D64FC" w:rsidTr="00596566">
        <w:trPr>
          <w:gridAfter w:val="1"/>
          <w:wAfter w:w="284" w:type="dxa"/>
          <w:trHeight w:val="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1366C0" w:rsidRDefault="007D64FC" w:rsidP="005343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6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 18.12.2014   № 113  </w:t>
            </w:r>
          </w:p>
        </w:tc>
      </w:tr>
      <w:tr w:rsidR="007D64FC" w:rsidRPr="007D64FC" w:rsidTr="00596566">
        <w:trPr>
          <w:gridAfter w:val="1"/>
          <w:wAfter w:w="284" w:type="dxa"/>
          <w:trHeight w:val="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1366C0" w:rsidRDefault="007D64FC" w:rsidP="005343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6C0"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ред. решения Совета депутатов</w:t>
            </w:r>
          </w:p>
        </w:tc>
      </w:tr>
      <w:tr w:rsidR="007D64FC" w:rsidRPr="007D64FC" w:rsidTr="00596566">
        <w:trPr>
          <w:gridAfter w:val="1"/>
          <w:wAfter w:w="284" w:type="dxa"/>
          <w:trHeight w:val="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1366C0" w:rsidRDefault="005343E7" w:rsidP="005343E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17.09.2015</w:t>
            </w:r>
            <w:r w:rsidRPr="007D6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</w:t>
            </w:r>
          </w:p>
        </w:tc>
      </w:tr>
      <w:tr w:rsidR="007D64FC" w:rsidRPr="007D64FC" w:rsidTr="00596566">
        <w:trPr>
          <w:trHeight w:val="990"/>
        </w:trPr>
        <w:tc>
          <w:tcPr>
            <w:tcW w:w="96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64FC" w:rsidRPr="001366C0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1366C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Распределение бюджетных ассигнований по разделам, подразделам, целевым статьям и видам расходов местного бюджета в ведомственной структуре расходов </w:t>
            </w:r>
            <w:r w:rsidR="001366C0" w:rsidRPr="001366C0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 2015 год</w:t>
            </w:r>
          </w:p>
        </w:tc>
      </w:tr>
      <w:tr w:rsidR="007D64FC" w:rsidRPr="007D64FC" w:rsidTr="00596566">
        <w:trPr>
          <w:trHeight w:val="585"/>
        </w:trPr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D64FC" w:rsidRPr="007D64FC" w:rsidRDefault="007D64FC" w:rsidP="007D6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D64FC" w:rsidRPr="007D64FC" w:rsidRDefault="007D64FC" w:rsidP="007D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D64FC" w:rsidRPr="007D64FC" w:rsidRDefault="007D64FC" w:rsidP="007D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D64FC" w:rsidRPr="007D64FC" w:rsidRDefault="007D64FC" w:rsidP="007D6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64FC" w:rsidRPr="007D64FC" w:rsidRDefault="007D64FC" w:rsidP="007D64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D64FC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руб.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Администрация города Амурска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193083,671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000 00 00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64477,448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1460,000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1366C0"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7200000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1834,600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7210000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7220000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514,600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514,600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152,600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53415,200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53413,000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47319,000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5784,000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170,000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финансово -бюджетного надзора в соответствии с заключенными Соглашениями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274,433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7230103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274,433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7230103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274,433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Резервные 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847,565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847,565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847,565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6548,060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8100000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1997,110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717,740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717,740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1084,870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234,870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содержание муниципального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174,500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174,500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4550,950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110,950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38,630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46,370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повышение квалификации лиц,</w:t>
            </w:r>
            <w:r w:rsid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замещающих выборные муниципальные должности, муниципальных служащих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0110С31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25,950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0110С31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25,950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"Предупреждение коррупции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поддержку инвалидов в рамках муниципальной программы  "Поддержка общественных объединений </w:t>
            </w:r>
            <w:r w:rsidR="006E1D34">
              <w:rPr>
                <w:rFonts w:ascii="Times New Roman" w:eastAsia="Times New Roman" w:hAnsi="Times New Roman" w:cs="Times New Roman"/>
                <w:sz w:val="24"/>
                <w:szCs w:val="24"/>
              </w:rPr>
              <w:t>и некоммерческих организаций в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общественного совета по профилактике правонарушений в рамках муниципальной программы  "Поддержка общественных объединений и некоммерческих организаций  в городском поселении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0330113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0330113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"Информатизация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2480,000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совершенствование 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"Создание условий для эффекти</w:t>
            </w:r>
            <w:r w:rsidR="006E1D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117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ного использования муниципального имущества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1440,000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242,000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242,000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612,900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612,900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кадастровых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0530113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585,100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0530113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585,100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"Поддержка и развитие средств массовой информации в городском поселении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1396,500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гражданской обороны, защиты населения, предупреждения и ликвидации ЧС в соответствии с заключенными Соглашениями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1346,500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Предупреждение  и ликвидация последствий чрезвычайных ситуаций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635,700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619,100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419,100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419,100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Муниципальная программа "Развитие системы гражданской обороны в городе Амурске на период 2014-2016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16,600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средств гражданской обороны в состоянии постоянной готовности в рамках муниципальной программы</w:t>
            </w:r>
            <w:r w:rsidR="006E1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системы гражданской обороны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16,600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16,600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542,831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 программа </w:t>
            </w: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542,831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542,831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542,831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156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167,969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«Безопасный город» муниципального образования городское поселение «Город Амурск»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167,969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167,969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167,969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43331,739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сельского хозяйства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910,000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информационно-методического 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Водное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4FC" w:rsidRPr="00117CC5" w:rsidRDefault="007D64FC" w:rsidP="001366C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"Развитие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AE4688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разработку проектно</w:t>
            </w:r>
            <w:r w:rsidR="00AE468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сметной документации в рамках муниципальной программы «Развитие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3510406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41371,739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"Содержание, ремонт и развитие дорожной сети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40647,659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28797,659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28797,659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дорог в рамках 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4850,000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4850,000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софин</w:t>
            </w:r>
            <w:r w:rsidR="00AE4688">
              <w:rPr>
                <w:rFonts w:ascii="Times New Roman" w:eastAsia="Times New Roman" w:hAnsi="Times New Roman" w:cs="Times New Roman"/>
                <w:sz w:val="24"/>
                <w:szCs w:val="24"/>
              </w:rPr>
              <w:t>ан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сирование расходных обязательств по строительству, реконструкции, капитальному ремонту, ремонту объектов дорожного хозяйства, находящихся в муниципальной собственности за счет краевого бюджета в рамках государственной программы Хабаровского края «Развитие транспортной системы Хабаровского края»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1120509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7000,000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1120509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7000,000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"Повышение безопасности дорожного движения на территории города Амурска"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24,080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24,080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935,000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"Мероприятия в области градостроительной деятельности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для обеспечения государственных 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Муниципальная   программа "Развитие и поддержка малого и среднего предпринимательства в городе Амурске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335,000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1210С26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1210С26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1220С26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1220С26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</w:t>
            </w:r>
            <w:r w:rsidR="006E1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начинающим предпринимателям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 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27623,979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4520,019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4520,019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"Энергосбережение и повышение энергетической эффективности на территории городского поселения </w:t>
            </w: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202,000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202,000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"Ремонт жилого фонда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ремонт муниципальных жилых помещений, в рамках муниципальной программы "Ремонт жилого фонда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ремонту многоквартирных домов, в рамках муниципальной программы "Ремонт жилого фонда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3868,019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3868,019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8226,056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5751,056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663,000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1820502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663,000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1820502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663,000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системы ливневой канализации в рамках 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программы 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"Чистая вода на территории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"Комплексное освоение территории для развития малоэтажного строительства в городе Амурске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2988,056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 в 2014-2017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их краевого бюджета на комплексное освоение и развитие территории края в целях жилищного строительства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3410С23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2888,056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3410С23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2888,056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2475,000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1660,000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1660,000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 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515,000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 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515,000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14877,904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9800,000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"Строительство, ремонт и модернизация линий уличного освещения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фонда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сферы ритуальных услуг и мест погребения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строительство городского кладбища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 возмещение расходов по гарантированному перечню услуг по погребению за счет местных бюджетов,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 на 2014-2016 годы"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возмещение затрат с оказанием услуг по пригородным заказным пассажирским перевозкам  до городского кладбища в рамках муниципальной программы "Развитие сферы ритуальных услуг и мест погребения в городском 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поселении "Город Амурск"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1750503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1750503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«Доступная среда» в городском поселении "Город Амурск" на 2014 – 2016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5077,904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4490,568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4490,568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Премия "Самое благоустроенное поселение" за средств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8330И10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8330И10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8330080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8330080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57,336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57,336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Молодежная политика и оздоровление детей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715,000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Муниципальные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715,000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 программа "Молодежь города Амурска"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 услуг 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315,000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Культура,  кинематография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46063,622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"Развитие культурно - досугового обслуживания населения города Амурска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31910,490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Дворец культуры) в рамках муниципальная  программы "Развитие культурно -досугового обслуживания населения города Амурска"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20526,564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20526,564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"Дворец культуры"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2410С02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3460,490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2410С02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3460,490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"Дворец культуры" 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5323,436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5323,436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"Доступная среда»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формированию доступной среды жизнедеятельности 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инвалидов в сфере культуры в рамках муниципальной программы "Доступная среда"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280,000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280,000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на иные цели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280,000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«Развитие кинопроката и киновидео</w:t>
            </w:r>
            <w:r w:rsidR="00AE468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бслуживания населения городского поселения «Город Амурск»  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8032,500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кинопроката, проведение мероприятий в рамках муниципальной программы «Развитие кинопроката и киновидео</w:t>
            </w:r>
            <w:r w:rsidR="00AE468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бслуживания населения городского поселения «Город Амурск»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8032,500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5883,901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5883,901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"Кинотеатр "Молодость"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2510С02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1400,000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2510С02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1400,000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"Кинотеатр "Молодость" 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748,599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748,599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города Амурска "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5840,632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динамичного развития Ботанического сада как хранилища генофонда экзотических растений в рамках муниципальной программы "Сохранение биологического разнообразия видов растений и обеспечение экологического просвещения населения   города Амурска"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5840,632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4190,632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бюджетным учреждениям 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4190,632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повышение оплаты труда МБУК "Ботанический сад"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2610С02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2610С02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"Ботанический сад" 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2620801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2620801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6846,383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6846,383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1150,000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1150,000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социальных выплат молодым семьям в рамках государственной программы Хабаровского края «Развитие жилищного строительства в Хабаровском крае» за счет федерального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2115020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2281,292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2115020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2281,292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социальных выплат молодым семьям в рамках государственной программы Хабаровского края «Развитие жилищного строительства в Хабаровском крае»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2110С24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3415,091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2110С24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3415,091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Физическая культура и 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1329,000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1329,000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1329,000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1329,000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Мероприятия, направленные в сфере </w:t>
            </w: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средств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Муниципальная программа "Поддержка и развитие средств массовой информации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 культуры администрации городского поселения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25472,632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18022,017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5828,800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формирования и развития музейного собрания, обеспечения сохранности музейных фондов в рамках муниципальной программы «Создание условий для обеспечения доступности и сохранности музейных фондов»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5328,800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(МКУК АГКМ) в рамках муниципальной программы «Создание условий для обеспечения доступности и сохранности музейных фондов»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5328,800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4472,800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780,000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76,000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"АГКМ"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2710С02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2710С02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Муниципальная программа «Читающий город»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7563,217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библиотечного дела в рамках муниципальной программы "Читающий город»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6806,160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деятельности подведомственных учреждений (МКУК ЦБС) в рамках муниципальной программы "Читающий город»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6806,160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5497,400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1145,760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"ЦБС"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2810С02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752,000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2810С02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752,000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Комплектование книжных фондов библиотек в рамках государственной программы Хабаровского края "Культура Хабаровского края" на 2015 год за счет краевых средств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2810И08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5,057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2810И08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5,057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программа "Доступная среда» в городском поселении "Город Амурск"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МКУК "Централизованная библиотечная система"</w:t>
            </w:r>
            <w:r w:rsidR="006E1D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муниципальной программы "Доступная среда"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3130801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3130801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 программа "Создание условий для обеспечения доступности и сохранности ценных и охраняемых растений Дальнего Востока"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сохранности коллекционных растений и пополнение коллекции растений, создание комфортной среды для посетителей Амурского дендрария в рамках муниципальной программы " Создание условий для обеспечения доступности и сохранности ценных и охраняемых растений Дальнего Востока"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3900,000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2582,000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1301,000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на повышение оплаты труда МКУК "Амурский городской дендрарий" за счет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2910С02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2910С02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Муниципальная  программа "Развитие внутреннего и въездного туризма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7450,615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2999,990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241,100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0,890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гос.</w:t>
            </w:r>
            <w:r w:rsidR="00AE46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власти субъектов РФ и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4450,625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4450,625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</w:t>
            </w:r>
            <w:r w:rsidR="00AE46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3858,000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559,825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099 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>32,800</w:t>
            </w:r>
          </w:p>
        </w:tc>
      </w:tr>
      <w:tr w:rsidR="007D64FC" w:rsidRPr="00117CC5" w:rsidTr="00596566">
        <w:trPr>
          <w:trHeight w:val="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0000000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64FC" w:rsidRPr="00117CC5" w:rsidRDefault="007D64FC" w:rsidP="001366C0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17CC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218556,303</w:t>
            </w:r>
          </w:p>
        </w:tc>
      </w:tr>
    </w:tbl>
    <w:p w:rsidR="007D64FC" w:rsidRDefault="007D64FC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23A0" w:rsidRDefault="005123A0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96566" w:rsidRDefault="00596566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23A0" w:rsidRPr="00596566" w:rsidRDefault="005123A0" w:rsidP="005123A0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709"/>
        <w:rPr>
          <w:rFonts w:ascii="Times New Roman" w:hAnsi="Times New Roman" w:cs="Times New Roman"/>
          <w:snapToGrid w:val="0"/>
          <w:sz w:val="28"/>
          <w:szCs w:val="28"/>
        </w:rPr>
      </w:pPr>
      <w:r w:rsidRPr="00596566">
        <w:rPr>
          <w:rFonts w:ascii="Times New Roman" w:hAnsi="Times New Roman" w:cs="Times New Roman"/>
          <w:snapToGrid w:val="0"/>
          <w:sz w:val="28"/>
          <w:szCs w:val="28"/>
        </w:rPr>
        <w:t xml:space="preserve">Глава городского поселения                                                         </w:t>
      </w:r>
      <w:r w:rsidR="00596566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596566">
        <w:rPr>
          <w:rFonts w:ascii="Times New Roman" w:hAnsi="Times New Roman" w:cs="Times New Roman"/>
          <w:snapToGrid w:val="0"/>
          <w:sz w:val="28"/>
          <w:szCs w:val="28"/>
        </w:rPr>
        <w:t xml:space="preserve">Б.П. Редькин  </w:t>
      </w:r>
    </w:p>
    <w:p w:rsidR="005123A0" w:rsidRDefault="005123A0" w:rsidP="005123A0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709"/>
        <w:rPr>
          <w:rFonts w:ascii="Times New Roman" w:hAnsi="Times New Roman" w:cs="Times New Roman"/>
          <w:snapToGrid w:val="0"/>
          <w:sz w:val="28"/>
          <w:szCs w:val="28"/>
        </w:rPr>
      </w:pPr>
    </w:p>
    <w:p w:rsidR="00596566" w:rsidRDefault="00596566" w:rsidP="005123A0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709"/>
        <w:rPr>
          <w:rFonts w:ascii="Times New Roman" w:hAnsi="Times New Roman" w:cs="Times New Roman"/>
          <w:snapToGrid w:val="0"/>
          <w:sz w:val="28"/>
          <w:szCs w:val="28"/>
        </w:rPr>
      </w:pPr>
    </w:p>
    <w:p w:rsidR="00596566" w:rsidRPr="00596566" w:rsidRDefault="00596566" w:rsidP="005123A0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709"/>
        <w:rPr>
          <w:rFonts w:ascii="Times New Roman" w:hAnsi="Times New Roman" w:cs="Times New Roman"/>
          <w:snapToGrid w:val="0"/>
          <w:sz w:val="28"/>
          <w:szCs w:val="28"/>
        </w:rPr>
      </w:pPr>
    </w:p>
    <w:p w:rsidR="005123A0" w:rsidRPr="00596566" w:rsidRDefault="005123A0" w:rsidP="005123A0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709"/>
        <w:rPr>
          <w:rFonts w:ascii="Times New Roman" w:hAnsi="Times New Roman" w:cs="Times New Roman"/>
          <w:snapToGrid w:val="0"/>
          <w:sz w:val="28"/>
          <w:szCs w:val="28"/>
        </w:rPr>
      </w:pPr>
      <w:r w:rsidRPr="00596566"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Совета депутатов                                                </w:t>
      </w:r>
      <w:r w:rsidR="00596566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596566">
        <w:rPr>
          <w:rFonts w:ascii="Times New Roman" w:hAnsi="Times New Roman" w:cs="Times New Roman"/>
          <w:snapToGrid w:val="0"/>
          <w:sz w:val="28"/>
          <w:szCs w:val="28"/>
        </w:rPr>
        <w:t xml:space="preserve"> Л.Е. Кавелина     </w:t>
      </w:r>
    </w:p>
    <w:p w:rsidR="005123A0" w:rsidRPr="00596566" w:rsidRDefault="005123A0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507" w:rsidRDefault="00700507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0507" w:rsidRDefault="00700507" w:rsidP="00F33215">
      <w:pPr>
        <w:spacing w:after="0" w:line="240" w:lineRule="auto"/>
        <w:rPr>
          <w:rFonts w:ascii="Times New Roman" w:hAnsi="Times New Roman"/>
          <w:sz w:val="28"/>
          <w:szCs w:val="28"/>
        </w:rPr>
        <w:sectPr w:rsidR="00700507" w:rsidSect="007D64FC">
          <w:pgSz w:w="11906" w:h="16838"/>
          <w:pgMar w:top="227" w:right="567" w:bottom="1134" w:left="1985" w:header="709" w:footer="709" w:gutter="0"/>
          <w:cols w:space="708"/>
          <w:docGrid w:linePitch="360"/>
        </w:sectPr>
      </w:pPr>
    </w:p>
    <w:tbl>
      <w:tblPr>
        <w:tblW w:w="960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387"/>
        <w:gridCol w:w="724"/>
        <w:gridCol w:w="1134"/>
        <w:gridCol w:w="720"/>
        <w:gridCol w:w="1085"/>
        <w:gridCol w:w="322"/>
        <w:gridCol w:w="56"/>
        <w:gridCol w:w="85"/>
        <w:gridCol w:w="95"/>
      </w:tblGrid>
      <w:tr w:rsidR="00B4778C" w:rsidRPr="00700507" w:rsidTr="00596566">
        <w:trPr>
          <w:gridBefore w:val="1"/>
          <w:gridAfter w:val="1"/>
          <w:wBefore w:w="5387" w:type="dxa"/>
          <w:wAfter w:w="95" w:type="dxa"/>
          <w:trHeight w:val="20"/>
        </w:trPr>
        <w:tc>
          <w:tcPr>
            <w:tcW w:w="4126" w:type="dxa"/>
            <w:gridSpan w:val="7"/>
            <w:shd w:val="clear" w:color="auto" w:fill="auto"/>
            <w:noWrap/>
            <w:vAlign w:val="bottom"/>
            <w:hideMark/>
          </w:tcPr>
          <w:p w:rsidR="00B4778C" w:rsidRPr="00700507" w:rsidRDefault="00B4778C" w:rsidP="00700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№ 7</w:t>
            </w:r>
          </w:p>
        </w:tc>
      </w:tr>
      <w:tr w:rsidR="00B4778C" w:rsidRPr="00700507" w:rsidTr="00596566">
        <w:trPr>
          <w:gridBefore w:val="1"/>
          <w:gridAfter w:val="1"/>
          <w:wBefore w:w="5387" w:type="dxa"/>
          <w:wAfter w:w="95" w:type="dxa"/>
          <w:trHeight w:val="20"/>
        </w:trPr>
        <w:tc>
          <w:tcPr>
            <w:tcW w:w="4126" w:type="dxa"/>
            <w:gridSpan w:val="7"/>
            <w:shd w:val="clear" w:color="auto" w:fill="auto"/>
            <w:noWrap/>
            <w:vAlign w:val="bottom"/>
            <w:hideMark/>
          </w:tcPr>
          <w:p w:rsidR="00B4778C" w:rsidRPr="00700507" w:rsidRDefault="00B4778C" w:rsidP="00700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</w:tc>
      </w:tr>
      <w:tr w:rsidR="00B4778C" w:rsidRPr="00700507" w:rsidTr="00596566">
        <w:trPr>
          <w:gridBefore w:val="1"/>
          <w:gridAfter w:val="1"/>
          <w:wBefore w:w="5387" w:type="dxa"/>
          <w:wAfter w:w="95" w:type="dxa"/>
          <w:trHeight w:val="20"/>
        </w:trPr>
        <w:tc>
          <w:tcPr>
            <w:tcW w:w="4126" w:type="dxa"/>
            <w:gridSpan w:val="7"/>
            <w:shd w:val="clear" w:color="auto" w:fill="auto"/>
            <w:noWrap/>
            <w:vAlign w:val="bottom"/>
            <w:hideMark/>
          </w:tcPr>
          <w:p w:rsidR="00B4778C" w:rsidRPr="00700507" w:rsidRDefault="00B4778C" w:rsidP="00700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</w:t>
            </w:r>
          </w:p>
        </w:tc>
      </w:tr>
      <w:tr w:rsidR="00B4778C" w:rsidRPr="00700507" w:rsidTr="00596566">
        <w:trPr>
          <w:gridBefore w:val="1"/>
          <w:gridAfter w:val="1"/>
          <w:wBefore w:w="5387" w:type="dxa"/>
          <w:wAfter w:w="95" w:type="dxa"/>
          <w:trHeight w:val="20"/>
        </w:trPr>
        <w:tc>
          <w:tcPr>
            <w:tcW w:w="4126" w:type="dxa"/>
            <w:gridSpan w:val="7"/>
            <w:shd w:val="clear" w:color="auto" w:fill="auto"/>
            <w:noWrap/>
            <w:vAlign w:val="bottom"/>
            <w:hideMark/>
          </w:tcPr>
          <w:p w:rsidR="00B4778C" w:rsidRPr="00700507" w:rsidRDefault="00B4778C" w:rsidP="00700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"Город Амурск"</w:t>
            </w:r>
          </w:p>
        </w:tc>
      </w:tr>
      <w:tr w:rsidR="00B4778C" w:rsidRPr="00700507" w:rsidTr="00596566">
        <w:trPr>
          <w:gridBefore w:val="1"/>
          <w:gridAfter w:val="1"/>
          <w:wBefore w:w="5387" w:type="dxa"/>
          <w:wAfter w:w="95" w:type="dxa"/>
          <w:trHeight w:val="20"/>
        </w:trPr>
        <w:tc>
          <w:tcPr>
            <w:tcW w:w="4126" w:type="dxa"/>
            <w:gridSpan w:val="7"/>
            <w:shd w:val="clear" w:color="auto" w:fill="auto"/>
            <w:noWrap/>
            <w:vAlign w:val="bottom"/>
            <w:hideMark/>
          </w:tcPr>
          <w:p w:rsidR="00B4778C" w:rsidRPr="00700507" w:rsidRDefault="00B4778C" w:rsidP="00700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Амурского муниципального района</w:t>
            </w:r>
          </w:p>
        </w:tc>
      </w:tr>
      <w:tr w:rsidR="00B4778C" w:rsidRPr="00700507" w:rsidTr="00596566">
        <w:trPr>
          <w:gridBefore w:val="1"/>
          <w:gridAfter w:val="1"/>
          <w:wBefore w:w="5387" w:type="dxa"/>
          <w:wAfter w:w="95" w:type="dxa"/>
          <w:trHeight w:val="20"/>
        </w:trPr>
        <w:tc>
          <w:tcPr>
            <w:tcW w:w="4126" w:type="dxa"/>
            <w:gridSpan w:val="7"/>
            <w:shd w:val="clear" w:color="auto" w:fill="auto"/>
            <w:noWrap/>
            <w:vAlign w:val="bottom"/>
            <w:hideMark/>
          </w:tcPr>
          <w:p w:rsidR="00B4778C" w:rsidRPr="00700507" w:rsidRDefault="00B4778C" w:rsidP="00700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Хабаровского края</w:t>
            </w:r>
          </w:p>
        </w:tc>
      </w:tr>
      <w:tr w:rsidR="00B4778C" w:rsidRPr="00700507" w:rsidTr="00596566">
        <w:trPr>
          <w:gridBefore w:val="1"/>
          <w:gridAfter w:val="1"/>
          <w:wBefore w:w="5387" w:type="dxa"/>
          <w:wAfter w:w="95" w:type="dxa"/>
          <w:trHeight w:val="20"/>
        </w:trPr>
        <w:tc>
          <w:tcPr>
            <w:tcW w:w="4126" w:type="dxa"/>
            <w:gridSpan w:val="7"/>
            <w:shd w:val="clear" w:color="auto" w:fill="auto"/>
            <w:noWrap/>
            <w:vAlign w:val="bottom"/>
            <w:hideMark/>
          </w:tcPr>
          <w:p w:rsidR="00B4778C" w:rsidRPr="00700507" w:rsidRDefault="00B4778C" w:rsidP="00700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от 18.12.2014 № 113</w:t>
            </w:r>
          </w:p>
        </w:tc>
      </w:tr>
      <w:tr w:rsidR="00B4778C" w:rsidRPr="00700507" w:rsidTr="00596566">
        <w:trPr>
          <w:gridBefore w:val="1"/>
          <w:gridAfter w:val="1"/>
          <w:wBefore w:w="5387" w:type="dxa"/>
          <w:wAfter w:w="95" w:type="dxa"/>
          <w:trHeight w:val="20"/>
        </w:trPr>
        <w:tc>
          <w:tcPr>
            <w:tcW w:w="4126" w:type="dxa"/>
            <w:gridSpan w:val="7"/>
            <w:shd w:val="clear" w:color="auto" w:fill="auto"/>
            <w:noWrap/>
            <w:vAlign w:val="bottom"/>
            <w:hideMark/>
          </w:tcPr>
          <w:p w:rsidR="00B4778C" w:rsidRPr="00700507" w:rsidRDefault="00B4778C" w:rsidP="00700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(в ред. решения Совета депутатов</w:t>
            </w:r>
          </w:p>
        </w:tc>
      </w:tr>
      <w:tr w:rsidR="00B4778C" w:rsidRPr="00700507" w:rsidTr="00596566">
        <w:trPr>
          <w:gridBefore w:val="1"/>
          <w:gridAfter w:val="1"/>
          <w:wBefore w:w="5387" w:type="dxa"/>
          <w:wAfter w:w="95" w:type="dxa"/>
          <w:trHeight w:val="20"/>
        </w:trPr>
        <w:tc>
          <w:tcPr>
            <w:tcW w:w="4126" w:type="dxa"/>
            <w:gridSpan w:val="7"/>
            <w:shd w:val="clear" w:color="auto" w:fill="auto"/>
            <w:noWrap/>
            <w:vAlign w:val="bottom"/>
            <w:hideMark/>
          </w:tcPr>
          <w:p w:rsidR="00B4778C" w:rsidRPr="00700507" w:rsidRDefault="005343E7" w:rsidP="00700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17.09.2015</w:t>
            </w:r>
            <w:r w:rsidRPr="007D6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</w:t>
            </w:r>
          </w:p>
        </w:tc>
      </w:tr>
      <w:tr w:rsidR="00700507" w:rsidRPr="00700507" w:rsidTr="00596566">
        <w:trPr>
          <w:gridAfter w:val="2"/>
          <w:wAfter w:w="180" w:type="dxa"/>
          <w:trHeight w:val="990"/>
        </w:trPr>
        <w:tc>
          <w:tcPr>
            <w:tcW w:w="90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0507" w:rsidRPr="00596566" w:rsidRDefault="00700507" w:rsidP="0059656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59656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 и группам видов расходов местного бюджета на 2015 год</w:t>
            </w: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585"/>
        </w:trPr>
        <w:tc>
          <w:tcPr>
            <w:tcW w:w="61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139684,187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муниципальной службы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110,950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Обучение, переподготовка, повышение квалификации муниципальных служащих в рамках муниципальной программы "Развитие муниципальной службы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85,000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38,630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46,370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повышение квалификации лиц,</w:t>
            </w:r>
            <w:r w:rsidR="00B47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замещающих выборные муниципальные должности, муниципальных служащих за счет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0110С31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25,950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0110С31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25,950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"Предупреждение коррупции в городском поселении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Организационно-практические мероприятия антикоррупционного характера в рамках муниципальной программы "Предупреждение коррупции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color w:val="3366FF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0210113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color w:val="3366FF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"Поддержка общественных объединений и некоммерческих организаций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ветеранского движения в рамках муниципальной программы  "Поддержка общественных объединений и некоммерческих организаций в городском 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0310113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поддержку инвалидов в рамках муниципальной программы  "Поддержка общественных объединений и некоммерческих организаций в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0320113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общественного совета по </w:t>
            </w: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профилактике правонарушений в рамках муниципальной программы  "Поддержка общественных объединений и некоммерческих организаций  в городском поселении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0330113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"Информатизация городского поселения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совершенствование информационно-технической инфраструктуры органов местного самоуправления города Амурска в рамках муниципальной программы "Информатизация городского поселения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0410113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"Создание условий для эффекти</w:t>
            </w:r>
            <w:r w:rsidR="00B47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00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использования муниципального имущества городского поселения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1440,000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оценки рыночной стоимости объектов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242,000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0510113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242,000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изготовление технической документации на объекты муниципальной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612,900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0520113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612,900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проведение кадастровых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0530113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585,100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0530113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585,100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«Защита населения на территории городского поселения «Город Амурск» от чрезвычайных ситуаций, обеспечение первичных мер пожарной безопасности, обеспечение людей на водных объектах»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1161,931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защите населения и территории городского поселения  от чрезвычайных ситуаций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419,100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0610309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419,100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обеспечению безопасности людей на водных объектах в рамках муниципальной программы "Защита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0620309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первичных мер пожарной безопасности в рамках муниципальной программы «Защита населения на территории городского поселения от чрезвычайных ситуаций, первичных мер пожарной безопасности, обеспечение людей на водных объектах"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542,831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0630310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542,831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системы гражданской обороны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16,600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поддержание сил и средств гражданской обороны в состоянии постоянной готовности в рамках муниципальной программы</w:t>
            </w:r>
            <w:r w:rsidR="00B47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"Развитие системы гражданской обороны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16,600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0710309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16,600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«Безопасный город» муниципального образования городское поселение «Город Амурск»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167,969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мер выявления и пресечения противоправных действий в рамках муниципальной программы «Безопасный город» муниципального образования городское поселение «Город Амурск»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167,969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0810314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167,969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 программа "Развитие сельского хозяйства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910,000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организации информационно-методического обеспечения сельхозпроизводителей в рамках муниципальной программы "Развитие сельского хозяйства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0910405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Субсидирование затрат на инженерное обеспечение территории садоводческих товариществ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0920405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260,000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по транспортному обслуживанию населения на пригородных (дачных) маршрутах в рамках муниципальной программы "Развитие сельского хозяйства в городском поселении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0930405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"Содержание, ремонт и развитие дорожной сети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40647,659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в рамках муниципальной программы "Содержание, ремонт и развитие дорожной сети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28797,659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28797,659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28797,659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дорог в рамках муниципальной программы "Содержание, ремонт и развитие дорожной сети 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4850,000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1120409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4850,000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софин</w:t>
            </w:r>
            <w:r w:rsidR="00AD4F25">
              <w:rPr>
                <w:rFonts w:ascii="Times New Roman" w:eastAsia="Times New Roman" w:hAnsi="Times New Roman" w:cs="Times New Roman"/>
                <w:sz w:val="24"/>
                <w:szCs w:val="24"/>
              </w:rPr>
              <w:t>ан</w:t>
            </w: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сирование расходных обязательств по строительству, реконструкции, капитальному ремонту, ремонту объектов дорожного хозяйства, находящихся в муниципальной собственности за счет краевого бюджета в рамках государственной программы Хабаровского края «Развитие транспортной системы Хабаровского края»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1120509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7000,000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1120509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7000,000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и поддержка малого и среднего предпринимательства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335,000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1210412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формирование положительного имиджа предпринимательства в рамках муниципальной программы "Развитие и поддержка малого и среднего предпринимательства в городе Амурске" за счет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1210С26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1210С26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1220412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обучающих семинаров и тренингов для предпринимателей в рамках муниципальной программы "Развитие и поддержка малого и среднего предпринимательства в городе Амурске" за счет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1220С26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1220С26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(грантов)</w:t>
            </w:r>
            <w:r w:rsidR="00B47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начинающим предпринимателям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1230412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"Восстановление работоспособности ливневой канализации на территории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системы ливневой канализации в рамках муниципальной программы "Восстановление работоспособности ливневой канализации на территории городского поселения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1200,000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"Чистая вода на территории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900,000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реконструкцию объектов по водоснабжению города в рамках муниципальной программы "Чистая вода на территории </w:t>
            </w: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городского поселения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водоснабжения и водоотведения  по тарифам, не обеспечивающим возмещение издержек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 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1420502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"Строительство, ремонт и модернизация линий уличного освещения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4000,000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Мероприятия, направленные на развитие сети уличного освещения путем строительства новых и восстановления временно бездействующих линий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1510503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Расходы, направленные на уличное освещения города Амурска в рамках муниципальной программы "Строительство, ремонт и модернизация линий уличного освещения городского поселения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1520503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2480,000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"Сохранение  и развитие зеленого фонда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обеспечение организации  современного озеленения города в рамках муниципальной программы "Сохранение  и развитие зеленого фонда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1610503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"Развитие сферы ритуальных услуг и мест погребения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3950,000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их развитие 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содержание городских кладбищ и организацию мест захоронения граждан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1710503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1780,000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на строительство городского кладбища в рамках муниципальной программы  "Развитие сферы ритуальных услуг и мест погребения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1720503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1520,000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 возмещение расходов по гарантированному перечню услуг по погребению за счет </w:t>
            </w: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местных бюджетов в рамках муниципальной программы "Развитие сферы ритуальных услуг и мест погребения в городском поселении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1730503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доставке невостребованных тел в морг в рамках муниципальной программы "Развитие сферы ритуальных услуг и мест погребения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1740503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возмещение затрат с оказанием услуг по пригородным заказным пассажирским перевозкам  до городского кладбища в рамках муниципальной программы "Развитие сферы ритуальных услуг и мест погребения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1750503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1750503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"Энергосбережение и повышение энергетической эффективности на территории городского поселения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865,000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жилищном хозяйстве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202,000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202,000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 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1810501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202,000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Энергосберегающие мероприятия в коммунальной и производственной сфере в рамках муниципальной программы "Энергосбережение и повышение энергетической эффективности на территории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1820501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663,000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1820501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663,000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"Молодежь города Амурска"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воспитания гражданственности и патриотизма, духовных и нравственных ценностей молодежи, формирование здорового стиля, оказание поддержки молодой семье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1910000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муниципальной  программы "Молодежь города Амурска"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1910707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программа "Трудоустройство несовершеннолетних в летний период"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в летний период в рамках муниципальной программы "Трудоустройства несовершеннолетних в летний период"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2010707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315,000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Муниципальная программа "Обеспечение жильем молодых семей в городе Амурске"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6846,383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социальной выплаты молодым семьям в рамках муниципальной программы "Обеспечение жильем молодых семей в городе Амурске"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700507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</w:t>
            </w:r>
            <w:r w:rsidR="00B477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гражданам на приобретение жилья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2111003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700507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социальных выплат молодым семьям в рамках государственной программы Хабаровского края «Развитие жилищного строительства в Хабаровском крае» за счет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2115020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2281,292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700507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2115020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2281,292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700507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социальных выплат молодым семьям в рамках государственной программы Хабаровского края «Развитие жилищного строительства в Хабаровском крае» за счет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2110С24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3415,091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700507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(социальные выплаты) гражданам на приобретение жилья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2110С24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3415,091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700507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физической культуры и спорта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1329,000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массовых физкультурно-спортивных мероприятий, в рамках муниципальной программы "Развитие физической культуры и спорта в городе Амурске 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1329,000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2211102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1329,000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внутреннего и въездного туризма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Организационно-методическое, финансовое обеспечение в рамках муниципальной программы "Развитие внутреннего и въездного туризма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2310801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"Развитие культурно-досугового обслуживания населения города Амурска"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31910,490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Дворец культуры) в рамках муниципальной программы "Развитие культурно-досугового обслуживания населения города Амурска"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20526,564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20526,564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20526,564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МБУК "Дворец культуры" за счет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2410С02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3460,490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городских мероприятий на стационарных площадках "Праздничный город"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2600,000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"Дворец культуры" 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5323,436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2430801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5323,436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«Развитие кинопроката и киновидео</w:t>
            </w:r>
            <w:r w:rsidR="00AD4F2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бслуживания населения городского поселения «Город Амурск»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8032,500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(МБУК Кинотеатр "Молодость") в рамках муниципальной  программы «Развитие кинопроката и </w:t>
            </w: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киновидео</w:t>
            </w:r>
            <w:r w:rsidR="00AD4F2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бслуживания населения городского поселения «Город Амурск»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5883,901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2510801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5883,901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2510С02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1400,000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"Кинотеатр "Молодость" 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748,599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2520801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748,599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"Сохранение биологического разнообразия видов растений и обеспечение экологического просвещения населения   города Амурска "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5840,632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(МБУК  Ботанический сад) в рамках муниципальной  программы "Сохранение биологического разнообразия видов растений и обеспечение экологического просвещения населения   города Амурска"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4190,632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4190,632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2610801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4190,632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2610С02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1350,000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МБУК "Ботанический сад" 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2620801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2620801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5828,800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формирования и развития музейного собрания, обеспечения сохранности музейных фондов в рамках муниципальной программы «Создание условий для обеспечения доступности и сохранности музейных фондов»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5328,800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АГКМ) в рамках муниципальной программы «Создание условий для обеспечения доступности и сохранности музейных фондов»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5328,800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4472,800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780,000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2710801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76,000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"АГКМ" за счет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2710С02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«Читающий город»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2800000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7563,217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библиотечного дела в рамках муниципальной программы "Читающий город»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6806,160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ЦБС) в рамках муниципальной программы "Читающий город»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6806,160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5497,400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1145,760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2810801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163,000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"ЦБС" за счет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2810С02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752,000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Комплектование книжных фондов библиотек в рамках государственной программы Хабаровского края "Культура Хабаровского края" на 2015 год за счет краевых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2810И08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5,057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 программа " Создание условий для обеспечения доступности и сохранности ценных и охраняемых растений Дальнего Востока"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2900000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4550,000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(МКУК Амурский дендрарий) в рамках муниципальной  программы " Создание условий для обеспечения доступности и сохранности ценных и охраняемых растений Дальнего Востока"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3900,000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2582,000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1301,000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2910801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17,000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повышение оплаты труда МКУК "Амурский городской дендрарий" за счет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2910С02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«Мероприятия в области градостроительной деятельности городского поселения «Город Амурск»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развития территории городского поселения "Город Амурск" в части градостроительной деятельности в рамках муниципальной программы «Мероприятия в области градостроительной деятельности городского поселения «Город Амурск»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3010412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«Доступная среда»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460,000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жилищно-коммунального хозяйства в рамках муниципальной программы "Доступная среда"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3110503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сфере культуры в рамках муниципальной программы "Доступная среда"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3120801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280,000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формированию доступной среды жизнедеятельности инвалидов в МКУК "Централизованная библиотечная система</w:t>
            </w:r>
            <w:r w:rsidR="00117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"в рамках муниципальной программы "Доступная среда"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3130801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"Поддержка и развитие средств массовой информации в городском поселении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1700,000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оперативного и регулярного освещения деятельности органов местного самоуправления в печатных изданиях в рамках муниципальной программы "Поддержка и развитие средств массовой информации в городском поселении 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3211202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621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1300,000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информационной работы с населением посредством телевидения в рамках муниципальной программы "Поддержка и развитие средств массовой информации в городском поселении </w:t>
            </w: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"Город Амурск"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Прочая закупка товаров, работ и услуг для 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3220113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«Повышение безопасности дорожного движения на территории города Амурска"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организации элементов обустройства автомобильных дорог в рамках муниципальной программы «Повышение безопасности дорожного движения на территории города Амурска"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3310409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0507" w:rsidRPr="00700507" w:rsidRDefault="00700507" w:rsidP="00117C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2988,056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по обеспечению земельного участка инженерной инфраструктурой в рамках муниципальной программы "Комплексное освоение территории для развития малоэтажного строительства в городе Амурске в 2014-2017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3410502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их краевого бюджета на комплексное освоение и развитие территории края в целях жилищного строительства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3410С23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2888,056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3410С23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2888,056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0507" w:rsidRPr="00700507" w:rsidRDefault="00700507" w:rsidP="00117CC5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3500000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Мероприятия, направленные разработку проектно</w:t>
            </w:r>
            <w:r w:rsidR="00AD4F2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сметной документации в рамках муниципальной программы «Развитие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3510406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115,000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"Ремонт жилого фонда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3600000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117CC5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  <w:r w:rsidR="00700507"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, направленные на ремонт муниципальных жилых помещений, в рамках муниципальной программы "Ремонт жилого фонда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3610501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ремонту многоквартирных домов, в рамках муниципальной программы "Ремонт жилого фонда в городе Амурске"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3620501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высшего должностного лица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61434,858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0507" w:rsidRPr="00700507" w:rsidRDefault="00700507" w:rsidP="00700507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7100102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1460,000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7200000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2109,033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представительного органа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по оплате труда работников органов 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7210103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1320,000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законодательных (представительных) органов местного самоуправления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514,600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361,000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152,600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7220103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7230103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274,433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функций органов местного самоуправления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57865,825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57863,625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51177,000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6343,825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90,000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7300104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202,800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на выполнение полномочий по административным правонарушениям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7300П32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2,200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 расходы органов местного самоуправления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17437,258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 в рамках непрограммных расходов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8100000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1977,110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прочих расходных обязательств муниципального образования в рамках непрограммных расходов органов муниципальной власти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717,740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8110113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717,740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1084,870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судебных актов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484,870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8120113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600,000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содержание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174,500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8130113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174,500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жилищно-коммунального хозяйства в рамках непрограммных расходов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8300000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7495,568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коммунального хозяйства в рамках непрограммных расходов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1660,000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8310502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1660,000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на возмещение разницы в цене по предоставлению банных услуг населению города Амурска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117CC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8320502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300,000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в области благоустройства в рамках непрограммных расходов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4490,568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8330503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4490,568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Премия "Самое благоустроенное поселение" за</w:t>
            </w:r>
            <w:r w:rsidR="00AD4F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счет</w:t>
            </w: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средств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8330И10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8330И10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8330080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8330080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выпадающих доходов организациям, предоставляющим населению услуги теплоснабжения  по тарифам, не обеспечивающим возмещение издержек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515,000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117CC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8340502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515,000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8400000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4817,000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4817,000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8400111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4817,000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в рамках непрограммных расходов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8700000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2999,990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(МКУ Централизованная бухгалтерия) в рамках непрограммных расходов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2999,990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2758,000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241,100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8710804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0,890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финансово -бюджетного надзора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8520070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97,590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межбюджетные трансферты из бюджетов поселений бюджету муниципального района в сфере гражданской обороны, защиты населения, предупреждения и ликвидации ЧС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8530070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</w:rPr>
            </w:pPr>
          </w:p>
        </w:tc>
      </w:tr>
      <w:tr w:rsidR="00700507" w:rsidRPr="00700507" w:rsidTr="00596566">
        <w:trPr>
          <w:trHeight w:val="20"/>
        </w:trPr>
        <w:tc>
          <w:tcPr>
            <w:tcW w:w="6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0507" w:rsidRPr="00700507" w:rsidRDefault="00700507" w:rsidP="00700507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507">
              <w:rPr>
                <w:rFonts w:ascii="Times New Roman" w:eastAsia="Times New Roman" w:hAnsi="Times New Roman" w:cs="Times New Roman"/>
                <w:sz w:val="24"/>
                <w:szCs w:val="24"/>
              </w:rPr>
              <w:t>218556,303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0507" w:rsidRPr="00700507" w:rsidRDefault="00700507" w:rsidP="0070050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5123A0" w:rsidRDefault="005123A0" w:rsidP="005123A0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AE4688" w:rsidRDefault="00AE4688" w:rsidP="005123A0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AE4688" w:rsidRDefault="00AE4688" w:rsidP="005123A0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AE4688" w:rsidRPr="005343E7" w:rsidRDefault="00AE4688" w:rsidP="00AE4688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709"/>
        <w:rPr>
          <w:rFonts w:ascii="Times New Roman" w:hAnsi="Times New Roman" w:cs="Times New Roman"/>
          <w:snapToGrid w:val="0"/>
          <w:sz w:val="28"/>
          <w:szCs w:val="28"/>
        </w:rPr>
      </w:pPr>
      <w:r w:rsidRPr="005343E7">
        <w:rPr>
          <w:rFonts w:ascii="Times New Roman" w:hAnsi="Times New Roman" w:cs="Times New Roman"/>
          <w:snapToGrid w:val="0"/>
          <w:sz w:val="28"/>
          <w:szCs w:val="28"/>
        </w:rPr>
        <w:t xml:space="preserve">Глава городского поселения                                                         Б.П. Редькин  </w:t>
      </w:r>
    </w:p>
    <w:p w:rsidR="00AE4688" w:rsidRPr="005343E7" w:rsidRDefault="00AE4688" w:rsidP="00AE4688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709"/>
        <w:rPr>
          <w:rFonts w:ascii="Times New Roman" w:hAnsi="Times New Roman" w:cs="Times New Roman"/>
          <w:snapToGrid w:val="0"/>
          <w:sz w:val="28"/>
          <w:szCs w:val="28"/>
        </w:rPr>
      </w:pPr>
    </w:p>
    <w:p w:rsidR="00AE4688" w:rsidRPr="005343E7" w:rsidRDefault="00AE4688" w:rsidP="00AE4688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709"/>
        <w:rPr>
          <w:rFonts w:ascii="Times New Roman" w:hAnsi="Times New Roman" w:cs="Times New Roman"/>
          <w:snapToGrid w:val="0"/>
          <w:sz w:val="28"/>
          <w:szCs w:val="28"/>
        </w:rPr>
      </w:pPr>
    </w:p>
    <w:p w:rsidR="00AE4688" w:rsidRPr="005343E7" w:rsidRDefault="00AE4688" w:rsidP="00AE4688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709"/>
        <w:rPr>
          <w:rFonts w:ascii="Times New Roman" w:hAnsi="Times New Roman" w:cs="Times New Roman"/>
          <w:snapToGrid w:val="0"/>
          <w:sz w:val="28"/>
          <w:szCs w:val="28"/>
        </w:rPr>
      </w:pPr>
    </w:p>
    <w:p w:rsidR="00AE4688" w:rsidRPr="005343E7" w:rsidRDefault="00AE4688" w:rsidP="00AE4688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709"/>
        <w:rPr>
          <w:rFonts w:ascii="Times New Roman" w:hAnsi="Times New Roman" w:cs="Times New Roman"/>
          <w:snapToGrid w:val="0"/>
          <w:sz w:val="28"/>
          <w:szCs w:val="28"/>
        </w:rPr>
      </w:pPr>
      <w:r w:rsidRPr="005343E7"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Совета депутатов                                                 Л.Е. Кавелина     </w:t>
      </w:r>
    </w:p>
    <w:p w:rsidR="00AE4688" w:rsidRDefault="00AE4688" w:rsidP="005123A0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AE4688" w:rsidRDefault="00AE4688" w:rsidP="005123A0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  <w:sectPr w:rsidR="00AE4688" w:rsidSect="007D64FC">
          <w:pgSz w:w="11906" w:h="16838"/>
          <w:pgMar w:top="227" w:right="567" w:bottom="1134" w:left="1985" w:header="709" w:footer="709" w:gutter="0"/>
          <w:cols w:space="708"/>
          <w:docGrid w:linePitch="360"/>
        </w:sect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2"/>
        <w:gridCol w:w="4480"/>
        <w:gridCol w:w="325"/>
        <w:gridCol w:w="1843"/>
        <w:gridCol w:w="1843"/>
        <w:gridCol w:w="425"/>
      </w:tblGrid>
      <w:tr w:rsidR="00AE4688" w:rsidRPr="00AE4688" w:rsidTr="004728B2">
        <w:trPr>
          <w:gridAfter w:val="1"/>
          <w:wAfter w:w="425" w:type="dxa"/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11" w:type="dxa"/>
            <w:gridSpan w:val="3"/>
            <w:shd w:val="clear" w:color="auto" w:fill="auto"/>
            <w:noWrap/>
            <w:vAlign w:val="bottom"/>
            <w:hideMark/>
          </w:tcPr>
          <w:p w:rsidR="00AE4688" w:rsidRPr="00AE4688" w:rsidRDefault="00AE4688" w:rsidP="0078672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ПРИЛОЖЕНИЕ № 9</w:t>
            </w:r>
          </w:p>
        </w:tc>
      </w:tr>
      <w:tr w:rsidR="00AE4688" w:rsidRPr="00AE4688" w:rsidTr="004728B2">
        <w:trPr>
          <w:gridAfter w:val="1"/>
          <w:wAfter w:w="425" w:type="dxa"/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11" w:type="dxa"/>
            <w:gridSpan w:val="3"/>
            <w:shd w:val="clear" w:color="auto" w:fill="auto"/>
            <w:noWrap/>
            <w:vAlign w:val="bottom"/>
            <w:hideMark/>
          </w:tcPr>
          <w:p w:rsidR="00AE4688" w:rsidRPr="00AE4688" w:rsidRDefault="00AE4688" w:rsidP="0078672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решению Совета депутатов</w:t>
            </w:r>
          </w:p>
        </w:tc>
      </w:tr>
      <w:tr w:rsidR="00AE4688" w:rsidRPr="00AE4688" w:rsidTr="004728B2">
        <w:trPr>
          <w:gridAfter w:val="1"/>
          <w:wAfter w:w="425" w:type="dxa"/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11" w:type="dxa"/>
            <w:gridSpan w:val="3"/>
            <w:shd w:val="clear" w:color="auto" w:fill="auto"/>
            <w:noWrap/>
            <w:vAlign w:val="bottom"/>
            <w:hideMark/>
          </w:tcPr>
          <w:p w:rsidR="00414A6D" w:rsidRDefault="00AE4688" w:rsidP="0078672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городского поселения </w:t>
            </w:r>
          </w:p>
          <w:p w:rsidR="00AE4688" w:rsidRPr="00AE4688" w:rsidRDefault="00AE4688" w:rsidP="0078672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"Город Амурск"</w:t>
            </w:r>
          </w:p>
        </w:tc>
      </w:tr>
      <w:tr w:rsidR="00AE4688" w:rsidRPr="00AE4688" w:rsidTr="004728B2">
        <w:trPr>
          <w:gridAfter w:val="1"/>
          <w:wAfter w:w="425" w:type="dxa"/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11" w:type="dxa"/>
            <w:gridSpan w:val="3"/>
            <w:shd w:val="clear" w:color="auto" w:fill="auto"/>
            <w:noWrap/>
            <w:vAlign w:val="bottom"/>
            <w:hideMark/>
          </w:tcPr>
          <w:p w:rsidR="00AE4688" w:rsidRPr="00AE4688" w:rsidRDefault="00AE4688" w:rsidP="0078672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Амурского муниципального района</w:t>
            </w:r>
          </w:p>
        </w:tc>
      </w:tr>
      <w:tr w:rsidR="00AE4688" w:rsidRPr="00AE4688" w:rsidTr="004728B2">
        <w:trPr>
          <w:gridAfter w:val="1"/>
          <w:wAfter w:w="425" w:type="dxa"/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11" w:type="dxa"/>
            <w:gridSpan w:val="3"/>
            <w:shd w:val="clear" w:color="auto" w:fill="auto"/>
            <w:noWrap/>
            <w:vAlign w:val="bottom"/>
            <w:hideMark/>
          </w:tcPr>
          <w:p w:rsidR="00AE4688" w:rsidRPr="00AE4688" w:rsidRDefault="00AE4688" w:rsidP="0078672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Хабаровского края</w:t>
            </w:r>
          </w:p>
        </w:tc>
      </w:tr>
      <w:tr w:rsidR="00AE4688" w:rsidRPr="00AE4688" w:rsidTr="004728B2">
        <w:trPr>
          <w:gridAfter w:val="1"/>
          <w:wAfter w:w="425" w:type="dxa"/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11" w:type="dxa"/>
            <w:gridSpan w:val="3"/>
            <w:shd w:val="clear" w:color="auto" w:fill="auto"/>
            <w:noWrap/>
            <w:vAlign w:val="bottom"/>
            <w:hideMark/>
          </w:tcPr>
          <w:p w:rsidR="00AE4688" w:rsidRPr="00AE4688" w:rsidRDefault="00AE4688" w:rsidP="00F87E17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18.12.2015  № 113</w:t>
            </w:r>
          </w:p>
        </w:tc>
      </w:tr>
      <w:tr w:rsidR="00AE4688" w:rsidRPr="00AE4688" w:rsidTr="004728B2">
        <w:trPr>
          <w:gridAfter w:val="1"/>
          <w:wAfter w:w="425" w:type="dxa"/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11" w:type="dxa"/>
            <w:gridSpan w:val="3"/>
            <w:shd w:val="clear" w:color="auto" w:fill="auto"/>
            <w:noWrap/>
            <w:vAlign w:val="bottom"/>
            <w:hideMark/>
          </w:tcPr>
          <w:p w:rsidR="00AE4688" w:rsidRPr="00AE4688" w:rsidRDefault="00AE4688" w:rsidP="0078672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ред. решения Совета депутатов</w:t>
            </w:r>
          </w:p>
        </w:tc>
      </w:tr>
      <w:tr w:rsidR="00AE4688" w:rsidRPr="00AE4688" w:rsidTr="004728B2">
        <w:trPr>
          <w:gridAfter w:val="1"/>
          <w:wAfter w:w="425" w:type="dxa"/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11" w:type="dxa"/>
            <w:gridSpan w:val="3"/>
            <w:shd w:val="clear" w:color="auto" w:fill="auto"/>
            <w:noWrap/>
            <w:vAlign w:val="bottom"/>
            <w:hideMark/>
          </w:tcPr>
          <w:p w:rsidR="00AE4688" w:rsidRPr="00AE4688" w:rsidRDefault="005343E7" w:rsidP="00786729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6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17.09.2015</w:t>
            </w:r>
            <w:r w:rsidRPr="007D6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170</w:t>
            </w:r>
          </w:p>
        </w:tc>
      </w:tr>
      <w:tr w:rsidR="00AE4688" w:rsidRPr="00AE4688" w:rsidTr="004728B2">
        <w:trPr>
          <w:trHeight w:val="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E4688" w:rsidRPr="00AE4688" w:rsidTr="004728B2">
        <w:trPr>
          <w:trHeight w:val="276"/>
        </w:trPr>
        <w:tc>
          <w:tcPr>
            <w:tcW w:w="949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4688" w:rsidRPr="00AE4688" w:rsidRDefault="00AE4688" w:rsidP="00AE4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и объемы финансиров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ания  муниципальных  программ </w:t>
            </w: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местного бюджета на 2015 год</w:t>
            </w:r>
          </w:p>
        </w:tc>
      </w:tr>
      <w:tr w:rsidR="00AE4688" w:rsidRPr="00AE4688" w:rsidTr="004728B2">
        <w:trPr>
          <w:trHeight w:val="276"/>
        </w:trPr>
        <w:tc>
          <w:tcPr>
            <w:tcW w:w="949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E4688" w:rsidRPr="00AE4688" w:rsidRDefault="00AE4688" w:rsidP="00AE4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E4688" w:rsidRPr="00AE4688" w:rsidTr="00F87E17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F87E1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F87E1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F87E1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F87E1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финансирования, тыс. руб.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муниципальной службы в городском поселении «Город Амурск»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110,950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«Предупреждение коррупции в городском поселении «Город Амурск»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«Поддержка общественных объединений и некоммерческих организаций»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«Информатизация городского поселения «Город Амурск»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2480,000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"Создание условий для эффективного использования муниципального имущества городского поселения "Город Амурск"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1440,000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«Защита населения на территории городского поселения «Город Амурск» от ЧС»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1161,931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системы гражданской обороны в городе Амурске"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16,600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«Безопасный город» муниципального образования городское поселение «Город Амурск»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167,969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сельского хозяйства в городском поселении «Город Амурск»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«Содержание, ремонт и развитие дорожной сети городского поселения «Город Амурск»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40647,659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и поддержка малого и среднего предпринимательства  в городском поселении «Город Амурск»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335,000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«Восстановление работоспособности ливневой канализации на территории городского поселения «Город Амурск»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«Чистая вода» на территории городского поселения «Город Амурск»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 программа </w:t>
            </w: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«Строительство, ремонт и модернизация линий уличного освещения в городском поселении «Город Амурск»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 программа «Сохранение и развитие зеленого фонда  городского поселения «Город Амурск»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сферы ритуальных услуг и мест погребения в городском поселении «Город Амурск»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3950,000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"Город Амурск"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865,000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«Молодежь города  Амурска»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«Организация трудоустройства несовершеннолетних в летний период в городском поселении «Город Амурск»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«Обеспечение жильем молодых семей в городе Амурске»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6846,383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физической культуры и спорта в городе Амурске»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1329,000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внутреннего и въездного туризма в городе Амурске»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культурно – досугового обслуживания населения города"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31910,490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«Развитие кинопроката и киновидео</w:t>
            </w:r>
            <w:r w:rsidR="002D4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бслуживания населения городского поселения «Город Амурск»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8032,500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 программа «Сохранение биологического разнообразия видов растений и обеспечение экологического просвещения населения города Амурска»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5840,632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«Создание условий для обеспечения доступности и сохранности музейных фондов»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5828,800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«Читающий город»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7563,217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«Создание условий для обеспечения доступности и сохранности ценных и охраняемых растений Дальнего Востока»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4550,000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"Мероприятия в области градостроительной деятельности"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среда» в городском поселении «Город Амурск»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460,000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«Поддержка и развитие средств массовой информации в городском поселении «Город Амурск»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«Повышение безопасности дорожного движения на территории горда Амурска»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"Комплексное </w:t>
            </w:r>
            <w:r w:rsidRPr="00AE46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освоение территории для развития малоэтажного строительства в городе Амурск"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2988,056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водохозяйственного комплекса на территории городского поселения "Город Амурск"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35 00000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88" w:rsidRPr="00AE4688" w:rsidRDefault="00AE4688" w:rsidP="002D460A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"Ремонт жилого фонда в городе Амурске"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36 0000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450,000</w:t>
            </w:r>
          </w:p>
        </w:tc>
      </w:tr>
      <w:tr w:rsidR="00AE4688" w:rsidRPr="00AE4688" w:rsidTr="00630345">
        <w:trPr>
          <w:trHeight w:val="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4688" w:rsidRPr="00AE4688" w:rsidRDefault="00AE4688" w:rsidP="002D460A">
            <w:pPr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 программам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4688" w:rsidRPr="00AE4688" w:rsidRDefault="00AE4688" w:rsidP="002D460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4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139684,187</w:t>
            </w:r>
          </w:p>
        </w:tc>
      </w:tr>
    </w:tbl>
    <w:p w:rsidR="00AE4688" w:rsidRDefault="00AE4688" w:rsidP="005123A0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4728B2" w:rsidRDefault="004728B2" w:rsidP="005123A0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5343E7" w:rsidRDefault="005343E7" w:rsidP="005123A0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4728B2" w:rsidRPr="004728B2" w:rsidRDefault="004728B2" w:rsidP="004728B2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709"/>
        <w:rPr>
          <w:rFonts w:ascii="Times New Roman" w:hAnsi="Times New Roman" w:cs="Times New Roman"/>
          <w:snapToGrid w:val="0"/>
          <w:sz w:val="28"/>
          <w:szCs w:val="28"/>
        </w:rPr>
      </w:pPr>
      <w:r w:rsidRPr="004728B2">
        <w:rPr>
          <w:rFonts w:ascii="Times New Roman" w:hAnsi="Times New Roman" w:cs="Times New Roman"/>
          <w:snapToGrid w:val="0"/>
          <w:sz w:val="28"/>
          <w:szCs w:val="28"/>
        </w:rPr>
        <w:t xml:space="preserve">Глава городского поселения                                                        </w:t>
      </w:r>
      <w:r w:rsidR="005343E7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4728B2">
        <w:rPr>
          <w:rFonts w:ascii="Times New Roman" w:hAnsi="Times New Roman" w:cs="Times New Roman"/>
          <w:snapToGrid w:val="0"/>
          <w:sz w:val="28"/>
          <w:szCs w:val="28"/>
        </w:rPr>
        <w:t xml:space="preserve"> Б.П. Редькин  </w:t>
      </w:r>
    </w:p>
    <w:p w:rsidR="004728B2" w:rsidRPr="004728B2" w:rsidRDefault="004728B2" w:rsidP="004728B2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709"/>
        <w:rPr>
          <w:rFonts w:ascii="Times New Roman" w:hAnsi="Times New Roman" w:cs="Times New Roman"/>
          <w:snapToGrid w:val="0"/>
          <w:sz w:val="28"/>
          <w:szCs w:val="28"/>
        </w:rPr>
      </w:pPr>
    </w:p>
    <w:p w:rsidR="004728B2" w:rsidRDefault="004728B2" w:rsidP="004728B2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709"/>
        <w:rPr>
          <w:rFonts w:ascii="Times New Roman" w:hAnsi="Times New Roman" w:cs="Times New Roman"/>
          <w:snapToGrid w:val="0"/>
          <w:sz w:val="28"/>
          <w:szCs w:val="28"/>
        </w:rPr>
      </w:pPr>
    </w:p>
    <w:p w:rsidR="005343E7" w:rsidRPr="004728B2" w:rsidRDefault="005343E7" w:rsidP="004728B2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709"/>
        <w:rPr>
          <w:rFonts w:ascii="Times New Roman" w:hAnsi="Times New Roman" w:cs="Times New Roman"/>
          <w:snapToGrid w:val="0"/>
          <w:sz w:val="28"/>
          <w:szCs w:val="28"/>
        </w:rPr>
      </w:pPr>
    </w:p>
    <w:p w:rsidR="004728B2" w:rsidRPr="004728B2" w:rsidRDefault="004728B2" w:rsidP="004728B2">
      <w:pPr>
        <w:tabs>
          <w:tab w:val="left" w:pos="0"/>
          <w:tab w:val="left" w:pos="2865"/>
          <w:tab w:val="left" w:pos="5954"/>
          <w:tab w:val="left" w:pos="6000"/>
          <w:tab w:val="left" w:pos="6225"/>
          <w:tab w:val="center" w:pos="7866"/>
          <w:tab w:val="right" w:pos="9355"/>
        </w:tabs>
        <w:spacing w:after="0" w:line="240" w:lineRule="auto"/>
        <w:ind w:left="5529" w:hanging="5709"/>
        <w:rPr>
          <w:rFonts w:ascii="Times New Roman" w:hAnsi="Times New Roman" w:cs="Times New Roman"/>
          <w:snapToGrid w:val="0"/>
          <w:sz w:val="28"/>
          <w:szCs w:val="28"/>
        </w:rPr>
      </w:pPr>
      <w:r w:rsidRPr="004728B2"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Совета депутатов                                                </w:t>
      </w:r>
      <w:r w:rsidR="005343E7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4728B2">
        <w:rPr>
          <w:rFonts w:ascii="Times New Roman" w:hAnsi="Times New Roman" w:cs="Times New Roman"/>
          <w:snapToGrid w:val="0"/>
          <w:sz w:val="28"/>
          <w:szCs w:val="28"/>
        </w:rPr>
        <w:t xml:space="preserve"> Л.Е. Кавелина     </w:t>
      </w:r>
    </w:p>
    <w:p w:rsidR="004728B2" w:rsidRDefault="004728B2" w:rsidP="004728B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28B2" w:rsidRPr="005123A0" w:rsidRDefault="004728B2" w:rsidP="005123A0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sectPr w:rsidR="004728B2" w:rsidRPr="005123A0" w:rsidSect="007D64FC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D63" w:rsidRDefault="00385D63">
      <w:pPr>
        <w:spacing w:after="0" w:line="240" w:lineRule="auto"/>
      </w:pPr>
      <w:r>
        <w:separator/>
      </w:r>
    </w:p>
  </w:endnote>
  <w:endnote w:type="continuationSeparator" w:id="0">
    <w:p w:rsidR="00385D63" w:rsidRDefault="00385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D63" w:rsidRDefault="00385D63">
      <w:pPr>
        <w:spacing w:after="0" w:line="240" w:lineRule="auto"/>
      </w:pPr>
      <w:r>
        <w:separator/>
      </w:r>
    </w:p>
  </w:footnote>
  <w:footnote w:type="continuationSeparator" w:id="0">
    <w:p w:rsidR="00385D63" w:rsidRDefault="00385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1669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96566" w:rsidRPr="0096440F" w:rsidRDefault="00596566">
        <w:pPr>
          <w:pStyle w:val="a5"/>
          <w:jc w:val="center"/>
          <w:rPr>
            <w:rFonts w:ascii="Times New Roman" w:hAnsi="Times New Roman" w:cs="Times New Roman"/>
          </w:rPr>
        </w:pPr>
        <w:r w:rsidRPr="0096440F">
          <w:rPr>
            <w:rFonts w:ascii="Times New Roman" w:hAnsi="Times New Roman" w:cs="Times New Roman"/>
          </w:rPr>
          <w:fldChar w:fldCharType="begin"/>
        </w:r>
        <w:r w:rsidRPr="0096440F">
          <w:rPr>
            <w:rFonts w:ascii="Times New Roman" w:hAnsi="Times New Roman" w:cs="Times New Roman"/>
          </w:rPr>
          <w:instrText>PAGE   \* MERGEFORMAT</w:instrText>
        </w:r>
        <w:r w:rsidRPr="0096440F">
          <w:rPr>
            <w:rFonts w:ascii="Times New Roman" w:hAnsi="Times New Roman" w:cs="Times New Roman"/>
          </w:rPr>
          <w:fldChar w:fldCharType="separate"/>
        </w:r>
        <w:r w:rsidR="003D6DC1">
          <w:rPr>
            <w:rFonts w:ascii="Times New Roman" w:hAnsi="Times New Roman" w:cs="Times New Roman"/>
            <w:noProof/>
          </w:rPr>
          <w:t>47</w:t>
        </w:r>
        <w:r w:rsidRPr="0096440F">
          <w:rPr>
            <w:rFonts w:ascii="Times New Roman" w:hAnsi="Times New Roman" w:cs="Times New Roman"/>
          </w:rPr>
          <w:fldChar w:fldCharType="end"/>
        </w:r>
      </w:p>
    </w:sdtContent>
  </w:sdt>
  <w:p w:rsidR="00596566" w:rsidRDefault="005965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6C1"/>
    <w:rsid w:val="000163A6"/>
    <w:rsid w:val="0002255E"/>
    <w:rsid w:val="000742C8"/>
    <w:rsid w:val="000C67B7"/>
    <w:rsid w:val="0010112F"/>
    <w:rsid w:val="00110531"/>
    <w:rsid w:val="00117CC5"/>
    <w:rsid w:val="00122F5B"/>
    <w:rsid w:val="001366C0"/>
    <w:rsid w:val="0019489F"/>
    <w:rsid w:val="001A58C6"/>
    <w:rsid w:val="0020188D"/>
    <w:rsid w:val="0025138A"/>
    <w:rsid w:val="0026573F"/>
    <w:rsid w:val="00294322"/>
    <w:rsid w:val="002C7066"/>
    <w:rsid w:val="002D460A"/>
    <w:rsid w:val="002E38C2"/>
    <w:rsid w:val="0034296E"/>
    <w:rsid w:val="00377189"/>
    <w:rsid w:val="003833D6"/>
    <w:rsid w:val="00385D63"/>
    <w:rsid w:val="003928E2"/>
    <w:rsid w:val="003A4986"/>
    <w:rsid w:val="003D6DC1"/>
    <w:rsid w:val="00414A6D"/>
    <w:rsid w:val="00461A5E"/>
    <w:rsid w:val="00461E35"/>
    <w:rsid w:val="004728B2"/>
    <w:rsid w:val="004E5956"/>
    <w:rsid w:val="0050219C"/>
    <w:rsid w:val="005123A0"/>
    <w:rsid w:val="00517409"/>
    <w:rsid w:val="005343E7"/>
    <w:rsid w:val="00547887"/>
    <w:rsid w:val="00555DE5"/>
    <w:rsid w:val="00586F70"/>
    <w:rsid w:val="00596566"/>
    <w:rsid w:val="00630345"/>
    <w:rsid w:val="006433CC"/>
    <w:rsid w:val="006524C5"/>
    <w:rsid w:val="006A0DA2"/>
    <w:rsid w:val="006C1C4F"/>
    <w:rsid w:val="006E1D34"/>
    <w:rsid w:val="006E295C"/>
    <w:rsid w:val="006F4A54"/>
    <w:rsid w:val="00700507"/>
    <w:rsid w:val="00753529"/>
    <w:rsid w:val="00786729"/>
    <w:rsid w:val="007D64FC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AD4F25"/>
    <w:rsid w:val="00AE4688"/>
    <w:rsid w:val="00B3442B"/>
    <w:rsid w:val="00B4778C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06C1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87E17"/>
    <w:rsid w:val="00F97080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EB06C1"/>
    <w:pPr>
      <w:keepNext/>
      <w:widowControl w:val="0"/>
      <w:autoSpaceDE w:val="0"/>
      <w:autoSpaceDN w:val="0"/>
      <w:spacing w:after="0" w:line="240" w:lineRule="auto"/>
      <w:ind w:left="720" w:firstLine="720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B06C1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EB06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EB0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06C1"/>
  </w:style>
  <w:style w:type="paragraph" w:customStyle="1" w:styleId="a7">
    <w:name w:val="Îáû÷íûé"/>
    <w:rsid w:val="00EB06C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2943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43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EB06C1"/>
    <w:pPr>
      <w:keepNext/>
      <w:widowControl w:val="0"/>
      <w:autoSpaceDE w:val="0"/>
      <w:autoSpaceDN w:val="0"/>
      <w:spacing w:after="0" w:line="240" w:lineRule="auto"/>
      <w:ind w:left="720" w:firstLine="720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B06C1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EB06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EB0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06C1"/>
  </w:style>
  <w:style w:type="paragraph" w:customStyle="1" w:styleId="a7">
    <w:name w:val="Îáû÷íûé"/>
    <w:rsid w:val="00EB06C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2943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4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4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7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190</TotalTime>
  <Pages>47</Pages>
  <Words>15703</Words>
  <Characters>89510</Characters>
  <Application>Microsoft Office Word</Application>
  <DocSecurity>0</DocSecurity>
  <Lines>745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105003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cp:lastPrinted>2015-09-18T01:37:00Z</cp:lastPrinted>
  <dcterms:created xsi:type="dcterms:W3CDTF">2015-09-18T01:02:00Z</dcterms:created>
  <dcterms:modified xsi:type="dcterms:W3CDTF">2015-09-28T05:26:00Z</dcterms:modified>
</cp:coreProperties>
</file>