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502920" cy="609600"/>
            <wp:effectExtent l="0" t="0" r="0" b="0"/>
            <wp:docPr id="2" name="Рисунок 2" descr="Гербы_Хабаровского края_2400d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ы_Хабаровского края_2400dP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38EC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502920" cy="609600"/>
            <wp:effectExtent l="0" t="0" r="0" b="0"/>
            <wp:docPr id="1" name="Рисунок 1" descr="Гербы_Амурска_2400d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ы_Амурска_2400dP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0E34CC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18.06.2015                                                                                                              № 156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Default="00F33215" w:rsidP="000E34CC">
      <w:pPr>
        <w:pStyle w:val="2"/>
        <w:rPr>
          <w:b w:val="0"/>
          <w:szCs w:val="28"/>
        </w:rPr>
      </w:pPr>
    </w:p>
    <w:p w:rsidR="00F33215" w:rsidRDefault="00F33215" w:rsidP="000E34CC">
      <w:pPr>
        <w:pStyle w:val="2"/>
        <w:rPr>
          <w:b w:val="0"/>
          <w:szCs w:val="28"/>
        </w:rPr>
      </w:pPr>
    </w:p>
    <w:p w:rsidR="000E34CC" w:rsidRPr="000E34CC" w:rsidRDefault="000E34CC" w:rsidP="000E34CC">
      <w:pPr>
        <w:pStyle w:val="ConsTitle"/>
        <w:widowControl/>
        <w:spacing w:line="2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E34CC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решение Совета депутатов городского поселения «Город Амурск» от 18.12.2014 №113 «О местном бюджете на 2015 год и на плановый период 2016 и 2017 годов» </w:t>
      </w:r>
    </w:p>
    <w:p w:rsidR="000E34CC" w:rsidRDefault="000E34CC" w:rsidP="000E34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0E34CC" w:rsidRPr="000E34CC" w:rsidRDefault="000E34CC" w:rsidP="000E34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0E34CC" w:rsidRPr="000E34CC" w:rsidRDefault="000E34CC" w:rsidP="000E34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0E34CC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 Положением о бюджетном процессе в городском поселении «Город Амурск», утверждённым решением Совета депутатов городского поселения «Город Амурск» от 18 июля 2013 №449, руководствуясь Уставом городского поселения «Город Амурск» Амурского муниципального района Хабаровского края, Совет депутатов городского поселения «Город Амурск</w:t>
      </w:r>
      <w:proofErr w:type="gramEnd"/>
      <w:r w:rsidRPr="000E34CC">
        <w:rPr>
          <w:rFonts w:ascii="Times New Roman" w:hAnsi="Times New Roman"/>
          <w:sz w:val="28"/>
          <w:szCs w:val="28"/>
        </w:rPr>
        <w:t>» Амурского муниципального района Хабаровского края</w:t>
      </w:r>
    </w:p>
    <w:p w:rsidR="000E34CC" w:rsidRPr="000E34CC" w:rsidRDefault="000E34CC" w:rsidP="000E34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E34CC">
        <w:rPr>
          <w:rFonts w:ascii="Times New Roman" w:hAnsi="Times New Roman"/>
          <w:sz w:val="28"/>
          <w:szCs w:val="28"/>
        </w:rPr>
        <w:t>РЕШИЛ:</w:t>
      </w:r>
    </w:p>
    <w:p w:rsidR="000E34CC" w:rsidRPr="000E34CC" w:rsidRDefault="000E34CC" w:rsidP="000E34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4CC">
        <w:rPr>
          <w:rFonts w:ascii="Times New Roman" w:hAnsi="Times New Roman"/>
          <w:sz w:val="28"/>
          <w:szCs w:val="28"/>
        </w:rPr>
        <w:tab/>
        <w:t>1. Внести в Решение Совета депутатов городского поселения «Город Амурск» Амурского муниципального района Хабаровского края от 18.12.2014 №113 «О местном бюджете на 2015 год и на плановый период 2016 и 2017 годов» следующие изменения:</w:t>
      </w:r>
    </w:p>
    <w:p w:rsidR="000E34CC" w:rsidRPr="000E34CC" w:rsidRDefault="000E34CC" w:rsidP="000E34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4CC">
        <w:rPr>
          <w:rFonts w:ascii="Times New Roman" w:hAnsi="Times New Roman"/>
          <w:sz w:val="28"/>
          <w:szCs w:val="28"/>
        </w:rPr>
        <w:tab/>
        <w:t>1.1. Подпункты 1,2,3 пункта 1 изложить в следующей редакции:</w:t>
      </w:r>
    </w:p>
    <w:p w:rsidR="000E34CC" w:rsidRPr="000E34CC" w:rsidRDefault="000E34CC" w:rsidP="000E34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E34CC">
        <w:rPr>
          <w:rFonts w:ascii="Times New Roman" w:hAnsi="Times New Roman"/>
          <w:sz w:val="28"/>
          <w:szCs w:val="28"/>
        </w:rPr>
        <w:t>«1) общий объем доходов местного бюджета в сумме 205 873,289 тыс. рублей, из них налоговые и неналоговые доходы в сумме 178 471,872 тыс. рублей, дотации и межбюджетные трансферты в сумме 27 401,417 тыс. рублей;</w:t>
      </w:r>
    </w:p>
    <w:p w:rsidR="000E34CC" w:rsidRPr="000E34CC" w:rsidRDefault="000E34CC" w:rsidP="000E34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E34CC">
        <w:rPr>
          <w:rFonts w:ascii="Times New Roman" w:hAnsi="Times New Roman"/>
          <w:sz w:val="28"/>
          <w:szCs w:val="28"/>
        </w:rPr>
        <w:t>2) общий объём расходов местного бюджета в сумме 213 010,398 тыс. рублей;</w:t>
      </w:r>
    </w:p>
    <w:p w:rsidR="000E34CC" w:rsidRPr="000E34CC" w:rsidRDefault="000E34CC" w:rsidP="000E34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E34CC">
        <w:rPr>
          <w:rFonts w:ascii="Times New Roman" w:hAnsi="Times New Roman"/>
          <w:sz w:val="28"/>
          <w:szCs w:val="28"/>
        </w:rPr>
        <w:t>3) дефицит местного бюджета в сумме 7 137,109 тыс. рублей</w:t>
      </w:r>
      <w:proofErr w:type="gramStart"/>
      <w:r w:rsidRPr="000E34CC">
        <w:rPr>
          <w:rFonts w:ascii="Times New Roman" w:hAnsi="Times New Roman"/>
          <w:sz w:val="28"/>
          <w:szCs w:val="28"/>
        </w:rPr>
        <w:t>;»</w:t>
      </w:r>
      <w:proofErr w:type="gramEnd"/>
      <w:r w:rsidRPr="000E34CC">
        <w:rPr>
          <w:rFonts w:ascii="Times New Roman" w:hAnsi="Times New Roman"/>
          <w:sz w:val="28"/>
          <w:szCs w:val="28"/>
        </w:rPr>
        <w:t>;</w:t>
      </w:r>
    </w:p>
    <w:p w:rsidR="000E34CC" w:rsidRPr="000E34CC" w:rsidRDefault="000E34CC" w:rsidP="000E34CC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E34CC">
        <w:rPr>
          <w:rFonts w:ascii="Times New Roman" w:hAnsi="Times New Roman"/>
          <w:b w:val="0"/>
          <w:sz w:val="28"/>
          <w:szCs w:val="28"/>
        </w:rPr>
        <w:t>1.2.</w:t>
      </w:r>
      <w:r w:rsidRPr="000E34CC">
        <w:rPr>
          <w:rFonts w:ascii="Times New Roman" w:hAnsi="Times New Roman"/>
          <w:sz w:val="28"/>
          <w:szCs w:val="28"/>
        </w:rPr>
        <w:t xml:space="preserve"> </w:t>
      </w:r>
      <w:r w:rsidRPr="000E34CC">
        <w:rPr>
          <w:rFonts w:ascii="Times New Roman" w:hAnsi="Times New Roman" w:cs="Times New Roman"/>
          <w:b w:val="0"/>
          <w:sz w:val="28"/>
          <w:szCs w:val="28"/>
        </w:rPr>
        <w:t xml:space="preserve">Приложение № 1 изложить в новой редакции согласно приложению. </w:t>
      </w:r>
    </w:p>
    <w:p w:rsidR="000E34CC" w:rsidRPr="000E34CC" w:rsidRDefault="000E34CC" w:rsidP="000E34CC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E34CC">
        <w:rPr>
          <w:rFonts w:ascii="Times New Roman" w:hAnsi="Times New Roman" w:cs="Times New Roman"/>
          <w:b w:val="0"/>
          <w:sz w:val="28"/>
          <w:szCs w:val="28"/>
        </w:rPr>
        <w:t xml:space="preserve">1.3. Приложение № 5 изложить в новой редакции согласно приложению </w:t>
      </w:r>
    </w:p>
    <w:p w:rsidR="000E34CC" w:rsidRPr="000E34CC" w:rsidRDefault="000E34CC" w:rsidP="000E34CC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E34CC">
        <w:rPr>
          <w:rFonts w:ascii="Times New Roman" w:hAnsi="Times New Roman" w:cs="Times New Roman"/>
          <w:b w:val="0"/>
          <w:sz w:val="28"/>
          <w:szCs w:val="28"/>
        </w:rPr>
        <w:t>1.4. Приложение № 7 изложить в новой редакции согласно приложению.</w:t>
      </w:r>
    </w:p>
    <w:p w:rsidR="000E34CC" w:rsidRPr="000E34CC" w:rsidRDefault="000E34CC" w:rsidP="000E34CC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E34CC">
        <w:rPr>
          <w:rFonts w:ascii="Times New Roman" w:hAnsi="Times New Roman" w:cs="Times New Roman"/>
          <w:b w:val="0"/>
          <w:sz w:val="28"/>
          <w:szCs w:val="28"/>
        </w:rPr>
        <w:t>1.5. Приложение № 9 изложить в новой редакции согласно приложению.</w:t>
      </w:r>
    </w:p>
    <w:p w:rsidR="000E34CC" w:rsidRDefault="000E34CC" w:rsidP="000E34CC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E34CC">
        <w:rPr>
          <w:rFonts w:ascii="Times New Roman" w:hAnsi="Times New Roman" w:cs="Times New Roman"/>
          <w:b w:val="0"/>
          <w:sz w:val="28"/>
          <w:szCs w:val="28"/>
        </w:rPr>
        <w:t>1.6. Приложение № 11 изложить в новой редакции согласно приложению.</w:t>
      </w:r>
    </w:p>
    <w:p w:rsidR="000E34CC" w:rsidRDefault="000E34CC" w:rsidP="000E34CC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  <w:sectPr w:rsidR="000E34CC" w:rsidSect="0096440F">
          <w:headerReference w:type="default" r:id="rId9"/>
          <w:pgSz w:w="11906" w:h="16838"/>
          <w:pgMar w:top="227" w:right="567" w:bottom="1134" w:left="1985" w:header="709" w:footer="709" w:gutter="0"/>
          <w:cols w:space="708"/>
          <w:titlePg/>
          <w:docGrid w:linePitch="360"/>
        </w:sectPr>
      </w:pPr>
    </w:p>
    <w:p w:rsidR="000E34CC" w:rsidRPr="000E34CC" w:rsidRDefault="000E34CC" w:rsidP="000E34CC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 w:rsidRPr="000E34CC">
        <w:rPr>
          <w:rFonts w:ascii="Times New Roman" w:hAnsi="Times New Roman"/>
          <w:sz w:val="28"/>
          <w:szCs w:val="28"/>
        </w:rPr>
        <w:lastRenderedPageBreak/>
        <w:t>2. Контроль над выполнением решения возложить на постоянную комиссию Совета депутатов по социально-экономическому развитию, бюджету, финансовому регулированию и налоговой политике.</w:t>
      </w:r>
    </w:p>
    <w:p w:rsidR="000E34CC" w:rsidRPr="000E34CC" w:rsidRDefault="000E34CC" w:rsidP="000E34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E34CC">
        <w:rPr>
          <w:rFonts w:ascii="Times New Roman" w:hAnsi="Times New Roman"/>
          <w:sz w:val="28"/>
          <w:szCs w:val="28"/>
        </w:rPr>
        <w:t>3. Настоящее решение вступает в силу после официального опубликования и распространяется на правоотношения, возникшие с 01 января 2015 года.</w:t>
      </w:r>
    </w:p>
    <w:p w:rsidR="000E34CC" w:rsidRDefault="000E34CC" w:rsidP="000E34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34CC" w:rsidRPr="000E34CC" w:rsidRDefault="000E34CC" w:rsidP="000E34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34CC" w:rsidRPr="000E34CC" w:rsidRDefault="000E34CC" w:rsidP="000E34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4CC">
        <w:rPr>
          <w:rFonts w:ascii="Times New Roman" w:hAnsi="Times New Roman"/>
          <w:sz w:val="28"/>
          <w:szCs w:val="28"/>
        </w:rPr>
        <w:t>Глава городского поселения</w:t>
      </w:r>
      <w:r w:rsidRPr="000E34CC">
        <w:rPr>
          <w:rFonts w:ascii="Times New Roman" w:hAnsi="Times New Roman"/>
          <w:sz w:val="28"/>
          <w:szCs w:val="28"/>
        </w:rPr>
        <w:tab/>
      </w:r>
      <w:r w:rsidRPr="000E34CC">
        <w:rPr>
          <w:rFonts w:ascii="Times New Roman" w:hAnsi="Times New Roman"/>
          <w:sz w:val="28"/>
          <w:szCs w:val="28"/>
        </w:rPr>
        <w:tab/>
        <w:t xml:space="preserve">                      </w:t>
      </w:r>
      <w:r w:rsidRPr="000E34CC">
        <w:rPr>
          <w:rFonts w:ascii="Times New Roman" w:hAnsi="Times New Roman"/>
          <w:sz w:val="28"/>
          <w:szCs w:val="28"/>
        </w:rPr>
        <w:tab/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0E34CC">
        <w:rPr>
          <w:rFonts w:ascii="Times New Roman" w:hAnsi="Times New Roman"/>
          <w:sz w:val="28"/>
          <w:szCs w:val="28"/>
        </w:rPr>
        <w:t>Б.П. Редькин</w:t>
      </w:r>
    </w:p>
    <w:p w:rsidR="000E34CC" w:rsidRDefault="000E34CC" w:rsidP="000E34CC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0E34CC" w:rsidRDefault="000E34CC" w:rsidP="000E34CC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0E34CC" w:rsidRDefault="000E34CC" w:rsidP="000E34CC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0E34CC">
        <w:rPr>
          <w:rFonts w:ascii="Times New Roman" w:hAnsi="Times New Roman"/>
          <w:spacing w:val="-1"/>
          <w:sz w:val="28"/>
          <w:szCs w:val="28"/>
        </w:rPr>
        <w:t xml:space="preserve">Председатель Совета депутатов                              </w:t>
      </w:r>
      <w:r>
        <w:rPr>
          <w:rFonts w:ascii="Times New Roman" w:hAnsi="Times New Roman"/>
          <w:spacing w:val="-1"/>
          <w:sz w:val="28"/>
          <w:szCs w:val="28"/>
        </w:rPr>
        <w:t xml:space="preserve">                          </w:t>
      </w:r>
      <w:r w:rsidRPr="000E34CC">
        <w:rPr>
          <w:rFonts w:ascii="Times New Roman" w:hAnsi="Times New Roman"/>
          <w:spacing w:val="-1"/>
          <w:sz w:val="28"/>
          <w:szCs w:val="28"/>
        </w:rPr>
        <w:t xml:space="preserve">Л.Е. </w:t>
      </w:r>
      <w:proofErr w:type="spellStart"/>
      <w:r w:rsidRPr="000E34CC">
        <w:rPr>
          <w:rFonts w:ascii="Times New Roman" w:hAnsi="Times New Roman"/>
          <w:spacing w:val="-1"/>
          <w:sz w:val="28"/>
          <w:szCs w:val="28"/>
        </w:rPr>
        <w:t>Кавелина</w:t>
      </w:r>
      <w:proofErr w:type="spellEnd"/>
    </w:p>
    <w:p w:rsidR="001176F2" w:rsidRDefault="001176F2" w:rsidP="000E34CC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1176F2" w:rsidRDefault="001176F2" w:rsidP="000E34CC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1176F2" w:rsidRDefault="001176F2" w:rsidP="000E34CC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1176F2" w:rsidRDefault="001176F2" w:rsidP="000E34CC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  <w:sectPr w:rsidR="001176F2" w:rsidSect="000E34CC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tbl>
      <w:tblPr>
        <w:tblW w:w="1004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860"/>
        <w:gridCol w:w="274"/>
        <w:gridCol w:w="4096"/>
        <w:gridCol w:w="1276"/>
        <w:gridCol w:w="1418"/>
        <w:gridCol w:w="123"/>
      </w:tblGrid>
      <w:tr w:rsidR="001176F2" w:rsidRPr="001176F2" w:rsidTr="00C36506">
        <w:trPr>
          <w:trHeight w:val="227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6F2" w:rsidRPr="001176F2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6F2" w:rsidRPr="001176F2" w:rsidRDefault="001176F2" w:rsidP="005423D8">
            <w:pPr>
              <w:spacing w:after="0" w:line="240" w:lineRule="exact"/>
              <w:ind w:firstLine="256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176F2">
              <w:rPr>
                <w:rFonts w:ascii="Times New Roman" w:eastAsia="Times New Roman" w:hAnsi="Times New Roman" w:cs="Times New Roman"/>
                <w:sz w:val="26"/>
                <w:szCs w:val="26"/>
              </w:rPr>
              <w:t>ПРИЛОЖЕНИЕ № 1</w:t>
            </w:r>
          </w:p>
        </w:tc>
      </w:tr>
      <w:tr w:rsidR="001176F2" w:rsidRPr="001176F2" w:rsidTr="00C36506">
        <w:trPr>
          <w:trHeight w:val="227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6F2" w:rsidRPr="001176F2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6F2" w:rsidRPr="001176F2" w:rsidRDefault="001176F2" w:rsidP="005423D8">
            <w:pPr>
              <w:spacing w:after="0" w:line="240" w:lineRule="exact"/>
              <w:ind w:firstLine="256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176F2">
              <w:rPr>
                <w:rFonts w:ascii="Times New Roman" w:eastAsia="Times New Roman" w:hAnsi="Times New Roman" w:cs="Times New Roman"/>
                <w:sz w:val="26"/>
                <w:szCs w:val="26"/>
              </w:rPr>
              <w:t>к  Решению Совета депутатов</w:t>
            </w:r>
          </w:p>
        </w:tc>
      </w:tr>
      <w:tr w:rsidR="001176F2" w:rsidRPr="001176F2" w:rsidTr="00C36506">
        <w:trPr>
          <w:trHeight w:val="227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6F2" w:rsidRPr="001176F2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6F2" w:rsidRPr="001176F2" w:rsidRDefault="001176F2" w:rsidP="005423D8">
            <w:pPr>
              <w:spacing w:after="0" w:line="240" w:lineRule="exact"/>
              <w:ind w:firstLine="256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176F2">
              <w:rPr>
                <w:rFonts w:ascii="Times New Roman" w:eastAsia="Times New Roman" w:hAnsi="Times New Roman" w:cs="Times New Roman"/>
                <w:sz w:val="26"/>
                <w:szCs w:val="26"/>
              </w:rPr>
              <w:t>городского поселения "Город Амурск"</w:t>
            </w:r>
          </w:p>
        </w:tc>
      </w:tr>
      <w:tr w:rsidR="001176F2" w:rsidRPr="001176F2" w:rsidTr="00C36506">
        <w:trPr>
          <w:trHeight w:val="227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6F2" w:rsidRPr="001176F2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6F2" w:rsidRPr="001176F2" w:rsidRDefault="001176F2" w:rsidP="005423D8">
            <w:pPr>
              <w:spacing w:after="0" w:line="240" w:lineRule="exact"/>
              <w:ind w:firstLine="256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176F2">
              <w:rPr>
                <w:rFonts w:ascii="Times New Roman" w:eastAsia="Times New Roman" w:hAnsi="Times New Roman" w:cs="Times New Roman"/>
                <w:sz w:val="26"/>
                <w:szCs w:val="26"/>
              </w:rPr>
              <w:t>Амурского муниципального района</w:t>
            </w:r>
          </w:p>
        </w:tc>
      </w:tr>
      <w:tr w:rsidR="001176F2" w:rsidRPr="001176F2" w:rsidTr="00C36506">
        <w:trPr>
          <w:trHeight w:val="227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6F2" w:rsidRPr="001176F2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6F2" w:rsidRPr="001176F2" w:rsidRDefault="001176F2" w:rsidP="005423D8">
            <w:pPr>
              <w:spacing w:after="0" w:line="240" w:lineRule="exact"/>
              <w:ind w:firstLine="256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176F2">
              <w:rPr>
                <w:rFonts w:ascii="Times New Roman" w:eastAsia="Times New Roman" w:hAnsi="Times New Roman" w:cs="Times New Roman"/>
                <w:sz w:val="26"/>
                <w:szCs w:val="26"/>
              </w:rPr>
              <w:t>Хабаровского края</w:t>
            </w:r>
          </w:p>
        </w:tc>
      </w:tr>
      <w:tr w:rsidR="001176F2" w:rsidRPr="001176F2" w:rsidTr="00C36506">
        <w:trPr>
          <w:trHeight w:val="227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6F2" w:rsidRPr="001176F2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6F2" w:rsidRPr="001176F2" w:rsidRDefault="001176F2" w:rsidP="005423D8">
            <w:pPr>
              <w:spacing w:after="0" w:line="240" w:lineRule="exact"/>
              <w:ind w:firstLine="256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176F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 </w:t>
            </w:r>
            <w:r w:rsidR="00C12008">
              <w:rPr>
                <w:rFonts w:ascii="Times New Roman" w:eastAsia="Times New Roman" w:hAnsi="Times New Roman" w:cs="Times New Roman"/>
                <w:sz w:val="26"/>
                <w:szCs w:val="26"/>
              </w:rPr>
              <w:t>18.06.2015</w:t>
            </w:r>
            <w:r w:rsidRPr="001176F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№ </w:t>
            </w:r>
            <w:r w:rsidR="00C12008">
              <w:rPr>
                <w:rFonts w:ascii="Times New Roman" w:eastAsia="Times New Roman" w:hAnsi="Times New Roman" w:cs="Times New Roman"/>
                <w:sz w:val="26"/>
                <w:szCs w:val="26"/>
              </w:rPr>
              <w:t>156</w:t>
            </w:r>
          </w:p>
        </w:tc>
      </w:tr>
      <w:tr w:rsidR="001176F2" w:rsidRPr="001176F2" w:rsidTr="00C36506">
        <w:trPr>
          <w:gridAfter w:val="1"/>
          <w:wAfter w:w="123" w:type="dxa"/>
          <w:trHeight w:val="34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6F2" w:rsidRPr="001176F2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6F2" w:rsidRPr="001176F2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6F2" w:rsidRPr="001176F2" w:rsidRDefault="001176F2" w:rsidP="0011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176F2" w:rsidRPr="001176F2" w:rsidTr="00C36506">
        <w:trPr>
          <w:gridAfter w:val="1"/>
          <w:wAfter w:w="123" w:type="dxa"/>
          <w:trHeight w:val="375"/>
        </w:trPr>
        <w:tc>
          <w:tcPr>
            <w:tcW w:w="99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6F2" w:rsidRPr="001176F2" w:rsidRDefault="001176F2" w:rsidP="00C1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76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Поступление доходов в  местный бюджет </w:t>
            </w:r>
            <w:r w:rsidR="00C12008" w:rsidRPr="001176F2">
              <w:rPr>
                <w:rFonts w:ascii="Times New Roman" w:eastAsia="Times New Roman" w:hAnsi="Times New Roman" w:cs="Times New Roman"/>
                <w:sz w:val="28"/>
                <w:szCs w:val="28"/>
              </w:rPr>
              <w:t>по основным источникам в 2015 году</w:t>
            </w:r>
          </w:p>
        </w:tc>
      </w:tr>
      <w:tr w:rsidR="001176F2" w:rsidRPr="001176F2" w:rsidTr="00C36506">
        <w:trPr>
          <w:gridAfter w:val="1"/>
          <w:wAfter w:w="123" w:type="dxa"/>
          <w:trHeight w:val="375"/>
        </w:trPr>
        <w:tc>
          <w:tcPr>
            <w:tcW w:w="99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6F2" w:rsidRPr="001176F2" w:rsidRDefault="001176F2" w:rsidP="00C1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76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</w:t>
            </w:r>
          </w:p>
        </w:tc>
      </w:tr>
      <w:tr w:rsidR="001176F2" w:rsidRPr="001176F2" w:rsidTr="005423D8">
        <w:trPr>
          <w:gridAfter w:val="1"/>
          <w:wAfter w:w="123" w:type="dxa"/>
          <w:trHeight w:val="375"/>
        </w:trPr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76F2" w:rsidRPr="001176F2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76F2" w:rsidRPr="001176F2" w:rsidRDefault="001176F2" w:rsidP="00117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76F2" w:rsidRPr="00C12008" w:rsidRDefault="001176F2" w:rsidP="0011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008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12008"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C12008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12008">
              <w:rPr>
                <w:rFonts w:ascii="Times New Roman" w:eastAsia="Times New Roman" w:hAnsi="Times New Roman" w:cs="Times New Roman"/>
                <w:sz w:val="24"/>
                <w:szCs w:val="24"/>
              </w:rPr>
              <w:t>ублей</w:t>
            </w:r>
            <w:proofErr w:type="spellEnd"/>
            <w:r w:rsidRPr="00C1200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176F2" w:rsidRPr="001176F2" w:rsidTr="005423D8">
        <w:trPr>
          <w:gridAfter w:val="1"/>
          <w:wAfter w:w="123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1176F2" w:rsidRDefault="001176F2" w:rsidP="00117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6F2">
              <w:rPr>
                <w:rFonts w:ascii="Times New Roman" w:eastAsia="Times New Roman" w:hAnsi="Times New Roman" w:cs="Times New Roman"/>
                <w:sz w:val="24"/>
                <w:szCs w:val="24"/>
              </w:rPr>
              <w:t>Код дохода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1176F2" w:rsidRDefault="001176F2" w:rsidP="00117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6F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1176F2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6F2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1176F2" w:rsidRPr="001176F2" w:rsidTr="00C12008">
        <w:trPr>
          <w:gridAfter w:val="1"/>
          <w:wAfter w:w="123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6F2" w:rsidRPr="001176F2" w:rsidRDefault="001176F2" w:rsidP="00117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6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6F2" w:rsidRPr="001176F2" w:rsidRDefault="001176F2" w:rsidP="00117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6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76F2" w:rsidRPr="001176F2" w:rsidRDefault="001176F2" w:rsidP="00117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6F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176F2" w:rsidRPr="001176F2" w:rsidTr="005423D8">
        <w:trPr>
          <w:gridAfter w:val="1"/>
          <w:wAfter w:w="123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Доходы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1176F2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6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1176F2" w:rsidRPr="001176F2" w:rsidTr="005423D8">
        <w:trPr>
          <w:gridAfter w:val="1"/>
          <w:wAfter w:w="123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000 1 01 00000 00 0000 110    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Налоги на прибыль, доходы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1176F2" w:rsidRDefault="001176F2" w:rsidP="0011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6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56901,000</w:t>
            </w:r>
          </w:p>
        </w:tc>
      </w:tr>
      <w:tr w:rsidR="001176F2" w:rsidRPr="001176F2" w:rsidTr="005423D8">
        <w:trPr>
          <w:gridAfter w:val="1"/>
          <w:wAfter w:w="123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000 1 01 02000 01 0000 110 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1176F2" w:rsidRDefault="001176F2" w:rsidP="0011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6F2">
              <w:rPr>
                <w:rFonts w:ascii="Times New Roman" w:eastAsia="Times New Roman" w:hAnsi="Times New Roman" w:cs="Times New Roman"/>
                <w:sz w:val="24"/>
                <w:szCs w:val="24"/>
              </w:rPr>
              <w:t>56901,000</w:t>
            </w:r>
          </w:p>
        </w:tc>
      </w:tr>
      <w:tr w:rsidR="001176F2" w:rsidRPr="001176F2" w:rsidTr="005423D8">
        <w:trPr>
          <w:gridAfter w:val="1"/>
          <w:wAfter w:w="123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000 1 03 00000 00 0000 110  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Налоги на товары (работы,</w:t>
            </w:r>
            <w:r w:rsidR="00385529" w:rsidRPr="00AD26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D26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услуги), реализуемые на территории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1176F2" w:rsidRDefault="001176F2" w:rsidP="0011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6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1276,090</w:t>
            </w:r>
          </w:p>
        </w:tc>
      </w:tr>
      <w:tr w:rsidR="001176F2" w:rsidRPr="001176F2" w:rsidTr="005423D8">
        <w:trPr>
          <w:gridAfter w:val="1"/>
          <w:wAfter w:w="123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000 1 05 00000 00 0000 000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1176F2" w:rsidRDefault="001176F2" w:rsidP="0011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6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17193,000</w:t>
            </w:r>
          </w:p>
        </w:tc>
      </w:tr>
      <w:tr w:rsidR="001176F2" w:rsidRPr="001176F2" w:rsidTr="005423D8">
        <w:trPr>
          <w:gridAfter w:val="1"/>
          <w:wAfter w:w="123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000 1 05 01000 00 0000 110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1176F2" w:rsidRDefault="001176F2" w:rsidP="0011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6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9617,000</w:t>
            </w:r>
          </w:p>
        </w:tc>
      </w:tr>
      <w:tr w:rsidR="001176F2" w:rsidRPr="001176F2" w:rsidTr="005423D8">
        <w:trPr>
          <w:gridAfter w:val="1"/>
          <w:wAfter w:w="123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>000 1 05 01010 01 0000 110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</w:t>
            </w:r>
            <w:bookmarkStart w:id="0" w:name="_GoBack"/>
            <w:bookmarkEnd w:id="0"/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налогообложения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1176F2" w:rsidRDefault="001176F2" w:rsidP="0011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6F2">
              <w:rPr>
                <w:rFonts w:ascii="Times New Roman" w:eastAsia="Times New Roman" w:hAnsi="Times New Roman" w:cs="Times New Roman"/>
                <w:sz w:val="24"/>
                <w:szCs w:val="24"/>
              </w:rPr>
              <w:t>8372,000</w:t>
            </w:r>
          </w:p>
        </w:tc>
      </w:tr>
      <w:tr w:rsidR="001176F2" w:rsidRPr="001176F2" w:rsidTr="005423D8">
        <w:trPr>
          <w:gridAfter w:val="1"/>
          <w:wAfter w:w="123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000 1 05 01020 01 0000 110 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налогообложения доходы, уменьшенные на величину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1176F2" w:rsidRDefault="001176F2" w:rsidP="0011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6F2">
              <w:rPr>
                <w:rFonts w:ascii="Times New Roman" w:eastAsia="Times New Roman" w:hAnsi="Times New Roman" w:cs="Times New Roman"/>
                <w:sz w:val="24"/>
                <w:szCs w:val="24"/>
              </w:rPr>
              <w:t>1245,000</w:t>
            </w:r>
          </w:p>
        </w:tc>
      </w:tr>
      <w:tr w:rsidR="001176F2" w:rsidRPr="001176F2" w:rsidTr="005423D8">
        <w:trPr>
          <w:gridAfter w:val="1"/>
          <w:wAfter w:w="123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000 1 05 02000 02 0000 110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1176F2" w:rsidRDefault="001176F2" w:rsidP="0011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6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2854,000</w:t>
            </w:r>
          </w:p>
        </w:tc>
      </w:tr>
      <w:tr w:rsidR="001176F2" w:rsidRPr="001176F2" w:rsidTr="005423D8">
        <w:trPr>
          <w:gridAfter w:val="1"/>
          <w:wAfter w:w="123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000 1 05 03000 01 0000 110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1176F2" w:rsidRDefault="001176F2" w:rsidP="0011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6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4722,000</w:t>
            </w:r>
          </w:p>
        </w:tc>
      </w:tr>
      <w:tr w:rsidR="001176F2" w:rsidRPr="001176F2" w:rsidTr="005423D8">
        <w:trPr>
          <w:gridAfter w:val="1"/>
          <w:wAfter w:w="123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1176F2" w:rsidRDefault="001176F2" w:rsidP="0011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6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33335,000</w:t>
            </w:r>
          </w:p>
        </w:tc>
      </w:tr>
      <w:tr w:rsidR="001176F2" w:rsidRPr="001176F2" w:rsidTr="005423D8">
        <w:trPr>
          <w:gridAfter w:val="1"/>
          <w:wAfter w:w="123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000 1 06 01030 13 0000 110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1176F2" w:rsidRDefault="001176F2" w:rsidP="0011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6F2">
              <w:rPr>
                <w:rFonts w:ascii="Times New Roman" w:eastAsia="Times New Roman" w:hAnsi="Times New Roman" w:cs="Times New Roman"/>
                <w:sz w:val="24"/>
                <w:szCs w:val="24"/>
              </w:rPr>
              <w:t>5625,000</w:t>
            </w:r>
          </w:p>
        </w:tc>
      </w:tr>
      <w:tr w:rsidR="001176F2" w:rsidRPr="001176F2" w:rsidTr="005423D8">
        <w:trPr>
          <w:gridAfter w:val="1"/>
          <w:wAfter w:w="123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000 1 06 04000 02 0000 110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Транспортный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1176F2" w:rsidRDefault="001176F2" w:rsidP="0011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6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10484,000</w:t>
            </w:r>
          </w:p>
        </w:tc>
      </w:tr>
      <w:tr w:rsidR="001176F2" w:rsidRPr="001176F2" w:rsidTr="005423D8">
        <w:trPr>
          <w:gridAfter w:val="1"/>
          <w:wAfter w:w="123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000 1 06 04011 02 0000 110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Транспортный налог с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1176F2" w:rsidRDefault="001176F2" w:rsidP="0011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6F2">
              <w:rPr>
                <w:rFonts w:ascii="Times New Roman" w:eastAsia="Times New Roman" w:hAnsi="Times New Roman" w:cs="Times New Roman"/>
                <w:sz w:val="24"/>
                <w:szCs w:val="24"/>
              </w:rPr>
              <w:t>3456,000</w:t>
            </w:r>
          </w:p>
        </w:tc>
      </w:tr>
      <w:tr w:rsidR="001176F2" w:rsidRPr="001176F2" w:rsidTr="005423D8">
        <w:trPr>
          <w:gridAfter w:val="1"/>
          <w:wAfter w:w="123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000 1 06 04012 02 0000 110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Транспортный налог с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1176F2" w:rsidRDefault="001176F2" w:rsidP="0011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6F2">
              <w:rPr>
                <w:rFonts w:ascii="Times New Roman" w:eastAsia="Times New Roman" w:hAnsi="Times New Roman" w:cs="Times New Roman"/>
                <w:sz w:val="24"/>
                <w:szCs w:val="24"/>
              </w:rPr>
              <w:t>7028,000</w:t>
            </w:r>
          </w:p>
        </w:tc>
      </w:tr>
      <w:tr w:rsidR="001176F2" w:rsidRPr="001176F2" w:rsidTr="005423D8">
        <w:trPr>
          <w:gridAfter w:val="1"/>
          <w:wAfter w:w="123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000 1 06 06000 00 0000 110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Земельный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1176F2" w:rsidRDefault="001176F2" w:rsidP="0011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6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17226,000</w:t>
            </w:r>
          </w:p>
        </w:tc>
      </w:tr>
      <w:tr w:rsidR="001176F2" w:rsidRPr="001176F2" w:rsidTr="005423D8">
        <w:trPr>
          <w:gridAfter w:val="1"/>
          <w:wAfter w:w="123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000 1 06 06033 13 0000 110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</w:t>
            </w:r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>емельный налог, с организаций, обладающих земельным участком, расположенным в границах городских 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1176F2" w:rsidRDefault="001176F2" w:rsidP="0011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6F2">
              <w:rPr>
                <w:rFonts w:ascii="Times New Roman" w:eastAsia="Times New Roman" w:hAnsi="Times New Roman" w:cs="Times New Roman"/>
                <w:sz w:val="24"/>
                <w:szCs w:val="24"/>
              </w:rPr>
              <w:t>16345,000</w:t>
            </w:r>
          </w:p>
        </w:tc>
      </w:tr>
      <w:tr w:rsidR="001176F2" w:rsidRPr="001176F2" w:rsidTr="005423D8">
        <w:trPr>
          <w:gridAfter w:val="1"/>
          <w:wAfter w:w="123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000 1 06 06043 13 0000 110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налог,  с физических лиц, обладающих земельным участком, расположенным в границах городских 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1176F2" w:rsidRDefault="001176F2" w:rsidP="0011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6F2">
              <w:rPr>
                <w:rFonts w:ascii="Times New Roman" w:eastAsia="Times New Roman" w:hAnsi="Times New Roman" w:cs="Times New Roman"/>
                <w:sz w:val="24"/>
                <w:szCs w:val="24"/>
              </w:rPr>
              <w:t>881,000</w:t>
            </w:r>
          </w:p>
        </w:tc>
      </w:tr>
      <w:tr w:rsidR="001176F2" w:rsidRPr="001176F2" w:rsidTr="005423D8">
        <w:trPr>
          <w:gridAfter w:val="1"/>
          <w:wAfter w:w="123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Итого налоговых 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1176F2" w:rsidRDefault="001176F2" w:rsidP="0011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1176F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108705,090</w:t>
            </w:r>
          </w:p>
        </w:tc>
      </w:tr>
      <w:tr w:rsidR="001176F2" w:rsidRPr="001176F2" w:rsidTr="005423D8">
        <w:trPr>
          <w:gridAfter w:val="1"/>
          <w:wAfter w:w="123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000 1 11 00000 00 0000 000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Доходы от использования имущества находящегося в государственной и муниципальной собственности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1176F2" w:rsidRDefault="001176F2" w:rsidP="0011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6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46862,569</w:t>
            </w:r>
          </w:p>
        </w:tc>
      </w:tr>
      <w:tr w:rsidR="001176F2" w:rsidRPr="001176F2" w:rsidTr="005423D8">
        <w:trPr>
          <w:gridAfter w:val="1"/>
          <w:wAfter w:w="123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000 1 11 05000 00 0000 120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1176F2" w:rsidRDefault="001176F2" w:rsidP="0011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6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44237,500</w:t>
            </w:r>
          </w:p>
        </w:tc>
      </w:tr>
      <w:tr w:rsidR="001176F2" w:rsidRPr="001176F2" w:rsidTr="005423D8">
        <w:trPr>
          <w:gridAfter w:val="1"/>
          <w:wAfter w:w="123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000 1 11 05013 13 0001 120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 собственность на которые не разграничена и 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1176F2" w:rsidRDefault="001176F2" w:rsidP="0011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6F2">
              <w:rPr>
                <w:rFonts w:ascii="Times New Roman" w:eastAsia="Times New Roman" w:hAnsi="Times New Roman" w:cs="Times New Roman"/>
                <w:sz w:val="24"/>
                <w:szCs w:val="24"/>
              </w:rPr>
              <w:t>1857,000</w:t>
            </w:r>
          </w:p>
        </w:tc>
      </w:tr>
      <w:tr w:rsidR="001176F2" w:rsidRPr="001176F2" w:rsidTr="005423D8">
        <w:trPr>
          <w:gridAfter w:val="1"/>
          <w:wAfter w:w="123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000 1 11 05013 13 0000 120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 собственность на которые не разграничена и 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1176F2" w:rsidRDefault="001176F2" w:rsidP="0011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6F2">
              <w:rPr>
                <w:rFonts w:ascii="Times New Roman" w:eastAsia="Times New Roman" w:hAnsi="Times New Roman" w:cs="Times New Roman"/>
                <w:sz w:val="24"/>
                <w:szCs w:val="24"/>
              </w:rPr>
              <w:t>14418,000</w:t>
            </w:r>
          </w:p>
        </w:tc>
      </w:tr>
      <w:tr w:rsidR="001176F2" w:rsidRPr="001176F2" w:rsidTr="005423D8">
        <w:trPr>
          <w:gridAfter w:val="1"/>
          <w:wAfter w:w="123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000 1 11 05025 13 0000 120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</w:t>
            </w:r>
            <w:proofErr w:type="gramEnd"/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получаемые в виде арендной платы, а также средства от продажи права на заключение договоров аренды за земли, находящиеся в собственности городских  поселений (за исключением земельных участков муниципальных бюджетных и автономных учреждений)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1176F2" w:rsidRDefault="001176F2" w:rsidP="0011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6F2">
              <w:rPr>
                <w:rFonts w:ascii="Times New Roman" w:eastAsia="Times New Roman" w:hAnsi="Times New Roman" w:cs="Times New Roman"/>
                <w:sz w:val="24"/>
                <w:szCs w:val="24"/>
              </w:rPr>
              <w:t>2595,000</w:t>
            </w:r>
          </w:p>
        </w:tc>
      </w:tr>
      <w:tr w:rsidR="001176F2" w:rsidRPr="001176F2" w:rsidTr="005423D8">
        <w:trPr>
          <w:gridAfter w:val="1"/>
          <w:wAfter w:w="123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000 1 11 05035 13 0000 120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сдачи в аренду </w:t>
            </w:r>
            <w:proofErr w:type="spellStart"/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>имущества</w:t>
            </w:r>
            <w:proofErr w:type="gramStart"/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>,н</w:t>
            </w:r>
            <w:proofErr w:type="gramEnd"/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>аходящегося</w:t>
            </w:r>
            <w:proofErr w:type="spellEnd"/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оперативном управлении 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1176F2" w:rsidRDefault="001176F2" w:rsidP="0011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6F2">
              <w:rPr>
                <w:rFonts w:ascii="Times New Roman" w:eastAsia="Times New Roman" w:hAnsi="Times New Roman" w:cs="Times New Roman"/>
                <w:sz w:val="24"/>
                <w:szCs w:val="24"/>
              </w:rPr>
              <w:t>193,000</w:t>
            </w:r>
          </w:p>
        </w:tc>
      </w:tr>
      <w:tr w:rsidR="001176F2" w:rsidRPr="001176F2" w:rsidTr="005423D8">
        <w:trPr>
          <w:gridAfter w:val="1"/>
          <w:wAfter w:w="123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000 1 11 05075 13 0000 120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1176F2" w:rsidRDefault="001176F2" w:rsidP="0011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6F2">
              <w:rPr>
                <w:rFonts w:ascii="Times New Roman" w:eastAsia="Times New Roman" w:hAnsi="Times New Roman" w:cs="Times New Roman"/>
                <w:sz w:val="24"/>
                <w:szCs w:val="24"/>
              </w:rPr>
              <w:t>25174,500</w:t>
            </w:r>
          </w:p>
        </w:tc>
      </w:tr>
      <w:tr w:rsidR="001176F2" w:rsidRPr="001176F2" w:rsidTr="005423D8">
        <w:trPr>
          <w:gridAfter w:val="1"/>
          <w:wAfter w:w="123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000 1 11 07015 13 0000 120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1176F2" w:rsidRDefault="001176F2" w:rsidP="0011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6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25,069</w:t>
            </w:r>
          </w:p>
        </w:tc>
      </w:tr>
      <w:tr w:rsidR="001176F2" w:rsidRPr="001176F2" w:rsidTr="005423D8">
        <w:trPr>
          <w:gridAfter w:val="1"/>
          <w:wAfter w:w="123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000 1 11 09045 13 0000 120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- в части платы за наем муниципального жилфонда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1176F2" w:rsidRDefault="001176F2" w:rsidP="0011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6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2600,000</w:t>
            </w:r>
          </w:p>
        </w:tc>
      </w:tr>
      <w:tr w:rsidR="001176F2" w:rsidRPr="001176F2" w:rsidTr="005423D8">
        <w:trPr>
          <w:gridAfter w:val="1"/>
          <w:wAfter w:w="123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000 1 13 00000 00 0000 000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Доходы от оказания платных услуг и компенсации затрат государства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1176F2" w:rsidRDefault="001176F2" w:rsidP="0011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6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819,650</w:t>
            </w:r>
          </w:p>
        </w:tc>
      </w:tr>
      <w:tr w:rsidR="001176F2" w:rsidRPr="001176F2" w:rsidTr="005423D8">
        <w:trPr>
          <w:gridAfter w:val="1"/>
          <w:wAfter w:w="123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000 1 13 01995 13 0002 130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(работ</w:t>
            </w:r>
            <w:proofErr w:type="gramStart"/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>)п</w:t>
            </w:r>
            <w:proofErr w:type="gramEnd"/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>олучателями средств бюджетов городских поселений по МКУК "Амурский городской краеведческий музей"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1176F2" w:rsidRDefault="001176F2" w:rsidP="0011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6F2">
              <w:rPr>
                <w:rFonts w:ascii="Times New Roman" w:eastAsia="Times New Roman" w:hAnsi="Times New Roman" w:cs="Times New Roman"/>
                <w:sz w:val="24"/>
                <w:szCs w:val="24"/>
              </w:rPr>
              <w:t>216,000</w:t>
            </w:r>
          </w:p>
        </w:tc>
      </w:tr>
      <w:tr w:rsidR="001176F2" w:rsidRPr="001176F2" w:rsidTr="005423D8">
        <w:trPr>
          <w:gridAfter w:val="1"/>
          <w:wAfter w:w="123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000 1 13 01995 13 0003 130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городских поселений по МКУК "Амурский </w:t>
            </w:r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городской дендрарий"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1176F2" w:rsidRDefault="001176F2" w:rsidP="0011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6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600,000</w:t>
            </w:r>
          </w:p>
        </w:tc>
      </w:tr>
      <w:tr w:rsidR="001176F2" w:rsidRPr="001176F2" w:rsidTr="005423D8">
        <w:trPr>
          <w:gridAfter w:val="1"/>
          <w:wAfter w:w="123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000 1 13 02995 13 0000 130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1176F2" w:rsidRDefault="001176F2" w:rsidP="0011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6F2">
              <w:rPr>
                <w:rFonts w:ascii="Times New Roman" w:eastAsia="Times New Roman" w:hAnsi="Times New Roman" w:cs="Times New Roman"/>
                <w:sz w:val="24"/>
                <w:szCs w:val="24"/>
              </w:rPr>
              <w:t>3,650</w:t>
            </w:r>
          </w:p>
        </w:tc>
      </w:tr>
      <w:tr w:rsidR="001176F2" w:rsidRPr="001176F2" w:rsidTr="005423D8">
        <w:trPr>
          <w:gridAfter w:val="1"/>
          <w:wAfter w:w="123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000 1 14 00000 00 0000 000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1176F2" w:rsidRDefault="001176F2" w:rsidP="0011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6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21903,318</w:t>
            </w:r>
          </w:p>
        </w:tc>
      </w:tr>
      <w:tr w:rsidR="001176F2" w:rsidRPr="001176F2" w:rsidTr="005423D8">
        <w:trPr>
          <w:gridAfter w:val="1"/>
          <w:wAfter w:w="123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>000 1 14 02053 13 0000 410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1176F2" w:rsidRDefault="001176F2" w:rsidP="0011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6F2">
              <w:rPr>
                <w:rFonts w:ascii="Times New Roman" w:eastAsia="Times New Roman" w:hAnsi="Times New Roman" w:cs="Times New Roman"/>
                <w:sz w:val="24"/>
                <w:szCs w:val="24"/>
              </w:rPr>
              <w:t>21800,000</w:t>
            </w:r>
          </w:p>
        </w:tc>
      </w:tr>
      <w:tr w:rsidR="001176F2" w:rsidRPr="001176F2" w:rsidTr="005423D8">
        <w:trPr>
          <w:gridAfter w:val="1"/>
          <w:wAfter w:w="123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>000 1 14 06013 13 0000 430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поселений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1176F2" w:rsidRDefault="001176F2" w:rsidP="0011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6F2">
              <w:rPr>
                <w:rFonts w:ascii="Times New Roman" w:eastAsia="Times New Roman" w:hAnsi="Times New Roman" w:cs="Times New Roman"/>
                <w:sz w:val="24"/>
                <w:szCs w:val="24"/>
              </w:rPr>
              <w:t>103,318</w:t>
            </w:r>
          </w:p>
        </w:tc>
      </w:tr>
      <w:tr w:rsidR="001176F2" w:rsidRPr="001176F2" w:rsidTr="005423D8">
        <w:trPr>
          <w:gridAfter w:val="1"/>
          <w:wAfter w:w="123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>000 1 14 06025 13 0000 430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1176F2" w:rsidRDefault="001176F2" w:rsidP="0011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6F2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1176F2" w:rsidRPr="001176F2" w:rsidTr="005423D8">
        <w:trPr>
          <w:gridAfter w:val="1"/>
          <w:wAfter w:w="123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000 1 16 00000 00 0000000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D26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Штрафы</w:t>
            </w:r>
            <w:proofErr w:type="gramStart"/>
            <w:r w:rsidRPr="00AD26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,с</w:t>
            </w:r>
            <w:proofErr w:type="gramEnd"/>
            <w:r w:rsidRPr="00AD26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анкции,возмещение</w:t>
            </w:r>
            <w:proofErr w:type="spellEnd"/>
            <w:r w:rsidRPr="00AD26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ущерба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1176F2" w:rsidRDefault="001176F2" w:rsidP="0011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6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37,960</w:t>
            </w:r>
          </w:p>
        </w:tc>
      </w:tr>
      <w:tr w:rsidR="001176F2" w:rsidRPr="001176F2" w:rsidTr="005423D8">
        <w:trPr>
          <w:gridAfter w:val="1"/>
          <w:wAfter w:w="123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>000 1 16 33050 13 0000 140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Денежные взыскания (штрафы) за нарушение законодательства РФ о контрактной системе в сфере закупок товаров, </w:t>
            </w:r>
            <w:proofErr w:type="spellStart"/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</w:t>
            </w:r>
            <w:proofErr w:type="gramStart"/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>,у</w:t>
            </w:r>
            <w:proofErr w:type="gramEnd"/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>слуг</w:t>
            </w:r>
            <w:proofErr w:type="spellEnd"/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обеспечения государственных и муниципальных нужд для городских поселений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1176F2" w:rsidRDefault="001176F2" w:rsidP="0011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6F2">
              <w:rPr>
                <w:rFonts w:ascii="Times New Roman" w:eastAsia="Times New Roman" w:hAnsi="Times New Roman" w:cs="Times New Roman"/>
                <w:sz w:val="24"/>
                <w:szCs w:val="24"/>
              </w:rPr>
              <w:t>3,960</w:t>
            </w:r>
          </w:p>
        </w:tc>
      </w:tr>
      <w:tr w:rsidR="001176F2" w:rsidRPr="001176F2" w:rsidTr="005423D8">
        <w:trPr>
          <w:gridAfter w:val="1"/>
          <w:wAfter w:w="123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>000 1 16 51040 02 0000 140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1176F2" w:rsidRDefault="001176F2" w:rsidP="0011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6F2">
              <w:rPr>
                <w:rFonts w:ascii="Times New Roman" w:eastAsia="Times New Roman" w:hAnsi="Times New Roman" w:cs="Times New Roman"/>
                <w:sz w:val="24"/>
                <w:szCs w:val="24"/>
              </w:rPr>
              <w:t>34,000</w:t>
            </w:r>
          </w:p>
        </w:tc>
      </w:tr>
      <w:tr w:rsidR="001176F2" w:rsidRPr="001176F2" w:rsidTr="005423D8">
        <w:trPr>
          <w:gridAfter w:val="1"/>
          <w:wAfter w:w="123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000 1 17 00000 00 0000 000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1176F2" w:rsidRDefault="001176F2" w:rsidP="0011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6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143,285</w:t>
            </w:r>
          </w:p>
        </w:tc>
      </w:tr>
      <w:tr w:rsidR="001176F2" w:rsidRPr="001176F2" w:rsidTr="005423D8">
        <w:trPr>
          <w:gridAfter w:val="1"/>
          <w:wAfter w:w="123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>000 1 17 05050 13 0001 180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неналоговые доходы бюджетов поселений - в части средств, поступающих на восстановление зелёных насаждений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1176F2" w:rsidRDefault="001176F2" w:rsidP="0011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6F2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1176F2" w:rsidRPr="001176F2" w:rsidTr="005423D8">
        <w:trPr>
          <w:gridAfter w:val="1"/>
          <w:wAfter w:w="123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>000 1 17 05050 13 0004 180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неналоговые доходы бюджетов поселений - в части платы за проезд по автомобильным дорогам общего пользования автотранспорта с нагрузкой, превышающей установленную норму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1176F2" w:rsidRDefault="001176F2" w:rsidP="0011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6F2">
              <w:rPr>
                <w:rFonts w:ascii="Times New Roman" w:eastAsia="Times New Roman" w:hAnsi="Times New Roman" w:cs="Times New Roman"/>
                <w:sz w:val="24"/>
                <w:szCs w:val="24"/>
              </w:rPr>
              <w:t>52,185</w:t>
            </w:r>
          </w:p>
        </w:tc>
      </w:tr>
      <w:tr w:rsidR="001176F2" w:rsidRPr="001176F2" w:rsidTr="005423D8">
        <w:trPr>
          <w:gridAfter w:val="1"/>
          <w:wAfter w:w="123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>000 1 17 05050 13 0005 180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неналоговые доходы бюджетов поселени</w:t>
            </w:r>
            <w:proofErr w:type="gramStart"/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>й-</w:t>
            </w:r>
            <w:proofErr w:type="gramEnd"/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администрации города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1176F2" w:rsidRDefault="001176F2" w:rsidP="0011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6F2">
              <w:rPr>
                <w:rFonts w:ascii="Times New Roman" w:eastAsia="Times New Roman" w:hAnsi="Times New Roman" w:cs="Times New Roman"/>
                <w:sz w:val="24"/>
                <w:szCs w:val="24"/>
              </w:rPr>
              <w:t>91,100</w:t>
            </w:r>
          </w:p>
        </w:tc>
      </w:tr>
      <w:tr w:rsidR="001176F2" w:rsidRPr="001176F2" w:rsidTr="005423D8">
        <w:trPr>
          <w:gridAfter w:val="1"/>
          <w:wAfter w:w="123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Итого неналоговых 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1176F2" w:rsidRDefault="001176F2" w:rsidP="0011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6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69766,782</w:t>
            </w:r>
          </w:p>
        </w:tc>
      </w:tr>
      <w:tr w:rsidR="001176F2" w:rsidRPr="001176F2" w:rsidTr="00C12008">
        <w:trPr>
          <w:gridAfter w:val="1"/>
          <w:wAfter w:w="123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ВСЕГО налоговых и неналоговых 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1176F2" w:rsidRDefault="001176F2" w:rsidP="0011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6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178471,872</w:t>
            </w:r>
          </w:p>
        </w:tc>
      </w:tr>
      <w:tr w:rsidR="001176F2" w:rsidRPr="001176F2" w:rsidTr="005423D8">
        <w:trPr>
          <w:gridAfter w:val="1"/>
          <w:wAfter w:w="123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000 2 00 00000 00 0000 000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76F2" w:rsidRPr="001176F2" w:rsidRDefault="001176F2" w:rsidP="0011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6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27401,417</w:t>
            </w:r>
          </w:p>
        </w:tc>
      </w:tr>
      <w:tr w:rsidR="001176F2" w:rsidRPr="001176F2" w:rsidTr="005423D8">
        <w:trPr>
          <w:gridAfter w:val="1"/>
          <w:wAfter w:w="123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76F2" w:rsidRPr="001176F2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6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1176F2" w:rsidRPr="001176F2" w:rsidTr="005423D8">
        <w:trPr>
          <w:gridAfter w:val="1"/>
          <w:wAfter w:w="123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000 2 02 00000 00 0000 000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1176F2" w:rsidRDefault="001176F2" w:rsidP="0011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6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21477,917</w:t>
            </w:r>
          </w:p>
        </w:tc>
      </w:tr>
      <w:tr w:rsidR="001176F2" w:rsidRPr="001176F2" w:rsidTr="005423D8">
        <w:trPr>
          <w:gridAfter w:val="1"/>
          <w:wAfter w:w="123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000 2 02 01 001 13 0000 151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Дотации бюджетам городских поселений  на выравнивание бюджетной обеспеченности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1176F2" w:rsidRDefault="001176F2" w:rsidP="0011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6F2">
              <w:rPr>
                <w:rFonts w:ascii="Times New Roman" w:eastAsia="Times New Roman" w:hAnsi="Times New Roman" w:cs="Times New Roman"/>
                <w:sz w:val="24"/>
                <w:szCs w:val="24"/>
              </w:rPr>
              <w:t>1261,550</w:t>
            </w:r>
          </w:p>
        </w:tc>
      </w:tr>
      <w:tr w:rsidR="001176F2" w:rsidRPr="001176F2" w:rsidTr="005423D8">
        <w:trPr>
          <w:gridAfter w:val="1"/>
          <w:wAfter w:w="123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000 2 02 02999 13 0000 151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субсидии бюджетам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1176F2" w:rsidRDefault="001176F2" w:rsidP="0011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6F2">
              <w:rPr>
                <w:rFonts w:ascii="Times New Roman" w:eastAsia="Times New Roman" w:hAnsi="Times New Roman" w:cs="Times New Roman"/>
                <w:sz w:val="24"/>
                <w:szCs w:val="24"/>
              </w:rPr>
              <w:t>20200,000</w:t>
            </w:r>
          </w:p>
        </w:tc>
      </w:tr>
      <w:tr w:rsidR="001176F2" w:rsidRPr="001176F2" w:rsidTr="005423D8">
        <w:trPr>
          <w:gridAfter w:val="1"/>
          <w:wAfter w:w="123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000 2 02 03024 13 0000 151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1176F2" w:rsidRDefault="001176F2" w:rsidP="0011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6F2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</w:tr>
      <w:tr w:rsidR="001176F2" w:rsidRPr="001176F2" w:rsidTr="005423D8">
        <w:trPr>
          <w:gridAfter w:val="1"/>
          <w:wAfter w:w="123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000 2 02 04025 13 0000 151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городских поселений на комплектование книжных фондов библиотек муниципальных образований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1176F2" w:rsidRDefault="001176F2" w:rsidP="0011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6F2">
              <w:rPr>
                <w:rFonts w:ascii="Times New Roman" w:eastAsia="Times New Roman" w:hAnsi="Times New Roman" w:cs="Times New Roman"/>
                <w:sz w:val="24"/>
                <w:szCs w:val="24"/>
              </w:rPr>
              <w:t>14,167</w:t>
            </w:r>
          </w:p>
        </w:tc>
      </w:tr>
      <w:tr w:rsidR="001176F2" w:rsidRPr="001176F2" w:rsidTr="005423D8">
        <w:trPr>
          <w:gridAfter w:val="1"/>
          <w:wAfter w:w="123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000 2 07 05030 13 0002 180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1176F2" w:rsidRDefault="001176F2" w:rsidP="0011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6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60,000</w:t>
            </w:r>
          </w:p>
        </w:tc>
      </w:tr>
      <w:tr w:rsidR="001176F2" w:rsidRPr="001176F2" w:rsidTr="005423D8">
        <w:trPr>
          <w:gridAfter w:val="1"/>
          <w:wAfter w:w="123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000 2 07 05030 13 0005 180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1176F2" w:rsidRDefault="001176F2" w:rsidP="0011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6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5863,500</w:t>
            </w:r>
          </w:p>
        </w:tc>
      </w:tr>
      <w:tr w:rsidR="001176F2" w:rsidRPr="001176F2" w:rsidTr="005423D8">
        <w:trPr>
          <w:gridAfter w:val="1"/>
          <w:wAfter w:w="123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000 2 19 05000 13 0000 151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76F2" w:rsidRPr="00AD26C4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26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назначение, прошлых лет из бюджетов городских поселений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1176F2" w:rsidRDefault="001176F2" w:rsidP="0011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6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0,000</w:t>
            </w:r>
          </w:p>
        </w:tc>
      </w:tr>
      <w:tr w:rsidR="001176F2" w:rsidRPr="001176F2" w:rsidTr="005423D8">
        <w:trPr>
          <w:gridAfter w:val="1"/>
          <w:wAfter w:w="123" w:type="dxa"/>
          <w:trHeight w:val="2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6F2" w:rsidRPr="001176F2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6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1176F2" w:rsidRDefault="001176F2" w:rsidP="00117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6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 С Е Г О     Д О Х О </w:t>
            </w:r>
            <w:proofErr w:type="gramStart"/>
            <w:r w:rsidRPr="001176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</w:t>
            </w:r>
            <w:proofErr w:type="gramEnd"/>
            <w:r w:rsidRPr="001176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 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6F2" w:rsidRPr="001176F2" w:rsidRDefault="001176F2" w:rsidP="0011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6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205873,289</w:t>
            </w:r>
          </w:p>
        </w:tc>
      </w:tr>
      <w:tr w:rsidR="001176F2" w:rsidRPr="001176F2" w:rsidTr="00C36506">
        <w:trPr>
          <w:gridAfter w:val="1"/>
          <w:wAfter w:w="123" w:type="dxa"/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6F2" w:rsidRPr="001176F2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6F2" w:rsidRPr="001176F2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76F2" w:rsidRPr="001176F2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176F2" w:rsidRPr="001176F2" w:rsidTr="00C36506">
        <w:trPr>
          <w:gridAfter w:val="1"/>
          <w:wAfter w:w="123" w:type="dxa"/>
          <w:trHeight w:val="375"/>
        </w:trPr>
        <w:tc>
          <w:tcPr>
            <w:tcW w:w="99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008" w:rsidRDefault="00C12008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2008" w:rsidRDefault="00C12008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176F2" w:rsidRPr="001176F2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76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городского поселения                                  </w:t>
            </w:r>
            <w:r w:rsidR="00C120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</w:t>
            </w:r>
            <w:proofErr w:type="spellStart"/>
            <w:r w:rsidR="00C12008">
              <w:rPr>
                <w:rFonts w:ascii="Times New Roman" w:eastAsia="Times New Roman" w:hAnsi="Times New Roman" w:cs="Times New Roman"/>
                <w:sz w:val="28"/>
                <w:szCs w:val="28"/>
              </w:rPr>
              <w:t>Б.П.</w:t>
            </w:r>
            <w:r w:rsidRPr="001176F2">
              <w:rPr>
                <w:rFonts w:ascii="Times New Roman" w:eastAsia="Times New Roman" w:hAnsi="Times New Roman" w:cs="Times New Roman"/>
                <w:sz w:val="28"/>
                <w:szCs w:val="28"/>
              </w:rPr>
              <w:t>Редькин</w:t>
            </w:r>
            <w:proofErr w:type="spellEnd"/>
          </w:p>
        </w:tc>
      </w:tr>
      <w:tr w:rsidR="001176F2" w:rsidRPr="001176F2" w:rsidTr="00C36506">
        <w:trPr>
          <w:gridAfter w:val="1"/>
          <w:wAfter w:w="123" w:type="dxa"/>
          <w:trHeight w:val="375"/>
        </w:trPr>
        <w:tc>
          <w:tcPr>
            <w:tcW w:w="99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6F2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2008" w:rsidRPr="001176F2" w:rsidRDefault="00C12008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176F2" w:rsidRPr="001176F2" w:rsidTr="00C36506">
        <w:trPr>
          <w:gridAfter w:val="1"/>
          <w:wAfter w:w="123" w:type="dxa"/>
          <w:trHeight w:val="375"/>
        </w:trPr>
        <w:tc>
          <w:tcPr>
            <w:tcW w:w="99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6F2" w:rsidRPr="001176F2" w:rsidRDefault="001176F2" w:rsidP="0011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76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Совета депутатов     </w:t>
            </w:r>
            <w:r w:rsidR="00C120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</w:t>
            </w:r>
            <w:proofErr w:type="spellStart"/>
            <w:r w:rsidR="00C12008">
              <w:rPr>
                <w:rFonts w:ascii="Times New Roman" w:eastAsia="Times New Roman" w:hAnsi="Times New Roman" w:cs="Times New Roman"/>
                <w:sz w:val="28"/>
                <w:szCs w:val="28"/>
              </w:rPr>
              <w:t>Л.Е.</w:t>
            </w:r>
            <w:r w:rsidRPr="001176F2">
              <w:rPr>
                <w:rFonts w:ascii="Times New Roman" w:eastAsia="Times New Roman" w:hAnsi="Times New Roman" w:cs="Times New Roman"/>
                <w:sz w:val="28"/>
                <w:szCs w:val="28"/>
              </w:rPr>
              <w:t>Кавелина</w:t>
            </w:r>
            <w:proofErr w:type="spellEnd"/>
          </w:p>
        </w:tc>
      </w:tr>
    </w:tbl>
    <w:p w:rsidR="001176F2" w:rsidRPr="000E34CC" w:rsidRDefault="001176F2" w:rsidP="000E34CC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2008" w:rsidRDefault="00C12008" w:rsidP="00F33215">
      <w:pPr>
        <w:spacing w:after="0" w:line="240" w:lineRule="auto"/>
        <w:rPr>
          <w:rFonts w:ascii="Times New Roman" w:hAnsi="Times New Roman"/>
          <w:sz w:val="28"/>
          <w:szCs w:val="28"/>
        </w:rPr>
        <w:sectPr w:rsidR="00C12008" w:rsidSect="000E34CC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tbl>
      <w:tblPr>
        <w:tblW w:w="961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126"/>
        <w:gridCol w:w="851"/>
        <w:gridCol w:w="597"/>
        <w:gridCol w:w="567"/>
        <w:gridCol w:w="1324"/>
        <w:gridCol w:w="760"/>
        <w:gridCol w:w="1391"/>
      </w:tblGrid>
      <w:tr w:rsidR="00376084" w:rsidRPr="00C12008" w:rsidTr="005423D8">
        <w:trPr>
          <w:trHeight w:val="2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84" w:rsidRPr="00C12008" w:rsidRDefault="00376084" w:rsidP="00C120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4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84" w:rsidRPr="00C12008" w:rsidRDefault="00376084" w:rsidP="005423D8">
            <w:pPr>
              <w:spacing w:after="0" w:line="240" w:lineRule="exact"/>
              <w:ind w:firstLine="74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2008">
              <w:rPr>
                <w:rFonts w:ascii="Times New Roman" w:eastAsia="Times New Roman" w:hAnsi="Times New Roman" w:cs="Times New Roman"/>
                <w:sz w:val="26"/>
                <w:szCs w:val="26"/>
              </w:rPr>
              <w:t>ПРИЛОЖЕНИЕ №5</w:t>
            </w:r>
          </w:p>
        </w:tc>
      </w:tr>
      <w:tr w:rsidR="00376084" w:rsidRPr="00C12008" w:rsidTr="005423D8">
        <w:trPr>
          <w:trHeight w:val="2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84" w:rsidRPr="00C12008" w:rsidRDefault="00376084" w:rsidP="00C120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4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84" w:rsidRPr="00C12008" w:rsidRDefault="00376084" w:rsidP="005423D8">
            <w:pPr>
              <w:spacing w:after="0" w:line="240" w:lineRule="exact"/>
              <w:ind w:firstLine="74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2008">
              <w:rPr>
                <w:rFonts w:ascii="Times New Roman" w:eastAsia="Times New Roman" w:hAnsi="Times New Roman" w:cs="Times New Roman"/>
                <w:sz w:val="26"/>
                <w:szCs w:val="26"/>
              </w:rPr>
              <w:t>к решению Совета депутатов</w:t>
            </w:r>
          </w:p>
        </w:tc>
      </w:tr>
      <w:tr w:rsidR="00376084" w:rsidRPr="00C12008" w:rsidTr="005423D8">
        <w:trPr>
          <w:trHeight w:val="2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84" w:rsidRPr="00C12008" w:rsidRDefault="00376084" w:rsidP="00C120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4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84" w:rsidRPr="00C12008" w:rsidRDefault="00376084" w:rsidP="005423D8">
            <w:pPr>
              <w:spacing w:after="0" w:line="240" w:lineRule="exact"/>
              <w:ind w:firstLine="74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2008">
              <w:rPr>
                <w:rFonts w:ascii="Times New Roman" w:eastAsia="Times New Roman" w:hAnsi="Times New Roman" w:cs="Times New Roman"/>
                <w:sz w:val="26"/>
                <w:szCs w:val="26"/>
              </w:rPr>
              <w:t>городского поселения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C12008">
              <w:rPr>
                <w:rFonts w:ascii="Times New Roman" w:eastAsia="Times New Roman" w:hAnsi="Times New Roman" w:cs="Times New Roman"/>
                <w:sz w:val="26"/>
                <w:szCs w:val="26"/>
              </w:rPr>
              <w:t>"Город Амурск"</w:t>
            </w:r>
          </w:p>
        </w:tc>
      </w:tr>
      <w:tr w:rsidR="00C12008" w:rsidRPr="00C12008" w:rsidTr="005423D8">
        <w:trPr>
          <w:trHeight w:val="2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008" w:rsidRPr="00C12008" w:rsidRDefault="00C12008" w:rsidP="00C120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008" w:rsidRPr="00C12008" w:rsidRDefault="00C12008" w:rsidP="005423D8">
            <w:pPr>
              <w:spacing w:after="0" w:line="240" w:lineRule="auto"/>
              <w:ind w:firstLine="74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008" w:rsidRPr="00C12008" w:rsidRDefault="00C12008" w:rsidP="005423D8">
            <w:pPr>
              <w:spacing w:after="0" w:line="240" w:lineRule="auto"/>
              <w:ind w:firstLine="74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12008" w:rsidRPr="00C12008" w:rsidRDefault="00C12008" w:rsidP="005423D8">
            <w:pPr>
              <w:spacing w:after="0" w:line="240" w:lineRule="exact"/>
              <w:ind w:firstLine="74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76084" w:rsidRPr="00C12008" w:rsidTr="005423D8">
        <w:trPr>
          <w:trHeight w:val="2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84" w:rsidRPr="00C12008" w:rsidRDefault="00376084" w:rsidP="00C120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4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84" w:rsidRPr="00C12008" w:rsidRDefault="00376084" w:rsidP="005423D8">
            <w:pPr>
              <w:spacing w:after="0" w:line="240" w:lineRule="exact"/>
              <w:ind w:firstLine="74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2008">
              <w:rPr>
                <w:rFonts w:ascii="Times New Roman" w:eastAsia="Times New Roman" w:hAnsi="Times New Roman" w:cs="Times New Roman"/>
                <w:sz w:val="26"/>
                <w:szCs w:val="26"/>
              </w:rPr>
              <w:t>Амурского муниципального района</w:t>
            </w:r>
          </w:p>
        </w:tc>
      </w:tr>
      <w:tr w:rsidR="00376084" w:rsidRPr="00C12008" w:rsidTr="005423D8">
        <w:trPr>
          <w:trHeight w:val="2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84" w:rsidRPr="00C12008" w:rsidRDefault="00376084" w:rsidP="00C120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4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84" w:rsidRPr="00C12008" w:rsidRDefault="00376084" w:rsidP="005423D8">
            <w:pPr>
              <w:spacing w:after="0" w:line="240" w:lineRule="exact"/>
              <w:ind w:firstLine="74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2008">
              <w:rPr>
                <w:rFonts w:ascii="Times New Roman" w:eastAsia="Times New Roman" w:hAnsi="Times New Roman" w:cs="Times New Roman"/>
                <w:sz w:val="26"/>
                <w:szCs w:val="26"/>
              </w:rPr>
              <w:t>Хабаровского края</w:t>
            </w:r>
          </w:p>
        </w:tc>
      </w:tr>
      <w:tr w:rsidR="005423D8" w:rsidRPr="00C12008" w:rsidTr="005423D8">
        <w:trPr>
          <w:trHeight w:val="2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C12008" w:rsidRDefault="005423D8" w:rsidP="00C120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4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C12008" w:rsidRDefault="005423D8" w:rsidP="005423D8">
            <w:pPr>
              <w:spacing w:after="0" w:line="240" w:lineRule="exact"/>
              <w:ind w:firstLine="74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200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  18.12.2014   № 113  </w:t>
            </w:r>
          </w:p>
        </w:tc>
      </w:tr>
      <w:tr w:rsidR="005423D8" w:rsidRPr="00C12008" w:rsidTr="005423D8">
        <w:trPr>
          <w:trHeight w:val="2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C12008" w:rsidRDefault="005423D8" w:rsidP="00C120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4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C12008" w:rsidRDefault="005423D8" w:rsidP="005423D8">
            <w:pPr>
              <w:spacing w:after="0" w:line="240" w:lineRule="exact"/>
              <w:ind w:firstLine="74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C12008">
              <w:rPr>
                <w:rFonts w:ascii="Times New Roman" w:eastAsia="Times New Roman" w:hAnsi="Times New Roman" w:cs="Times New Roman"/>
                <w:sz w:val="26"/>
                <w:szCs w:val="26"/>
              </w:rPr>
              <w:t>(в ред. решения Совета депутатов</w:t>
            </w:r>
            <w:proofErr w:type="gramEnd"/>
          </w:p>
        </w:tc>
      </w:tr>
      <w:tr w:rsidR="005423D8" w:rsidRPr="00C12008" w:rsidTr="005423D8">
        <w:trPr>
          <w:trHeight w:val="2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C12008" w:rsidRDefault="005423D8" w:rsidP="00C120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4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C12008" w:rsidRDefault="005423D8" w:rsidP="005423D8">
            <w:pPr>
              <w:spacing w:after="0" w:line="240" w:lineRule="exact"/>
              <w:ind w:firstLine="74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200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18.06.2015 </w:t>
            </w:r>
            <w:r w:rsidRPr="00C1200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156</w:t>
            </w:r>
          </w:p>
        </w:tc>
      </w:tr>
      <w:tr w:rsidR="00C12008" w:rsidRPr="00376084" w:rsidTr="005423D8">
        <w:trPr>
          <w:trHeight w:val="20"/>
        </w:trPr>
        <w:tc>
          <w:tcPr>
            <w:tcW w:w="96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6084" w:rsidRDefault="00C12008" w:rsidP="00C1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376084" w:rsidRDefault="00376084" w:rsidP="00C1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C12008" w:rsidRPr="00376084" w:rsidRDefault="00C12008" w:rsidP="00C1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и видам расходов местного бюджета в ведомственной структуре расходов </w:t>
            </w:r>
            <w:r w:rsidR="00376084" w:rsidRPr="0037608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 2015 год</w:t>
            </w:r>
          </w:p>
        </w:tc>
      </w:tr>
      <w:tr w:rsidR="00C12008" w:rsidRPr="00376084" w:rsidTr="005423D8">
        <w:trPr>
          <w:trHeight w:val="20"/>
        </w:trPr>
        <w:tc>
          <w:tcPr>
            <w:tcW w:w="96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C1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C1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C1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2008" w:rsidRPr="00376084" w:rsidRDefault="00C12008" w:rsidP="00C1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2008" w:rsidRPr="00376084" w:rsidRDefault="00C12008" w:rsidP="00C1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2008" w:rsidRPr="00376084" w:rsidRDefault="00C12008" w:rsidP="00C1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12008" w:rsidRPr="00376084" w:rsidRDefault="00C12008" w:rsidP="00C1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C120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Администрация города Амурска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000 00 00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186477,281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000 00 00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000 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66177,346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Функционирование высшего должностного лица субъекта РФ и муниципального образования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7100000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1460,000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7100000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7100102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</w:t>
            </w:r>
            <w:proofErr w:type="gramStart"/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)о</w:t>
            </w:r>
            <w:proofErr w:type="gramEnd"/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рганов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7100102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7200000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1834,600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7210000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</w:t>
            </w:r>
            <w:proofErr w:type="gramStart"/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)о</w:t>
            </w:r>
            <w:proofErr w:type="gramEnd"/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рганов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7210103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7220000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514,600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законодательных (представительных) органов местного самоуправления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514,600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</w:t>
            </w:r>
            <w:proofErr w:type="gramStart"/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)о</w:t>
            </w:r>
            <w:proofErr w:type="gramEnd"/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рганов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361,000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152,600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7300000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53415,200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53413,000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</w:t>
            </w:r>
            <w:proofErr w:type="gramStart"/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)о</w:t>
            </w:r>
            <w:proofErr w:type="gramEnd"/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рганов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47319,000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5784,000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судебных актов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170,000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выполнение полномочий по административным правонарушениям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7300П32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7300П32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97,590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межбюджетные трансферты из бюджетов поселений бюджету муниципального района в сфере финансово </w:t>
            </w:r>
            <w:proofErr w:type="gramStart"/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-б</w:t>
            </w:r>
            <w:proofErr w:type="gramEnd"/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юджетного надзора в соответствии с заключенными Соглашениями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8520070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97,590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8520070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97,590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274,433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7230103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274,433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7230103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274,433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Резервные  фонды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8400000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2593,413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2593,413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2593,413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6502,110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8100000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1977,110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8110113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717,740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8110113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717,740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1084,870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судебных актов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484,870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содержание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8130113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174,500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8130113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174,500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4525,000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"Развитие муниципальной службы в городском поселении "Город Амурск"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85,000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Обучение, переподготовка, повышение квалификации муниципальных служащих в рамках муниципальной программы "Развитие муниципальной службы в городском поселении "Город Амурск"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85,000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</w:t>
            </w:r>
            <w:proofErr w:type="gramStart"/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)о</w:t>
            </w:r>
            <w:proofErr w:type="gramEnd"/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рганов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39,000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46,000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"Предупреждение коррупции в городском поселении "Город Амурск"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Организационно-практические мероприятия антикоррупционного характера в рамках муниципальной программы "Предупреждение коррупции в городском поселении "Город Амурск"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0210113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0210113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"Поддержка общественных объединений и некоммерческих организаций в городском поселении "Город Амурск"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ветеранского движения в рамках муниципальной программы  "Поддержка общественных объединений и некоммерческих организаций в городском  поселении "Город Амурск"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0310113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0310113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поддержку инвалидов в рамках муниципальной программы  "Поддержка общественных объединений и некоммерческих организаций в </w:t>
            </w:r>
            <w:proofErr w:type="spellStart"/>
            <w:proofErr w:type="gramStart"/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городском поселении "Город Амурск"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0320113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0320113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деятельности общественного совета по профилактике правонарушений в рамках муниципальной программы  "Поддержка общественных объединений и некоммерческих организаций  в городском поселении "Город Амурск"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0330113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0330113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"Информатизация городского поселения "Город Амурск"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2480,000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совершенствование информационно-технической инфраструктуры органов местного самоуправления города Амурска в рамках муниципальной программы "Информатизация городского поселения "Город Амурск"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0410113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2480,000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0410113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2480,000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программа "Создание условий для </w:t>
            </w:r>
            <w:proofErr w:type="spellStart"/>
            <w:r w:rsidRPr="003760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эффектиного</w:t>
            </w:r>
            <w:proofErr w:type="spellEnd"/>
            <w:r w:rsidRPr="003760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использования муниципального имущества городского поселения "Город Амурск"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1440,000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проведение оценки рыночной стоимости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0510113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0510113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изготовление технической документации на объекты муниципальной недвижимости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0520113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940,000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0520113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940,000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проведение кадастровых работ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0530113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0530113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"Поддержка и развитие средств массовой информации в городском поселении "Город Амурск"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информационной работы с населением посредством телевидения в рамках муниципальной программы "Поддержка и развитие средств массовой информации в городском </w:t>
            </w: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поселении "Город Амурск"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3220113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3220113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1396,500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 из бюджетов поселений бюджету муниципального района в сфере гражданской обороны, защиты населения, предупреждения и ликвидации ЧС в соответствии с заключенными Соглашениями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8530070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8530070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1346,500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Предупреждение  и ликвидация последствий чрезвычайных ситуаций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635,700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 программа </w:t>
            </w: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«Защита населения на территории городского поселения «Город Амурск» от чрезвычайных ситуаций, обеспечение первичных мер пожарной безопасности, обеспечение людей на водных объектах"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535,700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защите населения и территории городского поселения  от чрезвычайных ситуаций в рамках муниципальной программы «Защита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0610309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335,700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0610309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335,700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обеспечению безопасности людей на водных объектах в рамках муниципальной программы "Защита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0620309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0620309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"Развитие системы гражданской обороны в городе Амурске на период 2014-2016 годы"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поддержание сил и средств гражданской обороны в состоянии постоянной готовности в рамках муниципальной </w:t>
            </w:r>
            <w:proofErr w:type="spellStart"/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proofErr w:type="gramStart"/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"Р</w:t>
            </w:r>
            <w:proofErr w:type="gramEnd"/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</w:t>
            </w:r>
            <w:proofErr w:type="spellEnd"/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гражданской обороны в городе Амурске"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0710309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0710309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542,831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 программа </w:t>
            </w: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«Защита населения на территории городского поселения «Город Амурск» от чрезвычайных ситуаций, обеспечение первичных мер пожарной безопасности, обеспечение людей на водных объектах"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542,831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первичных мер пожарной безопасности в рамках муниципальной программы «Защита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0630310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542,831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0630310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542,831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156 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167,969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«Безопасный город» муниципального образования городское поселение «Город Амурск»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167,969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мер выявления и пресечения противоправных действий в рамках муниципальной программы «Безопасный город» муниципального образования городское поселение «Город Амурск»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0810314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167,969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0810314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167,969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40711,739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910,000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"Развитие сельского хозяйства в городском поселении "Город Амурск"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910,000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организации информационно-методического обеспечения сельхозпроизводителей в рамках муниципальной программы "Развитие сельского хозяйства в городском поселении "Город Амурск"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0910405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0910405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Субсидирование затрат на инженерное обеспечение территории садоводческих товариществ в рамках муниципальной программы "Развитие сельского хозяйства в </w:t>
            </w: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городском поселении "Город Амурск"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0920405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0920405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по транспортному обслуживанию населения на пригородных (дачных) маршрутах в рамках муниципальной программы "Развитие сельского хозяйства в городском поселении "Город Амурск"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0930405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0930405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Водное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115,000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12008" w:rsidRPr="00376084" w:rsidRDefault="00C12008" w:rsidP="00376084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"Развитие водохозяйственного комплекса на территории городского поселения "Город Амурск"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115,000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разработку </w:t>
            </w:r>
            <w:proofErr w:type="spellStart"/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проектно</w:t>
            </w:r>
            <w:proofErr w:type="spellEnd"/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сметной документации в рамках муниципальной программы «Развитие водохозяйственного комплекса на территории городского поселения "Город Амурск"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3510406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115,000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Дорожное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38871,739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Муниципальные программа "Восстановление благоустройства дворовых территорий и межквартальных проездов на территории городского поселения "Город Амурск"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ремонта и реконструкция дворовых территорий и межквартальных проездов к дворовым территориям многоквартирных домов на территории городского поселения «Город Амурск» в рамках муниципальной программы  "Восстановление благоустройства дворовых территорий и межквартальных проездов на территории городского поселения "Город Амурск"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1010409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2000,000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1010409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2000,000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"Содержание, ремонт и развитие дорожной сети городского поселения "Город Амурск"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36147,659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и ремонт автомобильных дорог общего </w:t>
            </w: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пользования в рамках муниципальной программы "Содержание, ремонт и развитие дорожной сети городского поселения "Город Амурск"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24297,659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24297,659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дорог в рамках муниципальной программы "Содержание, ремонт и развитие дорожной сети  городского поселения "Город Амурск"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1120409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4850,000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1120409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4850,000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</w:t>
            </w:r>
            <w:proofErr w:type="spellStart"/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софинсирование</w:t>
            </w:r>
            <w:proofErr w:type="spellEnd"/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расходных обязательств по строительству, реконструкции, капитальному ремонту, ремонту объектов дорожного хозяйства, находящихся в муниципальной собственности за счет краевого бюджета в рамках государственной программы Хабаровского края «Развитие транспортной системы Хабаровского края»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1120509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7000,000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1120509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7000,000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"Повышение безопасности дорожного движения на территории города Амурска"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организации элементов обустройства автомобильных дорог в рамках муниципальной программы «Повышение безопасности дорожного движения на территории города Амурска"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3310409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3310409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24,080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24,080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Реализация государственных функций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815,000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"Мероприятия в области градостроительной деятельности городского поселения "Город Амурск"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развития территории городского поселения </w:t>
            </w: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"Город Амурск" в части градостроительной деятельности в рамках муниципальной программы «Мероприятия в области градостроительной деятельности городского поселения «Город Амурск»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3010412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3010412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 программа "Развитие и поддержка малого и среднего предпринимательства в городе Амурске 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215,000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формирование положительного имиджа предпринимательства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1210412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1210412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обучающих семинаров и тренингов для предпринимателей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1220412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1220412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(грантов</w:t>
            </w:r>
            <w:proofErr w:type="gramStart"/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)н</w:t>
            </w:r>
            <w:proofErr w:type="gramEnd"/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ачинающим предпринимателям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1230412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</w:t>
            </w:r>
            <w:proofErr w:type="gramStart"/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, индивидуальным предпринимателям, физическим лицам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1230412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25613,563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2851,507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2851,507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Энергосберегающие мероприятия в жилищном хозяйстве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1810501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202,000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1810501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202,000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Муниципальная программа "Ремонт жилого фонда в городе Амурске"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ремонт муниципальных жилых помещений, в рамках муниципальной программы "Ремонт жилого фонда в городе Амурске"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3610501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250,000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3610501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250,000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полномочий по ремонту многоквартирных домов, в рамках муниципальной программы "Ремонт жилого фонда в городе Амурске"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3620501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3620501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2199,507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2199,507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8111,056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5751,056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663,000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Энергосберегающие мероприятия в коммунальной и производственной сфере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1820502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663,000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1820502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663,000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"Восстановление работоспособности ливневой канализации на территории городского поселения "Город Амурск"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развитие системы ливневой канализации в рамках муниципальной программы "Восстановление работоспособности ливневой канализации на территории городского поселения "Город Амурск"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1310502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1200,000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1310502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1200,000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"Чистая вода на территории городского поселения "Город Амурск"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Мероприятия, направленные на реконструкцию объектов по водоснабжению города в рамках муниципальной программы "Чистая вода на территории городского поселения "Город Амурск"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1410502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1410502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выпадающих доходов организациям, предоставляющим населению услуги водоснабжения и водоотведения  по тарифам, не обеспечивающим возмещение издержек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1420502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1420502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"Комплексное освоение территории для развития малоэтажного строительства в городе Амурске 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2988,056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по обеспечению земельного участка инженерной инфраструктурой в рамках муниципальной программы "Комплексное освоение территории для развития малоэтажного строительства в городе Амурске в 2014-2017 годы"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3410502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3410502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их краевого бюджета на комплексное освоение и развитие территории края в целях жилищного строительства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3410С23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2888,056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3410С23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2888,056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2360,000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коммунального хозяйства в рамках непрограммных расходов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8310502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1660,000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8310502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1660,000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на возмещение разницы в цене по предоставлению банных услуг населению города Амурска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8320502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</w:t>
            </w:r>
            <w:proofErr w:type="gramStart"/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, индивидуальным предпринимателям, физическим лицам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8320502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Компенсация выпадающих доходов </w:t>
            </w: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организациям, предоставляющим населению услуги теплоснабжения  по тарифам, не обеспечивающим возмещение издержек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8340502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юридическим лицам (кроме некоммерческих организаций</w:t>
            </w:r>
            <w:proofErr w:type="gramStart"/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, индивидуальным предпринимателям, физическим лицам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8340502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000 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14651,000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9650,000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"Строительство, ремонт и модернизация линий уличного освещения городского поселения "Город Амурск"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развитие сети уличного освещения путем строительства новых и восстановления временно бездействующих линий в рамках муниципальной программы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Расходы, направленные на уличное освещения города Амурска в рамках муниципальной программы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1520503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1520503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"Сохранение  и развитие зеленого фонда городского поселения "Город Амурск"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обеспечение организации  современного озеленения города в рамках муниципальной программы "Сохранение  и развитие зеленого фонда городского поселения "Город Амурск"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1610503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1610503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"Развитие сферы ритуальных услуг и мест погребения в городском поселении "Город Амурск"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3800,000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содержание городских кладбищ и </w:t>
            </w: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организацию мест захоронения граждан в рамках муниципальной программы  "Развитие сферы ритуальных услуг и мест погребения в городском поселении "Город Амурск"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1710503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1780,000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1710503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1780,000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строительство городского кладбища в рамках муниципальной программы  "Развитие сферы ритуальных услуг и мест погребения в городском поселении "Город Амурск"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1720503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1520,000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1720503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1520,000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 возмещение расходов по гарантированному перечню услуг по погребению за счет местных бюджетов, в рамках муниципальной программы "Развитие сферы ритуальных услуг и мест погребения в городском поселении "Город Амурск"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1730503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1730503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доставке невостребованных тел в морг в рамках муниципальной программы "Развитие сферы ритуальных услуг и мест погребения в городском поселении "Город Амурск" на 2014-2016 годы"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1740503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1740503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</w:t>
            </w:r>
            <w:proofErr w:type="gramStart"/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на возмещение затрат с оказанием услуг по пригородным заказным пассажирским перевозкам  до городского кладбища в рамках</w:t>
            </w:r>
            <w:proofErr w:type="gramEnd"/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муниципальной программы "Развитие сферы ритуальных услуг и мест погребения в городском поселении "Город Амурск"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1750503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1750503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«Доступная среда» в городском поселении "Город Амурск" на 2014 – 2016 годы»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формированию </w:t>
            </w: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доступной среды жизнедеятельности инвалидов в сфере жилищно-коммунального хозяйства в рамках муниципальной программы "Доступная среда"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3110503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3110503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5001,000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благоустройства в рамках непрограммных расходов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8330503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4551,000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8330503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4551,000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Премия "Самое благоустроенное поселение" </w:t>
            </w:r>
            <w:proofErr w:type="gramStart"/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средств краевого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8330И10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450,000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8330И10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450,000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Молодежная политика и оздоровление детей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715,000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715,000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Муниципальная  программа "Молодежь города Амурска"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воспитания гражданственности и патриотизма, духовных и нравственных ценностей молодежи, формирование здорового стиля, оказание поддержки молодой семье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1910000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для детей и молодежи в рамках муниципальной  программы "Молодежь города Амурска"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1910707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1910707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Муниципальная программа "Трудоустройство несовершеннолетних в летний период"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315,000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в летний период в рамках муниципальной программы "Трудоустройства несовершеннолетних в летний период"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2010707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2010707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Культура,  кинематография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47938,700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"Развитие культурно - досугового обслуживания населения города Амурска      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32794,000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деятельности подведомственных учреждений (МБУК Дворец культуры) в рамках муниципальная  программы "Развитие культурно </w:t>
            </w:r>
            <w:proofErr w:type="gramStart"/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-д</w:t>
            </w:r>
            <w:proofErr w:type="gramEnd"/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осугового обслуживания населения города Амурска"   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20526,564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20526,564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МБУК "Дворец культуры" за счет краевого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2410С02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5794,000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2410С02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5794,000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городских мероприятий на стационарных площадках "Праздничный город"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2420801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2600,000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2420801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2600,000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МБУК "Дворец культуры" субсидии бюджетным учреждениям на иные цели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2430801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3873,436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2430801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3873,436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"Доступная среда» в городском поселении "Город Амурск"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формированию доступной среды жизнедеятельности инвалидов в сфере культуры в рамках муниципальной программы "Доступная среда"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280,000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280,000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иные цели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280,000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«Развитие кинопроката и </w:t>
            </w:r>
            <w:proofErr w:type="spellStart"/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киновидеобслуживания</w:t>
            </w:r>
            <w:proofErr w:type="spellEnd"/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населения городского поселения «Город Амурск»                      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8976,500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кинопроката, проведение мероприятий в рамках муниципальной программы «Развитие кинопроката и </w:t>
            </w:r>
            <w:proofErr w:type="spellStart"/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киновидеобслуживания</w:t>
            </w:r>
            <w:proofErr w:type="spellEnd"/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населения городского поселения «Город Амурск»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2500000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8976,500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2510801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5883,901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2510801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5883,901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МБУК "Кинотеатр "Молодость" за счет краевого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2510С02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2344,000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2510С02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2344,000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МБУК "Кинотеатр "Молодость" субсидии бюджетным учреждениям на иные цели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2520801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748,599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2520801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748,599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"Сохранение биологического разнообразия видов растений и обеспечение экологического просвещения населения   города Амурска "          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5888,200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динамичного развития Ботанического сада как хранилища генофонда экзотических растений в рамках муниципальной программы "Сохранение биологического разнообразия видов растений и обеспечение экологического просвещения населения   города Амурска"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2600000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5888,200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2610801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4130,200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2610801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4130,200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МБУК "Ботанический сад" за счет краевого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2610С02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1758,000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2610С02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1758,000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1424,433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Муниципальная программа "Обеспечение жильем молодых семей в городе Амурске"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1424,433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социальной выплаты молодым семьям в рамках муниципальной программы "Обеспечение жильем молодых семей в городе Амурске"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2111003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1150,000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(социальные выплаты) гражданам на приобретение жилья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2111003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1150,000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социальных выплат молодым семьям в рамках государственной программы Хабаровского края «Развитие жилищного строительства в Хабаровском крае» за счет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2115020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118,833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(социальные выплаты) гражданам на приобретение жилья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2115020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118,833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социальных выплат молодым семьям в рамках государственной программы Хабаровского края «Развитие жилищного строительства в Хабаровском крае» за счет краевого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2110С24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155,600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(социальные выплаты) гражданам на приобретение жилья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2110С24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155,600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Физическая культура и  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"Развитие физической культуры и спорта в городе Амурске"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массовых физкультурно-спортивных мероприятий, в рамках муниципальной программы "Развитие физической культуры и спорта в городе Амурске"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2211102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1200,000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2211102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1200,000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Мероприятия, направленные в сфере средств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"Поддержка и развитие средств массовой информации в городском поселении "Город Амурск"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оперативного и регулярного освещения деятельности органов местного самоуправления в печатных изданиях в рамках муниципальной программы "Поддержка и развитие средств массовой информации в городском поселении "Город Амурск"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Отдел культуры администрации городского поселения "Город Амурск"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26533,117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19183,127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программа «Создание условий для обеспечения </w:t>
            </w:r>
            <w:r w:rsidRPr="003760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доступности и сохранности музейных фондов»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099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6370,800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Создание условий для формирования и развития музейного собрания, обеспечения сохранности музейных фондов в рамках муниципальной программы «Создание условий для обеспечения доступности и сохранности музейных фондов»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5328,800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(МКУК АГКМ) в рамках муниципальной программы «Создание условий для обеспечения доступности и сохранности музейных фондов»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5328,800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4463,400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784,400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81,000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МКУК "АГКМ" за счет краевого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2710С02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1042,000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2710С02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1042,000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«Читающий город»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8252,327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библиотечного дела в рамках муниципальной программы "Читающий город»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6806,160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(МКУК ЦБС) в рамках муниципальной программы "Читающий город»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6806,160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5497,400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1145,760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163,000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МКУК "ЦБС" за счет краевого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2810С02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1432,000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2810С02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1432,000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Комплектование книжных фондов библиотек в рамках государственной программы Хабаровского края "Культура Хабаровского края" на 2015 год за счет краевых средств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2810И08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14,167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2810И08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14,167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</w:t>
            </w: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"Доступная среда» в городском поселении "Город Амурск"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099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Мероприятия по формированию доступной среды жизнедеятельности инвалидов в МКУК "Централизованная библиотечная </w:t>
            </w:r>
            <w:proofErr w:type="spellStart"/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</w:t>
            </w:r>
            <w:proofErr w:type="gramStart"/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"в</w:t>
            </w:r>
            <w:proofErr w:type="spellEnd"/>
            <w:proofErr w:type="gramEnd"/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рамках муниципальной программы "Доступная среда"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3130801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30,000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3130801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30,000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"Создание условий для обеспечения доступности и сохранности ценных и охраняемых растений Дальнего Востока"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4480,000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сохранности коллекционных растений и пополнение коллекции растений, создание комфортной среды для посетителей Амурского дендрария в рамках муниципальной программы " Создание условий для обеспечения доступности и сохранности ценных и охраняемых растений Дальнего Востока"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3650,000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2482,000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1151,000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17,000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МКУК "Амурский городской дендрарий" за счет краевого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2910С02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830,000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2910С02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830,000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"Развитие внутреннего и въездного туризма в городе Амурске"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Организационно-методическое, финансовое обеспечение в рамках муниципальной программы "Развитие внутреннего и въездного туризма в городе Амурске"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2310801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2310801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7349,990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(МКУ Централизованная бухгалтерия) в рамках непрограммных расходов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2999,990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2758,000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241,100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0,890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</w:t>
            </w:r>
            <w:proofErr w:type="spellStart"/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гос</w:t>
            </w:r>
            <w:proofErr w:type="gramStart"/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ласти</w:t>
            </w:r>
            <w:proofErr w:type="spellEnd"/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субъектов РФ и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7300000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4350,000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4350,000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</w:t>
            </w:r>
            <w:proofErr w:type="gramStart"/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)о</w:t>
            </w:r>
            <w:proofErr w:type="gramEnd"/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рганов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3858,000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459,200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sz w:val="24"/>
                <w:szCs w:val="24"/>
              </w:rPr>
              <w:t>32,800</w:t>
            </w:r>
          </w:p>
        </w:tc>
      </w:tr>
      <w:tr w:rsidR="00C12008" w:rsidRPr="00376084" w:rsidTr="005423D8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8" w:rsidRPr="00376084" w:rsidRDefault="00C12008" w:rsidP="0037608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60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213010,398</w:t>
            </w:r>
          </w:p>
        </w:tc>
      </w:tr>
      <w:tr w:rsidR="00376084" w:rsidRPr="00C12008" w:rsidTr="005423D8">
        <w:trPr>
          <w:trHeight w:val="20"/>
        </w:trPr>
        <w:tc>
          <w:tcPr>
            <w:tcW w:w="96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84" w:rsidRDefault="00376084" w:rsidP="00C1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6084" w:rsidRDefault="00376084" w:rsidP="00C1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6084" w:rsidRDefault="00376084" w:rsidP="00C1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6084" w:rsidRPr="00376084" w:rsidRDefault="00376084" w:rsidP="0037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0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городского поселения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</w:t>
            </w:r>
            <w:proofErr w:type="spellStart"/>
            <w:r w:rsidRPr="00376084">
              <w:rPr>
                <w:rFonts w:ascii="Times New Roman" w:eastAsia="Times New Roman" w:hAnsi="Times New Roman" w:cs="Times New Roman"/>
                <w:sz w:val="28"/>
                <w:szCs w:val="28"/>
              </w:rPr>
              <w:t>Б.П.Редькин</w:t>
            </w:r>
            <w:proofErr w:type="spellEnd"/>
          </w:p>
          <w:p w:rsidR="00376084" w:rsidRDefault="00376084" w:rsidP="00C1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6084" w:rsidRPr="00376084" w:rsidRDefault="00376084" w:rsidP="00C1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6084" w:rsidRPr="00376084" w:rsidRDefault="00376084" w:rsidP="00C1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08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76084" w:rsidRPr="00C12008" w:rsidTr="005423D8">
        <w:trPr>
          <w:trHeight w:val="20"/>
        </w:trPr>
        <w:tc>
          <w:tcPr>
            <w:tcW w:w="96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084" w:rsidRPr="00376084" w:rsidRDefault="00376084" w:rsidP="00376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084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Совета депутатов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Л.Е.</w:t>
            </w:r>
            <w:r w:rsidRPr="00376084">
              <w:rPr>
                <w:rFonts w:ascii="Times New Roman" w:eastAsia="Times New Roman" w:hAnsi="Times New Roman" w:cs="Times New Roman"/>
                <w:sz w:val="28"/>
                <w:szCs w:val="28"/>
              </w:rPr>
              <w:t>Кавелина</w:t>
            </w:r>
            <w:proofErr w:type="spellEnd"/>
          </w:p>
        </w:tc>
      </w:tr>
    </w:tbl>
    <w:p w:rsidR="00C12008" w:rsidRDefault="00C12008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423D8" w:rsidRDefault="005423D8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423D8" w:rsidRDefault="005423D8" w:rsidP="00F33215">
      <w:pPr>
        <w:spacing w:after="0" w:line="240" w:lineRule="auto"/>
        <w:rPr>
          <w:rFonts w:ascii="Times New Roman" w:hAnsi="Times New Roman"/>
          <w:sz w:val="28"/>
          <w:szCs w:val="28"/>
        </w:rPr>
        <w:sectPr w:rsidR="005423D8" w:rsidSect="000E34CC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tbl>
      <w:tblPr>
        <w:tblW w:w="1178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71"/>
        <w:gridCol w:w="1440"/>
        <w:gridCol w:w="720"/>
        <w:gridCol w:w="1936"/>
        <w:gridCol w:w="260"/>
        <w:gridCol w:w="1760"/>
      </w:tblGrid>
      <w:tr w:rsidR="000340D1" w:rsidRPr="005423D8" w:rsidTr="000340D1">
        <w:trPr>
          <w:gridAfter w:val="1"/>
          <w:wAfter w:w="1760" w:type="dxa"/>
          <w:trHeight w:val="20"/>
        </w:trPr>
        <w:tc>
          <w:tcPr>
            <w:tcW w:w="100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D1" w:rsidRPr="005423D8" w:rsidRDefault="000340D1" w:rsidP="000340D1">
            <w:pPr>
              <w:spacing w:after="0" w:line="240" w:lineRule="exact"/>
              <w:ind w:right="-108" w:firstLine="513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23D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ПРИЛОЖЕНИЕ № 7</w:t>
            </w:r>
          </w:p>
        </w:tc>
      </w:tr>
      <w:tr w:rsidR="000340D1" w:rsidRPr="005423D8" w:rsidTr="000340D1">
        <w:trPr>
          <w:gridAfter w:val="1"/>
          <w:wAfter w:w="1760" w:type="dxa"/>
          <w:trHeight w:val="20"/>
        </w:trPr>
        <w:tc>
          <w:tcPr>
            <w:tcW w:w="100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D1" w:rsidRPr="005423D8" w:rsidRDefault="000340D1" w:rsidP="000340D1">
            <w:pPr>
              <w:spacing w:after="0" w:line="240" w:lineRule="exact"/>
              <w:ind w:right="-108" w:firstLine="513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23D8">
              <w:rPr>
                <w:rFonts w:ascii="Times New Roman" w:eastAsia="Times New Roman" w:hAnsi="Times New Roman" w:cs="Times New Roman"/>
                <w:sz w:val="26"/>
                <w:szCs w:val="26"/>
              </w:rPr>
              <w:t>к решению Совета депутатов</w:t>
            </w:r>
          </w:p>
        </w:tc>
      </w:tr>
      <w:tr w:rsidR="000340D1" w:rsidRPr="005423D8" w:rsidTr="000340D1">
        <w:trPr>
          <w:gridAfter w:val="1"/>
          <w:wAfter w:w="1760" w:type="dxa"/>
          <w:trHeight w:val="20"/>
        </w:trPr>
        <w:tc>
          <w:tcPr>
            <w:tcW w:w="100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D1" w:rsidRPr="005423D8" w:rsidRDefault="000340D1" w:rsidP="000340D1">
            <w:pPr>
              <w:spacing w:after="0" w:line="240" w:lineRule="exact"/>
              <w:ind w:right="-108" w:firstLine="513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23D8">
              <w:rPr>
                <w:rFonts w:ascii="Times New Roman" w:eastAsia="Times New Roman" w:hAnsi="Times New Roman" w:cs="Times New Roman"/>
                <w:sz w:val="26"/>
                <w:szCs w:val="26"/>
              </w:rPr>
              <w:t>городского поселения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5423D8">
              <w:rPr>
                <w:rFonts w:ascii="Times New Roman" w:eastAsia="Times New Roman" w:hAnsi="Times New Roman" w:cs="Times New Roman"/>
                <w:sz w:val="26"/>
                <w:szCs w:val="26"/>
              </w:rPr>
              <w:t>"Город Амурск"</w:t>
            </w:r>
          </w:p>
        </w:tc>
      </w:tr>
      <w:tr w:rsidR="000340D1" w:rsidRPr="005423D8" w:rsidTr="000340D1">
        <w:trPr>
          <w:gridAfter w:val="1"/>
          <w:wAfter w:w="1760" w:type="dxa"/>
          <w:trHeight w:val="20"/>
        </w:trPr>
        <w:tc>
          <w:tcPr>
            <w:tcW w:w="100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D1" w:rsidRPr="005423D8" w:rsidRDefault="000340D1" w:rsidP="000340D1">
            <w:pPr>
              <w:spacing w:after="0" w:line="240" w:lineRule="exact"/>
              <w:ind w:right="-108" w:firstLine="513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0340D1" w:rsidRPr="005423D8" w:rsidTr="000340D1">
        <w:trPr>
          <w:gridAfter w:val="1"/>
          <w:wAfter w:w="1760" w:type="dxa"/>
          <w:trHeight w:val="20"/>
        </w:trPr>
        <w:tc>
          <w:tcPr>
            <w:tcW w:w="100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D1" w:rsidRPr="005423D8" w:rsidRDefault="000340D1" w:rsidP="000340D1">
            <w:pPr>
              <w:spacing w:after="0" w:line="240" w:lineRule="exact"/>
              <w:ind w:right="-108" w:firstLine="513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23D8">
              <w:rPr>
                <w:rFonts w:ascii="Times New Roman" w:eastAsia="Times New Roman" w:hAnsi="Times New Roman" w:cs="Times New Roman"/>
                <w:sz w:val="26"/>
                <w:szCs w:val="26"/>
              </w:rPr>
              <w:t>Амурского муниципального района</w:t>
            </w:r>
          </w:p>
        </w:tc>
      </w:tr>
      <w:tr w:rsidR="000340D1" w:rsidRPr="005423D8" w:rsidTr="000340D1">
        <w:trPr>
          <w:gridAfter w:val="1"/>
          <w:wAfter w:w="1760" w:type="dxa"/>
          <w:trHeight w:val="20"/>
        </w:trPr>
        <w:tc>
          <w:tcPr>
            <w:tcW w:w="100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D1" w:rsidRPr="005423D8" w:rsidRDefault="000340D1" w:rsidP="000340D1">
            <w:pPr>
              <w:spacing w:after="0" w:line="240" w:lineRule="exact"/>
              <w:ind w:right="-108" w:firstLine="513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23D8">
              <w:rPr>
                <w:rFonts w:ascii="Times New Roman" w:eastAsia="Times New Roman" w:hAnsi="Times New Roman" w:cs="Times New Roman"/>
                <w:sz w:val="26"/>
                <w:szCs w:val="26"/>
              </w:rPr>
              <w:t>Хабаровского края</w:t>
            </w:r>
          </w:p>
        </w:tc>
      </w:tr>
      <w:tr w:rsidR="000340D1" w:rsidRPr="005423D8" w:rsidTr="000340D1">
        <w:trPr>
          <w:gridAfter w:val="1"/>
          <w:wAfter w:w="1760" w:type="dxa"/>
          <w:trHeight w:val="20"/>
        </w:trPr>
        <w:tc>
          <w:tcPr>
            <w:tcW w:w="100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D1" w:rsidRPr="005423D8" w:rsidRDefault="000340D1" w:rsidP="000340D1">
            <w:pPr>
              <w:spacing w:after="0" w:line="240" w:lineRule="exact"/>
              <w:ind w:right="-108" w:firstLine="513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23D8">
              <w:rPr>
                <w:rFonts w:ascii="Times New Roman" w:eastAsia="Times New Roman" w:hAnsi="Times New Roman" w:cs="Times New Roman"/>
                <w:sz w:val="26"/>
                <w:szCs w:val="26"/>
              </w:rPr>
              <w:t>от 18.12.2014 № 113</w:t>
            </w:r>
          </w:p>
        </w:tc>
      </w:tr>
      <w:tr w:rsidR="000340D1" w:rsidRPr="005423D8" w:rsidTr="000340D1">
        <w:trPr>
          <w:gridAfter w:val="1"/>
          <w:wAfter w:w="1760" w:type="dxa"/>
          <w:trHeight w:val="20"/>
        </w:trPr>
        <w:tc>
          <w:tcPr>
            <w:tcW w:w="100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D1" w:rsidRPr="005423D8" w:rsidRDefault="000340D1" w:rsidP="000340D1">
            <w:pPr>
              <w:spacing w:after="0" w:line="240" w:lineRule="exact"/>
              <w:ind w:right="-108" w:firstLine="513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5423D8">
              <w:rPr>
                <w:rFonts w:ascii="Times New Roman" w:eastAsia="Times New Roman" w:hAnsi="Times New Roman" w:cs="Times New Roman"/>
                <w:sz w:val="26"/>
                <w:szCs w:val="26"/>
              </w:rPr>
              <w:t>(в ред. решения Совета депутатов</w:t>
            </w:r>
            <w:proofErr w:type="gramEnd"/>
          </w:p>
        </w:tc>
      </w:tr>
      <w:tr w:rsidR="000340D1" w:rsidRPr="005423D8" w:rsidTr="000340D1">
        <w:trPr>
          <w:gridAfter w:val="1"/>
          <w:wAfter w:w="1760" w:type="dxa"/>
          <w:trHeight w:val="20"/>
        </w:trPr>
        <w:tc>
          <w:tcPr>
            <w:tcW w:w="100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0D1" w:rsidRPr="005423D8" w:rsidRDefault="000340D1" w:rsidP="000340D1">
            <w:pPr>
              <w:spacing w:after="0" w:line="240" w:lineRule="exact"/>
              <w:ind w:right="-108" w:firstLine="513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23D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18.06.2015</w:t>
            </w:r>
            <w:r w:rsidRPr="005423D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156</w:t>
            </w:r>
          </w:p>
        </w:tc>
      </w:tr>
      <w:tr w:rsidR="005423D8" w:rsidRPr="005423D8" w:rsidTr="000340D1">
        <w:trPr>
          <w:trHeight w:val="375"/>
        </w:trPr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5423D8" w:rsidRPr="005423D8" w:rsidTr="000340D1">
        <w:trPr>
          <w:trHeight w:val="375"/>
        </w:trPr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97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423D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Распределение бюджетных ассигнований по целевым статьям (муниципальным программам и непрограммным направлениям деятельности) и группам видов расходов местного бюджета 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97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423D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 2015 год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585"/>
        </w:trPr>
        <w:tc>
          <w:tcPr>
            <w:tcW w:w="5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23D8">
              <w:rPr>
                <w:rFonts w:ascii="Times New Roman" w:eastAsia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Муниципальные программы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134373,475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муниципальной службы в городском поселении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0100000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85,000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Обучение, переподготовка, повышение квалификации муниципальных служащих в рамках муниципальной программы "Развитие муниципальной службы в городском поселении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85,000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85,000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"Предупреждение коррупции в городском поселении "Город Амурск"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0200000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Организационно-практические мероприятия антикоррупционного характера в рамках муниципальной программы "Предупреждение коррупции в городском поселении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0210113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color w:val="3366FF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0210113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color w:val="3366FF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"Поддержка общественных объединений и некоммерческих организаций в городском поселении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0300000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110,000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0340D1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ветеранского движения в рамках муниципальной программы  "Поддержка общественных объединений и некоммерческих организаций в городском  поселении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0310113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0310113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поддержку инвалидов в рамках муниципальной программы  "Поддержка общественных объединений </w:t>
            </w:r>
            <w:r w:rsidR="000340D1">
              <w:rPr>
                <w:rFonts w:ascii="Times New Roman" w:eastAsia="Times New Roman" w:hAnsi="Times New Roman" w:cs="Times New Roman"/>
                <w:sz w:val="24"/>
                <w:szCs w:val="24"/>
              </w:rPr>
              <w:t>и некоммерческих организаций в</w:t>
            </w: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городском поселении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0320113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 услуг для обеспечения государственных (муниципальных) </w:t>
            </w: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деятельности общественного совета по профилактике правонарушений в рамках муниципальной программы  "Поддержка общественных объединений и некоммерческих организаций  в городском поселении "Город Амурск"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0330113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0330113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"Информатизация городского поселения "Город Амурск"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0400000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2480,000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совершенствование информационно-технической инфраструктуры органов местного самоуправления города Амурска в рамках муниципальной программы "Информатизация городского поселения "Город Амурск"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0410113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2480,000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0410113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2480,000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0410113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2480,000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"Создание условий для эффекти</w:t>
            </w:r>
            <w:r w:rsidR="00034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5423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ного использования муниципального имущества городского поселения "Город Амурск"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0500000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1440,000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проведение оценки рыночной стоимости объектов муниципального имущества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0510113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0510113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изготовление технической документации на объекты муниципальной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0520113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940,000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0520113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940,000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проведение кадастровых работ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0530113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0530113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«Защита населения на территории городского поселения «Город Амурск» от чрезвычайных ситуаций, обеспечение первичных мер пожарной безопасности, обеспечение людей на водных объектах»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0600000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1078,531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защите населения и территории городского поселения  от чрезвычайных ситуаций в рамках муниципальной программы «Защита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0610309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335,700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0610309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335,700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безопасности людей </w:t>
            </w: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водных объектах в рамках муниципальной программы "Защита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0620309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0620309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первичных мер пожарной безопасности в рамках муниципальной программы «Защита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0630310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542,831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0630310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542,831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системы гражданской обороны в городе Амурске"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0700000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поддержание сил и средств гражданской обороны в состоянии постоянной готовности в рамках муниципальной </w:t>
            </w:r>
            <w:proofErr w:type="spellStart"/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proofErr w:type="gramStart"/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"Р</w:t>
            </w:r>
            <w:proofErr w:type="gramEnd"/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</w:t>
            </w:r>
            <w:proofErr w:type="spellEnd"/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гражданской обороны в городе Амурске"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0710309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0710309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«Безопасный город» муниципального образования городское поселение «Город Амурск»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0800000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167,969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мер выявления и пресечения противоправных действий в рамках муниципальной программы «Безопасный город» муниципального образования городское поселение «Город Амурск»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0810314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167,969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0810314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167,969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Муниципальная  программа "Развитие сельского хозяйства в городском поселении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0900000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910,000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организации информационно-методического обеспечения сельхозпроизводителей в рамках муниципальной программы "Развитие сельского хозяйства в городском поселении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0910405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0910405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Субсидирование затрат на инженерное обеспечение территории садоводческих товариществ в рамках муниципальной программы "Развитие сельского хозяйства в городском поселении "Город Амурск"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0920405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0920405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по транспортному обслуживанию населения на пригородных (дачных) маршрутах в рамках муниципальной программы "Развитие сельского хозяйства в городском поселении "Город </w:t>
            </w: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Амурск"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0930405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0930405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Муниципальные программа "Восстановление благоустройства дворовых территорий и межквартальных проездов на территории городского поселения "Город Амурск"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2000,000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ремонта и реконструкция дворовых территорий и межквартальных проездов к дворовым территориям многоквартирных домов на территории городского поселения «Город Амурск» в рамках муниципальной программы  "Восстановление благоустройства дворовых территорий и межквартальных проездов на территории городского поселения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1010409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2000,000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1010409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2000,000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"Содержание, ремонт и развитие дорожной сети городского поселения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1100000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36147,659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и ремонт автомобильных дорог общего пользования в рамках муниципальной программы "Содержание, ремонт и развитие дорожной сети городского поселения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24297,659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24297,659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24297,659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дорог в рамках муниципальной программы "Содержание, ремонт и развитие дорожной сети  городского поселения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1120409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4850,000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1120409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4850,000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софи</w:t>
            </w:r>
            <w:r w:rsidR="000340D1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нсирование расходных обязательств по строительству, реконструкции, капитальному ремонту, ремонту объектов дорожного хозяйства, находящихся в муниципальной собственности за счет краевого бюджета в рамках государственной программы Хабаровского края «Развитие транспортной системы Хабаровского края»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1120509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7000,000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1120509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7000,000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"Развитие и поддержка малого и среднего предпринимательства в городе Амурске"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1200000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215,000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формирование положительного имиджа предпринимательства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1210412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 услуг для </w:t>
            </w: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1210412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Проведение обучающих семинаров и тренингов для предпринимателей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1220412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1220412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(грантов</w:t>
            </w:r>
            <w:proofErr w:type="gramStart"/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)н</w:t>
            </w:r>
            <w:proofErr w:type="gramEnd"/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ачинающим предпринимателям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1230412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1230412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"Восстановление работоспособности ливневой канализации на территории городского поселения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1300000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1200,000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развитие системы ливневой канализации в рамках муниципальной программы "Восстановление работоспособности ливневой канализации на территории городского поселения "Город Амурск"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1310502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1200,000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1310502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1200,000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"Чистая вода на территории городского поселения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1400000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900,000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реконструкцию объектов по водоснабжению города в рамках муниципальной программы "Чистая вода на территории городского поселения "Город Амурск"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1410502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1410502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выпадающих доходов организациям, предоставляющим населению услуги водоснабжения и водоотведения  по тарифам, не обеспечивающим возмещение издержек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1420502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</w:t>
            </w:r>
            <w:proofErr w:type="gramStart"/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, индивидуальным предпринимателям, физическим лицам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1420502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"Строительство, ремонт и модернизация линий уличного освещения городского поселения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1500000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развитие сети уличного освещения путем строительства новых и восстановления временно бездействующих линий в рамках муниципальной программы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Расходы, направленные на уличное освещения города Амурска в рамках муниципальной программы "Строительство, ремонт и модернизация </w:t>
            </w: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линий уличного освещения городского поселения "Город Амурск"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1520503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1520503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"Сохранение  и развитие зеленого фонда городского поселения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1600000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обеспечение организации  современного озеленения города в рамках муниципальной программы "Сохранение  и развитие зеленого фонда городского поселения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1610503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1610503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"Развитие сферы ритуальных услуг и мест погребения в городском поселении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1700000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3800,000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содержание городских кладбищ и их развитие  в рамках муниципальной программы  "Развитие сферы ритуальных услуг и мест погребения в городском поселении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1710503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1780,000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содержание городских кладбищ и организацию мест захоронения граждан в рамках муниципальной программы  "Развитие сферы ритуальных услуг и мест погребения в городском поселении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1710503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1780,000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1710503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1780,000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строительство городского кладбища в рамках муниципальной программы  "Развитие сферы ритуальных услуг и мест погребения в городском поселении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1720503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1520,000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1720503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1520,000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</w:t>
            </w:r>
            <w:proofErr w:type="gramStart"/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на  возмещение расходов по гарантированному перечню услуг по погребению за счет местных бюджетов в рамках</w:t>
            </w:r>
            <w:proofErr w:type="gramEnd"/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муниципальной программы "Развитие сферы ритуальных услуг и мест погребения в городском поселении "Город Амурск"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1730503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1730503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доставке невостребованных тел в морг в рамках муниципальной программы "Развитие сферы ритуальных услуг и мест погребения в городском поселении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1740503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1740503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</w:t>
            </w:r>
            <w:proofErr w:type="gramStart"/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возмещение затрат с оказанием услуг по пригородным заказным пассажирским </w:t>
            </w: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перевозкам  до городского кладбища в рамках</w:t>
            </w:r>
            <w:proofErr w:type="gramEnd"/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муниципальной программы "Развитие сферы ритуальных услуг и мест погребения в городском поселении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1750503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1750503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"Энергосбережение и повышение энергетической эффективности на территории городского поселения "Город Амурск"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1800000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865,000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Энергосберегающие мероприятия в жилищном хозяйстве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1810501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202,000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1810501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202,000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1810501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202,000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Энергосберегающие мероприятия в коммунальной и производственной сфере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1820501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663,000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1820501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663,000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"Молодежь города Амурска"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1900000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воспитания гражданственности и патриотизма, духовных и нравственных ценностей молодежи, формирование здорового стиля, оказание поддержки молодой семье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1910000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для детей и молодежи в рамках муниципальной  программы "Молодежь города Амурска"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1910707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1910707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Муниципальная программа "Трудоустройство несовершеннолетних в летний период"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в летний период в рамках муниципальной программы "Трудоустройства несовершеннолетних в летний период"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2010707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2010707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Муниципальная программа "Обеспечение жильем молодых семей в городе Амурске"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2100000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1424,433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социальной выплаты молодым семьям в рамках муниципальной программы "Обеспечение жильем молодых семей в городе Амурске"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2111003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1150,000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5423D8">
              <w:rPr>
                <w:rFonts w:ascii="Arial CYR" w:eastAsia="Times New Roman" w:hAnsi="Arial CYR" w:cs="Arial CYR"/>
                <w:sz w:val="28"/>
                <w:szCs w:val="28"/>
              </w:rPr>
              <w:t> </w:t>
            </w: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(социальные выплаты</w:t>
            </w:r>
            <w:proofErr w:type="gramStart"/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)г</w:t>
            </w:r>
            <w:proofErr w:type="gramEnd"/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ражданам на приобретение жилья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2111003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1150,000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5423D8">
              <w:rPr>
                <w:rFonts w:ascii="Arial CYR" w:eastAsia="Times New Roman" w:hAnsi="Arial CYR" w:cs="Arial CYR"/>
                <w:sz w:val="28"/>
                <w:szCs w:val="28"/>
              </w:rPr>
              <w:t> </w:t>
            </w: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социальных выплат молодым семьям в рамках государственной программы Хабаровского края «Развитие жилищного строительства в Хабаровском крае» за счет федерального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2115020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118,833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5423D8">
              <w:rPr>
                <w:rFonts w:ascii="Arial CYR" w:eastAsia="Times New Roman" w:hAnsi="Arial CYR" w:cs="Arial CYR"/>
                <w:sz w:val="28"/>
                <w:szCs w:val="28"/>
              </w:rPr>
              <w:t> </w:t>
            </w: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(социальные выплаты) гражданам на приобретение жилья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2115020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118,833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5423D8">
              <w:rPr>
                <w:rFonts w:ascii="Arial CYR" w:eastAsia="Times New Roman" w:hAnsi="Arial CYR" w:cs="Arial CYR"/>
                <w:sz w:val="28"/>
                <w:szCs w:val="28"/>
              </w:rPr>
              <w:t> </w:t>
            </w: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социальных выплат молодым семьям в рамках государственной программы Хабаровского края «Развитие жилищного строительства в Хабаровском крае» за счет краевого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2110С24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155,600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5423D8">
              <w:rPr>
                <w:rFonts w:ascii="Arial CYR" w:eastAsia="Times New Roman" w:hAnsi="Arial CYR" w:cs="Arial CYR"/>
                <w:sz w:val="28"/>
                <w:szCs w:val="28"/>
              </w:rPr>
              <w:t> </w:t>
            </w: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(социальные выплаты) гражданам на приобретение жилья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2110С24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155,600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5423D8">
              <w:rPr>
                <w:rFonts w:ascii="Arial CYR" w:eastAsia="Times New Roman" w:hAnsi="Arial CYR" w:cs="Arial CYR"/>
                <w:sz w:val="28"/>
                <w:szCs w:val="28"/>
              </w:rPr>
              <w:t> </w:t>
            </w: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физической культуры и спорта в городе Амурске"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2200000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1200,000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массовых физкультурно-спортивных мероприятий, в рамках муниципальной программы "Развитие физической культуры и спорта в городе Амурске "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2200000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1200,000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2211102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1200,000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внутреннего и въездного туризма в городе Амурске"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2300000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Организационно-методическое, финансовое обеспечение в рамках муниципальной программы "Развитие внутреннего и въездного туризма в городе Амурске"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2310801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2310801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"Развитие культурно-досугового обслуживания населения города Амурска"           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32794,000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 (МБУК Дворец культуры) в рамках муниципальной программы "Развитие культурно-досугового обслуживания населения города Амурска"     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20526,564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20526,564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20526,564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МБУК "Дворец культуры" за счет краевого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2410С02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5794,000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городских мероприятий на стационарных площадках "Праздничный город"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2420801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2600,000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2420801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2600,000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2420801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2600,000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МБУК "Дворец культуры" субсидии бюджетным учреждениям на иные цели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2430801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3873,436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2430801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3873,436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«Развитие кинопроката и </w:t>
            </w:r>
            <w:proofErr w:type="spellStart"/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киновидеобслуживания</w:t>
            </w:r>
            <w:proofErr w:type="spellEnd"/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населения городского поселения «Город Амурск»                                               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2500000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8976,500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</w:t>
            </w: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учреждений (МБУК Кинотеатр "Молодость") в рамках муниципальной  программы «Развитие кинопроката и </w:t>
            </w:r>
            <w:proofErr w:type="spellStart"/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киновидеобслуживания</w:t>
            </w:r>
            <w:proofErr w:type="spellEnd"/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населения городского поселения «Город Амурск»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5883,901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2510801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5883,901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2510С02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2344,000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МБУК "Кинотеатр "Молодость" субсидии бюджетным учреждениям на иные цели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2520801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748,599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2520801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748,599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"Сохранение биологического разнообразия видов растений и обеспечение экологического просвещения населения   города Амурска "                                 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2600000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5888,200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(МБУК  Ботанический сад) в рамках муниципальной  программы "Сохранение биологического разнообразия видов растений и обеспечение экологического просвещения населения   города Амурска"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2610801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4130,200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2610801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4130,200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2610801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4130,200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2610С02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1758,000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«Создание условий для обеспечения доступности и сохранности музейных фондов»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2700000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6370,800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формирования и развития музейного собрания, обеспечения сохранности музейных фондов в рамках муниципальной программы «Создание условий для обеспечения доступности и сохранности музейных фондов»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5328,800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 (МКУК АГКМ) в рамках муниципальной программы «Создание условий для обеспечения доступности и сохранности музейных фондов»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5328,800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4463,400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784,400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81,000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МКУК "АГКМ" за счет краевого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2710С02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1042,000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«Читающий город»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2800000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8252,327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библиотечного дела в рамках муниципальной программы "Читающий город»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6806,160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 (МКУК ЦБС) в рамках муниципальной программы "Читающий город»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6806,160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5497,400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 услуг для обеспечения государственных (муниципальных) </w:t>
            </w: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1145,760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163,000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МКУК "ЦБС" за счет краевого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2810С02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1432,000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Комплектование книжных фондов библиотек в рамках государственной программы Хабаровского края "Культура Хабаровского края" на 2015 год за счет краевых средств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2810И08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14,167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 Создание условий для обеспечения доступности и сохранности ценных и охраняемых растений Дальнего Востока"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2900000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4480,000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 (МКУК Амурский дендрарий) в рамках муниципальной  программы " Создание условий для обеспечения доступности и сохранности ценных и охраняемых растений Дальнего Востока"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3650,000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2482,000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1151,000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17,000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МКУК "Амурский городской дендрарий" за счет краевого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2910С02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830,000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«Мероприятия в области градостроительной деятельности городского поселения «Город Амурск»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3000000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развития территории городского поселения "Город Амурск" в части градостроительной деятельности в рамках муниципальной программы «Мероприятия в области градостроительной деятельности городского поселения «Город Амурск» 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3010412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3010412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«Доступная среда» в городском поселении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3100000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460,000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формированию доступной среды жизнедеятельности инвалидов в сфере жилищно-коммунального хозяйства в рамках муниципальной программы "Доступная среда"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3110503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формированию доступной среды жизнедеятельности инвалидов в сфере культуры в рамках муниципальной программы "Доступная среда"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280,000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формированию доступной среды жизнедеятельности инвалидов в МКУК "Централизованная библиотечная система</w:t>
            </w:r>
            <w:r w:rsidR="000340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"в рамках муниципальной программы "Доступная среда"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3130801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30,000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"Поддержка и развитие средств массовой информации в городском поселении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3200000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оперативного и регулярного освещения деятельности органов местного самоуправления в печатных изданиях в рамках муниципальной программы "Поддержка и развитие средств массовой информации в городском </w:t>
            </w: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поселении "Город Амурск"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3211202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информационной работы с населением посредством телевидения в рамках муниципальной программы "Поддержка и развитие средств массовой информации в городском поселении "Город Амурск"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3220113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3220113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3220113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«Повышение безопасности дорожного движения на территории города Амурска"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3300000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организации элементов обустройства автомобильных дорог в рамках муниципальной программы «Повышение безопасности дорожного движения на территории города Амурска"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3310409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3310409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3D8" w:rsidRPr="005423D8" w:rsidRDefault="005423D8" w:rsidP="005423D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водохозяйственного комплекса на территории городского поселения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3400000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2988,056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по обеспечению земельного участка инженерной инфраструктурой в рамках муниципальной программы "Комплексное освоение территории для развития малоэтажного строительства в городе Амурске в 2014-2017 годы"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3410502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3410502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их краевого бюджета на комплексное освоение и развитие территории края в целях жилищного строительства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3410С23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2888,056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3410С23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2888,056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3D8" w:rsidRPr="005423D8" w:rsidRDefault="005423D8" w:rsidP="005423D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водохозяйственного комплекса на территории городского поселения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3500000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115,000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разработку </w:t>
            </w:r>
            <w:proofErr w:type="spellStart"/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проектно</w:t>
            </w:r>
            <w:proofErr w:type="spellEnd"/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сметной документации в рамках муниципальной программы «Развитие водохозяйственного комплекса на территории городского поселения "Город Амурск"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3510406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115,000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"Ремонт жилого фонда в городе Амурске"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3600000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450,000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  <w:proofErr w:type="gramStart"/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направленные на ремонт муниципальных жилых помещений, в рамках муниципальной программы "Ремонт жилого фонда в городе Амурске"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3610501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250,000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3610501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250,000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полномочий по ремонту многоквартирных домов, в рамках муниципальной программы "Ремонт жилого фонда в городе Амурске"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3620501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3620501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функционирования высшего должностного лица муниципального образования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7000000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61334,233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23D8" w:rsidRPr="005423D8" w:rsidRDefault="005423D8" w:rsidP="005423D8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7100000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7100102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7100102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7200000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2109,033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представительного органа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7210103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по оплате труда работников органов  государственных (муниципальных) органов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7210103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законодательных (представительных) органов местного самоуправления муниципального образования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514,600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361,000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152,600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7230103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274,433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функций органов местного самоуправления муниципального образования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7300000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57765,200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муниципального образования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57763,000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51177,000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6243,200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судебных актов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202,800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выполнение полномочий по административным правонарушениям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7300П32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7300П32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 муниципального образования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8000000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17302,690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 в рамках непрограммных расходов муниципального образования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8100000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1977,110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прочих расходных обязательств </w:t>
            </w: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муниципального образования в рамках непрограммных расходов органов муниципальной власти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8110113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717,740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8110113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717,740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1084,870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судебных актов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484,870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содержание муниципального имущества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8130113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174,500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8130113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174,500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жилищно-коммунального хозяйства в рамках непрограммных расходов муниципального образования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8300000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7361,000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коммунального хозяйства в рамках непрограммных расходов муниципального образования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8310502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1660,000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8310502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1660,000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на возмещение разницы в цене по предоставлению банных услуг населению города Амурска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8320502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</w:t>
            </w:r>
            <w:proofErr w:type="gramStart"/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, индивидуальным предпринимателям, физическим лицам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8320502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благоустройства в рамках непрограммных расходов муниципального образования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8330503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4551,000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8330503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4551,000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Премия "Самое благоустроенное поселение" </w:t>
            </w:r>
            <w:proofErr w:type="gramStart"/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средств краевого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8330И10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450,000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8330И10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450,000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выпадающих доходов организациям, предоставляющим населению услуги теплоснабжения  по тарифам, не обеспечивающим возмещение издержек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8340502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</w:t>
            </w:r>
            <w:proofErr w:type="gramStart"/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, индивидуальным предпринимателям, физическим лицам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8340502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8400000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4817,000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4817,000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4817,000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непрограммных расходов муниципального образования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8700000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2999,990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(МКУ Централизованная бухгалтерия) в рамках непрограммных расходов муниципального образования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2999,990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2758,000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 услуг для </w:t>
            </w: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8710804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241,100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0,890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97,590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межбюджетные трансферты из бюджетов поселений бюджету муниципального района в сфере финансово </w:t>
            </w:r>
            <w:proofErr w:type="gramStart"/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-б</w:t>
            </w:r>
            <w:proofErr w:type="gramEnd"/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юджетного надзора в соответствии с заключенными Соглашениями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8520070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97,590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 из бюджетов поселений бюджету муниципального района в сфере гражданской обороны, защиты населения, предупреждения и ликвидации ЧС в соответствии с заключенными Соглашениями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8530070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3D8">
              <w:rPr>
                <w:rFonts w:ascii="Times New Roman" w:eastAsia="Times New Roman" w:hAnsi="Times New Roman" w:cs="Times New Roman"/>
                <w:sz w:val="24"/>
                <w:szCs w:val="24"/>
              </w:rPr>
              <w:t>213010,398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5423D8" w:rsidRPr="005423D8" w:rsidTr="000340D1">
        <w:trPr>
          <w:trHeight w:val="945"/>
        </w:trPr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23D8">
              <w:rPr>
                <w:rFonts w:ascii="Times New Roman" w:eastAsia="Times New Roman" w:hAnsi="Times New Roman" w:cs="Times New Roman"/>
                <w:sz w:val="26"/>
                <w:szCs w:val="26"/>
              </w:rPr>
              <w:t>Глава городского поселения</w:t>
            </w:r>
          </w:p>
        </w:tc>
        <w:tc>
          <w:tcPr>
            <w:tcW w:w="409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5423D8">
              <w:rPr>
                <w:rFonts w:ascii="Times New Roman" w:eastAsia="Times New Roman" w:hAnsi="Times New Roman" w:cs="Times New Roman"/>
                <w:sz w:val="26"/>
                <w:szCs w:val="26"/>
              </w:rPr>
              <w:t>Б.П.Редькин</w:t>
            </w:r>
            <w:proofErr w:type="spellEnd"/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color w:val="FF0000"/>
                <w:sz w:val="28"/>
                <w:szCs w:val="28"/>
              </w:rPr>
            </w:pPr>
            <w:r w:rsidRPr="005423D8">
              <w:rPr>
                <w:rFonts w:ascii="Arial CYR" w:eastAsia="Times New Roman" w:hAnsi="Arial CYR" w:cs="Arial CYR"/>
                <w:b/>
                <w:bCs/>
                <w:i/>
                <w:iCs/>
                <w:color w:val="FF0000"/>
                <w:sz w:val="28"/>
                <w:szCs w:val="28"/>
              </w:rPr>
              <w:t> </w:t>
            </w:r>
          </w:p>
        </w:tc>
      </w:tr>
      <w:tr w:rsidR="005423D8" w:rsidRPr="005423D8" w:rsidTr="000340D1">
        <w:trPr>
          <w:trHeight w:val="945"/>
        </w:trPr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23D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Председатель Совета депутатов                                                                </w:t>
            </w:r>
          </w:p>
        </w:tc>
        <w:tc>
          <w:tcPr>
            <w:tcW w:w="4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23D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Л.Е. </w:t>
            </w:r>
            <w:proofErr w:type="spellStart"/>
            <w:r w:rsidRPr="005423D8">
              <w:rPr>
                <w:rFonts w:ascii="Times New Roman" w:eastAsia="Times New Roman" w:hAnsi="Times New Roman" w:cs="Times New Roman"/>
                <w:sz w:val="26"/>
                <w:szCs w:val="26"/>
              </w:rPr>
              <w:t>Кавелина</w:t>
            </w:r>
            <w:proofErr w:type="spellEnd"/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23D8" w:rsidRPr="005423D8" w:rsidRDefault="005423D8" w:rsidP="005423D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</w:rPr>
            </w:pPr>
            <w:r w:rsidRPr="005423D8"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</w:tr>
    </w:tbl>
    <w:p w:rsidR="005423D8" w:rsidRDefault="005423D8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2FF1" w:rsidRDefault="00402FF1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2FF1" w:rsidRDefault="00402FF1" w:rsidP="00F33215">
      <w:pPr>
        <w:spacing w:after="0" w:line="240" w:lineRule="auto"/>
        <w:rPr>
          <w:rFonts w:ascii="Times New Roman" w:hAnsi="Times New Roman"/>
          <w:sz w:val="28"/>
          <w:szCs w:val="28"/>
        </w:rPr>
        <w:sectPr w:rsidR="00402FF1" w:rsidSect="000E34CC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tbl>
      <w:tblPr>
        <w:tblW w:w="9449" w:type="dxa"/>
        <w:tblInd w:w="-34" w:type="dxa"/>
        <w:tblLook w:val="04A0" w:firstRow="1" w:lastRow="0" w:firstColumn="1" w:lastColumn="0" w:noHBand="0" w:noVBand="1"/>
      </w:tblPr>
      <w:tblGrid>
        <w:gridCol w:w="780"/>
        <w:gridCol w:w="4324"/>
        <w:gridCol w:w="2122"/>
        <w:gridCol w:w="2223"/>
      </w:tblGrid>
      <w:tr w:rsidR="00402FF1" w:rsidRPr="00402FF1" w:rsidTr="00402FF1">
        <w:trPr>
          <w:trHeight w:val="170"/>
        </w:trPr>
        <w:tc>
          <w:tcPr>
            <w:tcW w:w="94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FF1" w:rsidRPr="00402FF1" w:rsidRDefault="00402FF1" w:rsidP="00402FF1">
            <w:pPr>
              <w:spacing w:after="0" w:line="240" w:lineRule="exact"/>
              <w:ind w:firstLine="472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1" w:name="RANGE!A1:D54"/>
            <w:bookmarkEnd w:id="1"/>
            <w:r w:rsidRPr="00402F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ПРИЛОЖЕНИЕ № 9</w:t>
            </w:r>
          </w:p>
        </w:tc>
      </w:tr>
      <w:tr w:rsidR="00402FF1" w:rsidRPr="00402FF1" w:rsidTr="00402FF1">
        <w:trPr>
          <w:trHeight w:val="170"/>
        </w:trPr>
        <w:tc>
          <w:tcPr>
            <w:tcW w:w="94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FF1" w:rsidRPr="00402FF1" w:rsidRDefault="00402FF1" w:rsidP="00402FF1">
            <w:pPr>
              <w:spacing w:after="0" w:line="240" w:lineRule="exact"/>
              <w:ind w:firstLine="472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 решению Совета депутатов</w:t>
            </w:r>
          </w:p>
        </w:tc>
      </w:tr>
      <w:tr w:rsidR="00402FF1" w:rsidRPr="00402FF1" w:rsidTr="00402FF1">
        <w:trPr>
          <w:trHeight w:val="170"/>
        </w:trPr>
        <w:tc>
          <w:tcPr>
            <w:tcW w:w="94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FF1" w:rsidRPr="00402FF1" w:rsidRDefault="00402FF1" w:rsidP="00402FF1">
            <w:pPr>
              <w:spacing w:after="0" w:line="240" w:lineRule="exact"/>
              <w:ind w:firstLine="472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городского поселения "Город Амурск"</w:t>
            </w:r>
          </w:p>
        </w:tc>
      </w:tr>
      <w:tr w:rsidR="00402FF1" w:rsidRPr="00402FF1" w:rsidTr="00402FF1">
        <w:trPr>
          <w:trHeight w:val="170"/>
        </w:trPr>
        <w:tc>
          <w:tcPr>
            <w:tcW w:w="94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FF1" w:rsidRPr="00402FF1" w:rsidRDefault="00402FF1" w:rsidP="00402FF1">
            <w:pPr>
              <w:spacing w:after="0" w:line="240" w:lineRule="exact"/>
              <w:ind w:firstLine="472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Амурского муниципального района</w:t>
            </w:r>
          </w:p>
        </w:tc>
      </w:tr>
      <w:tr w:rsidR="00402FF1" w:rsidRPr="00402FF1" w:rsidTr="00402FF1">
        <w:trPr>
          <w:trHeight w:val="170"/>
        </w:trPr>
        <w:tc>
          <w:tcPr>
            <w:tcW w:w="94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FF1" w:rsidRPr="00402FF1" w:rsidRDefault="00402FF1" w:rsidP="00402FF1">
            <w:pPr>
              <w:spacing w:after="0" w:line="240" w:lineRule="exact"/>
              <w:ind w:firstLine="472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Хабаровского края</w:t>
            </w:r>
          </w:p>
        </w:tc>
      </w:tr>
      <w:tr w:rsidR="00402FF1" w:rsidRPr="00402FF1" w:rsidTr="00402FF1">
        <w:trPr>
          <w:trHeight w:val="170"/>
        </w:trPr>
        <w:tc>
          <w:tcPr>
            <w:tcW w:w="94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FF1" w:rsidRPr="00402FF1" w:rsidRDefault="00402FF1" w:rsidP="00402FF1">
            <w:pPr>
              <w:spacing w:after="0" w:line="240" w:lineRule="exact"/>
              <w:ind w:firstLine="472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  18.12.2015  № 113</w:t>
            </w:r>
          </w:p>
        </w:tc>
      </w:tr>
      <w:tr w:rsidR="00402FF1" w:rsidRPr="00402FF1" w:rsidTr="00402FF1">
        <w:trPr>
          <w:trHeight w:val="170"/>
        </w:trPr>
        <w:tc>
          <w:tcPr>
            <w:tcW w:w="94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FF1" w:rsidRPr="00402FF1" w:rsidRDefault="00402FF1" w:rsidP="00402FF1">
            <w:pPr>
              <w:spacing w:after="0" w:line="240" w:lineRule="exact"/>
              <w:ind w:firstLine="472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402F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(в ред. решения Совета депутатов</w:t>
            </w:r>
            <w:proofErr w:type="gramEnd"/>
          </w:p>
        </w:tc>
      </w:tr>
      <w:tr w:rsidR="00402FF1" w:rsidRPr="00402FF1" w:rsidTr="00402FF1">
        <w:trPr>
          <w:trHeight w:val="170"/>
        </w:trPr>
        <w:tc>
          <w:tcPr>
            <w:tcW w:w="94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FF1" w:rsidRPr="00402FF1" w:rsidRDefault="00402FF1" w:rsidP="00402FF1">
            <w:pPr>
              <w:spacing w:after="0" w:line="240" w:lineRule="exact"/>
              <w:ind w:firstLine="472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18.06.2015</w:t>
            </w:r>
            <w:r w:rsidRPr="00402F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156</w:t>
            </w:r>
            <w:r w:rsidRPr="00402F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</w:t>
            </w:r>
          </w:p>
        </w:tc>
      </w:tr>
      <w:tr w:rsidR="00402FF1" w:rsidRPr="00402FF1" w:rsidTr="00402FF1">
        <w:trPr>
          <w:trHeight w:val="33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FF1" w:rsidRPr="00402FF1" w:rsidRDefault="00402FF1" w:rsidP="00402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FF1" w:rsidRDefault="00402FF1" w:rsidP="00402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402FF1" w:rsidRPr="00402FF1" w:rsidRDefault="00402FF1" w:rsidP="00402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FF1" w:rsidRPr="00402FF1" w:rsidRDefault="00402FF1" w:rsidP="00402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FF1" w:rsidRPr="00402FF1" w:rsidRDefault="00402FF1" w:rsidP="00402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02FF1" w:rsidRPr="00402FF1" w:rsidTr="00402FF1">
        <w:trPr>
          <w:trHeight w:val="330"/>
        </w:trPr>
        <w:tc>
          <w:tcPr>
            <w:tcW w:w="9449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2FF1" w:rsidRPr="00402FF1" w:rsidRDefault="00402FF1" w:rsidP="00402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Перечень и объемы финансирования  муниципальных  программ                                  из местного бюджета на 2015 год</w:t>
            </w:r>
          </w:p>
        </w:tc>
      </w:tr>
      <w:tr w:rsidR="00402FF1" w:rsidRPr="00402FF1" w:rsidTr="00402FF1">
        <w:trPr>
          <w:trHeight w:val="330"/>
        </w:trPr>
        <w:tc>
          <w:tcPr>
            <w:tcW w:w="944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02FF1" w:rsidRPr="00402FF1" w:rsidRDefault="00402FF1" w:rsidP="00402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02FF1" w:rsidRPr="00402FF1" w:rsidTr="00402FF1">
        <w:trPr>
          <w:trHeight w:val="330"/>
        </w:trPr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FF1" w:rsidRPr="00402FF1" w:rsidRDefault="00402FF1" w:rsidP="00402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FF1" w:rsidRDefault="00402FF1" w:rsidP="00402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402FF1" w:rsidRPr="00402FF1" w:rsidRDefault="00402FF1" w:rsidP="00402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FF1" w:rsidRPr="00402FF1" w:rsidRDefault="00402FF1" w:rsidP="00402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2FF1" w:rsidRPr="00402FF1" w:rsidRDefault="00402FF1" w:rsidP="00402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02FF1" w:rsidRPr="00402FF1" w:rsidTr="00402FF1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 финансирования, тыс. руб.</w:t>
            </w:r>
          </w:p>
        </w:tc>
      </w:tr>
      <w:tr w:rsidR="00402FF1" w:rsidRPr="00402FF1" w:rsidTr="00402FF1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FF1" w:rsidRPr="00402FF1" w:rsidRDefault="00402FF1" w:rsidP="00402FF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муниципальной службы в городском поселении «Город Амурск»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85,000</w:t>
            </w:r>
          </w:p>
        </w:tc>
      </w:tr>
      <w:tr w:rsidR="00402FF1" w:rsidRPr="00402FF1" w:rsidTr="00402FF1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FF1" w:rsidRPr="00402FF1" w:rsidRDefault="00402FF1" w:rsidP="00402FF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«Предупреждение коррупции в городском поселении «Город Амурск»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10,000</w:t>
            </w:r>
          </w:p>
        </w:tc>
      </w:tr>
      <w:tr w:rsidR="00402FF1" w:rsidRPr="00402FF1" w:rsidTr="00402FF1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FF1" w:rsidRPr="00402FF1" w:rsidRDefault="00402FF1" w:rsidP="00402FF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«Поддержка общественных объединений и некоммерческих организаций»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110,000</w:t>
            </w:r>
          </w:p>
        </w:tc>
      </w:tr>
      <w:tr w:rsidR="00402FF1" w:rsidRPr="00402FF1" w:rsidTr="00402FF1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FF1" w:rsidRPr="00402FF1" w:rsidRDefault="00402FF1" w:rsidP="00402FF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«Информатизация городского поселения «Город Амурск»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2480,000</w:t>
            </w:r>
          </w:p>
        </w:tc>
      </w:tr>
      <w:tr w:rsidR="00402FF1" w:rsidRPr="00402FF1" w:rsidTr="00402FF1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"Создание условий для эффективного использования муниципального имущества городского поселения "Город Амурск"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1440,000</w:t>
            </w:r>
          </w:p>
        </w:tc>
      </w:tr>
      <w:tr w:rsidR="00402FF1" w:rsidRPr="00402FF1" w:rsidTr="00402FF1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FF1" w:rsidRPr="00402FF1" w:rsidRDefault="00402FF1" w:rsidP="00402FF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«Защита населения на территории городского поселения «Город Амурск» от ЧС»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1078,531</w:t>
            </w:r>
          </w:p>
        </w:tc>
      </w:tr>
      <w:tr w:rsidR="00402FF1" w:rsidRPr="00402FF1" w:rsidTr="00402FF1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FF1" w:rsidRPr="00402FF1" w:rsidRDefault="00402FF1" w:rsidP="00402FF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системы гражданской обороны в городе Амурске"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100,000</w:t>
            </w:r>
          </w:p>
        </w:tc>
      </w:tr>
      <w:tr w:rsidR="00402FF1" w:rsidRPr="00402FF1" w:rsidTr="00402FF1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FF1" w:rsidRPr="00402FF1" w:rsidRDefault="00402FF1" w:rsidP="00402FF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«Безопасный город» муниципального образования городское поселение «Город Амурск»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167,969</w:t>
            </w:r>
          </w:p>
        </w:tc>
      </w:tr>
      <w:tr w:rsidR="00402FF1" w:rsidRPr="00402FF1" w:rsidTr="00402FF1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FF1" w:rsidRPr="00402FF1" w:rsidRDefault="00402FF1" w:rsidP="00402FF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«Развитие сельского хозяйства в городском поселении «Город Амурск»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910,000</w:t>
            </w:r>
          </w:p>
        </w:tc>
      </w:tr>
      <w:tr w:rsidR="00402FF1" w:rsidRPr="00402FF1" w:rsidTr="00402FF1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FF1" w:rsidRPr="00402FF1" w:rsidRDefault="00402FF1" w:rsidP="00402FF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«Восстановление благоустройства дворовых территорий и межквартальных проездов на территории городского поселения «Город Амурск»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2000,000</w:t>
            </w:r>
          </w:p>
        </w:tc>
      </w:tr>
      <w:tr w:rsidR="00402FF1" w:rsidRPr="00402FF1" w:rsidTr="00402FF1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FF1" w:rsidRPr="00402FF1" w:rsidRDefault="00402FF1" w:rsidP="00402FF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  программа «Содержание, ремонт и развитие дорожной сети городского поселения </w:t>
            </w: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«Город Амурск»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36147,659</w:t>
            </w:r>
          </w:p>
        </w:tc>
      </w:tr>
      <w:tr w:rsidR="00402FF1" w:rsidRPr="00402FF1" w:rsidTr="00402FF1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FF1" w:rsidRPr="00402FF1" w:rsidRDefault="00402FF1" w:rsidP="00402FF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«Развитие и поддержка малого и среднего предпринимательства  в городском поселении «Город Амурск»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215,000</w:t>
            </w:r>
          </w:p>
        </w:tc>
      </w:tr>
      <w:tr w:rsidR="00402FF1" w:rsidRPr="00402FF1" w:rsidTr="00402FF1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FF1" w:rsidRPr="00402FF1" w:rsidRDefault="00402FF1" w:rsidP="00402FF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«Восстановление работоспособности ливневой канализации на территории городского поселения «Город Амурск»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1200,000</w:t>
            </w:r>
          </w:p>
        </w:tc>
      </w:tr>
      <w:tr w:rsidR="00402FF1" w:rsidRPr="00402FF1" w:rsidTr="00402FF1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FF1" w:rsidRPr="00402FF1" w:rsidRDefault="00402FF1" w:rsidP="00402FF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  программа «Чистая вода» на территории городского поселения «Город Амурск»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14 00000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900,000</w:t>
            </w:r>
          </w:p>
        </w:tc>
      </w:tr>
      <w:tr w:rsidR="00402FF1" w:rsidRPr="00402FF1" w:rsidTr="00402FF1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FF1" w:rsidRPr="00402FF1" w:rsidRDefault="00402FF1" w:rsidP="00402FF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 программа «Строительство, ремонт и модернизация линий уличного освещения в городском поселении «Город Амурск»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4000,000</w:t>
            </w:r>
          </w:p>
        </w:tc>
      </w:tr>
      <w:tr w:rsidR="00402FF1" w:rsidRPr="00402FF1" w:rsidTr="00402FF1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FF1" w:rsidRPr="00402FF1" w:rsidRDefault="00402FF1" w:rsidP="00402FF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 программа «Сохранение и развитие зеленого фонда  городского поселения «Город Амурск»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16 00000 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1700,000</w:t>
            </w:r>
          </w:p>
        </w:tc>
      </w:tr>
      <w:tr w:rsidR="00402FF1" w:rsidRPr="00402FF1" w:rsidTr="00402FF1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FF1" w:rsidRPr="00402FF1" w:rsidRDefault="00402FF1" w:rsidP="00402FF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«Развитие сферы ритуальных услуг и мест погребения в городском поселении «Город Амурск»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3800,000</w:t>
            </w:r>
          </w:p>
        </w:tc>
      </w:tr>
      <w:tr w:rsidR="00402FF1" w:rsidRPr="00402FF1" w:rsidTr="00402FF1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FF1" w:rsidRPr="00402FF1" w:rsidRDefault="00402FF1" w:rsidP="00402FF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"Энергосбережение и повышение энергетической эффективности "Город Амурск"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865,000</w:t>
            </w:r>
          </w:p>
        </w:tc>
      </w:tr>
      <w:tr w:rsidR="00402FF1" w:rsidRPr="00402FF1" w:rsidTr="00402FF1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FF1" w:rsidRPr="00402FF1" w:rsidRDefault="00402FF1" w:rsidP="00402FF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«Молодежь города  Амурска»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400,000</w:t>
            </w:r>
          </w:p>
        </w:tc>
      </w:tr>
      <w:tr w:rsidR="00402FF1" w:rsidRPr="00402FF1" w:rsidTr="00402FF1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FF1" w:rsidRPr="00402FF1" w:rsidRDefault="00402FF1" w:rsidP="00402FF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«Организация трудоустройства несовершеннолетних в летний период в городском поселении «Город Амурск»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315,000</w:t>
            </w:r>
          </w:p>
        </w:tc>
      </w:tr>
      <w:tr w:rsidR="00402FF1" w:rsidRPr="00402FF1" w:rsidTr="00402FF1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FF1" w:rsidRPr="00402FF1" w:rsidRDefault="00402FF1" w:rsidP="00402FF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«Обеспечение жильем молодых семей в городе Амурске»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1424,433</w:t>
            </w:r>
          </w:p>
        </w:tc>
      </w:tr>
      <w:tr w:rsidR="00402FF1" w:rsidRPr="00402FF1" w:rsidTr="00402FF1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FF1" w:rsidRPr="00402FF1" w:rsidRDefault="00402FF1" w:rsidP="00402FF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городе Амурске»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22 00000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1200,000</w:t>
            </w:r>
          </w:p>
        </w:tc>
      </w:tr>
      <w:tr w:rsidR="00402FF1" w:rsidRPr="00402FF1" w:rsidTr="00402FF1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FF1" w:rsidRPr="00402FF1" w:rsidRDefault="00402FF1" w:rsidP="00402FF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внутреннего и въездного туризма в городе Амурске»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23 00000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50,000</w:t>
            </w:r>
          </w:p>
        </w:tc>
      </w:tr>
      <w:tr w:rsidR="00402FF1" w:rsidRPr="00402FF1" w:rsidTr="00402FF1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FF1" w:rsidRPr="00402FF1" w:rsidRDefault="00402FF1" w:rsidP="00402FF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культурно – досугового обслуживания населения города"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32794,000</w:t>
            </w:r>
          </w:p>
        </w:tc>
      </w:tr>
      <w:tr w:rsidR="00402FF1" w:rsidRPr="00402FF1" w:rsidTr="00402FF1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FF1" w:rsidRPr="00402FF1" w:rsidRDefault="00402FF1" w:rsidP="00402FF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 программа «Развитие кинопроката и </w:t>
            </w:r>
            <w:proofErr w:type="spellStart"/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киновидеобслуживания</w:t>
            </w:r>
            <w:proofErr w:type="spellEnd"/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населения городского поселения «Город Амурск»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8976,500</w:t>
            </w:r>
          </w:p>
        </w:tc>
      </w:tr>
      <w:tr w:rsidR="00402FF1" w:rsidRPr="00402FF1" w:rsidTr="00402FF1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FF1" w:rsidRPr="00402FF1" w:rsidRDefault="00402FF1" w:rsidP="00402FF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 программа «Сохранение биологического разнообразия видов растений и обеспечение экологического просвещения населения города Амурска»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5888,200</w:t>
            </w:r>
          </w:p>
        </w:tc>
      </w:tr>
      <w:tr w:rsidR="00402FF1" w:rsidRPr="00402FF1" w:rsidTr="00402FF1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FF1" w:rsidRPr="00402FF1" w:rsidRDefault="00402FF1" w:rsidP="00402FF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«Создание условий для обеспечения доступности </w:t>
            </w: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 сохранности музейных фондов»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27 00000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6370,800</w:t>
            </w:r>
          </w:p>
        </w:tc>
      </w:tr>
      <w:tr w:rsidR="00402FF1" w:rsidRPr="00402FF1" w:rsidTr="00402FF1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FF1" w:rsidRPr="00402FF1" w:rsidRDefault="00402FF1" w:rsidP="00402FF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«Читающий город»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8252,327</w:t>
            </w:r>
          </w:p>
        </w:tc>
      </w:tr>
      <w:tr w:rsidR="00402FF1" w:rsidRPr="00402FF1" w:rsidTr="00402FF1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FF1" w:rsidRPr="00402FF1" w:rsidRDefault="00402FF1" w:rsidP="00402FF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«Создание условий для обеспечения доступности и сохранности ценных и охраняемых растений Дальнего Востока»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29 00000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4480,000</w:t>
            </w:r>
          </w:p>
        </w:tc>
      </w:tr>
      <w:tr w:rsidR="00402FF1" w:rsidRPr="00402FF1" w:rsidTr="00402FF1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FF1" w:rsidRPr="00402FF1" w:rsidRDefault="00402FF1" w:rsidP="00402FF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"Мероприятия в области градостроительной деятельности"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600,000</w:t>
            </w:r>
          </w:p>
        </w:tc>
      </w:tr>
      <w:tr w:rsidR="00402FF1" w:rsidRPr="00402FF1" w:rsidTr="00402FF1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FF1" w:rsidRPr="00402FF1" w:rsidRDefault="00402FF1" w:rsidP="00402FF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«Доступная среда» в городском поселении «Город Амурск»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31 00000 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460,000</w:t>
            </w:r>
          </w:p>
        </w:tc>
      </w:tr>
      <w:tr w:rsidR="00402FF1" w:rsidRPr="00402FF1" w:rsidTr="00402FF1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FF1" w:rsidRPr="00402FF1" w:rsidRDefault="00402FF1" w:rsidP="00402FF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«Поддержка и развитие средств массовой информации в городском поселении «Город Амурск»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1700,000</w:t>
            </w:r>
          </w:p>
        </w:tc>
      </w:tr>
      <w:tr w:rsidR="00402FF1" w:rsidRPr="00402FF1" w:rsidTr="00402FF1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FF1" w:rsidRPr="00402FF1" w:rsidRDefault="00402FF1" w:rsidP="00402FF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«Повышение безопасности дорожного движения на территории горда Амурска»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700,000</w:t>
            </w:r>
          </w:p>
        </w:tc>
      </w:tr>
      <w:tr w:rsidR="00402FF1" w:rsidRPr="00402FF1" w:rsidTr="00402FF1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2FF1" w:rsidRPr="00402FF1" w:rsidRDefault="00402FF1" w:rsidP="00402F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"Комплексное освоение территории для развития малоэтажного строительства в городе Амурск"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2988,056</w:t>
            </w:r>
          </w:p>
        </w:tc>
      </w:tr>
      <w:tr w:rsidR="00402FF1" w:rsidRPr="00402FF1" w:rsidTr="00402FF1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водохозяйственного комплекса на территории городского поселения "Город Амурск"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115,000</w:t>
            </w:r>
          </w:p>
        </w:tc>
      </w:tr>
      <w:tr w:rsidR="00402FF1" w:rsidRPr="00402FF1" w:rsidTr="00402FF1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"Ремонт жилого фонда в городе Амурске"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450,000</w:t>
            </w:r>
          </w:p>
        </w:tc>
      </w:tr>
      <w:tr w:rsidR="00402FF1" w:rsidRPr="00402FF1" w:rsidTr="00402FF1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F1" w:rsidRPr="00402FF1" w:rsidRDefault="00402FF1" w:rsidP="00402FF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F1" w:rsidRPr="00402FF1" w:rsidRDefault="00402FF1" w:rsidP="00402FF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по программам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F1" w:rsidRPr="00402FF1" w:rsidRDefault="00402FF1" w:rsidP="00402F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134373,475</w:t>
            </w:r>
          </w:p>
        </w:tc>
      </w:tr>
      <w:tr w:rsidR="00402FF1" w:rsidRPr="00402FF1" w:rsidTr="00402FF1">
        <w:trPr>
          <w:trHeight w:val="330"/>
        </w:trPr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FF1" w:rsidRPr="00402FF1" w:rsidRDefault="00402FF1" w:rsidP="00402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3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FF1" w:rsidRPr="00402FF1" w:rsidRDefault="00402FF1" w:rsidP="00402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FF1" w:rsidRPr="00402FF1" w:rsidRDefault="00402FF1" w:rsidP="00402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FF1" w:rsidRPr="00402FF1" w:rsidRDefault="00402FF1" w:rsidP="00402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02FF1" w:rsidRPr="00402FF1" w:rsidTr="00402FF1">
        <w:trPr>
          <w:trHeight w:val="330"/>
        </w:trPr>
        <w:tc>
          <w:tcPr>
            <w:tcW w:w="51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FF1" w:rsidRDefault="00402FF1" w:rsidP="00402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402FF1" w:rsidRDefault="00402FF1" w:rsidP="00402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402FF1" w:rsidRPr="00402FF1" w:rsidRDefault="00402FF1" w:rsidP="00402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Глава городского поселения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FF1" w:rsidRPr="00402FF1" w:rsidRDefault="00402FF1" w:rsidP="00402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FF1" w:rsidRPr="00402FF1" w:rsidRDefault="00402FF1" w:rsidP="00402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Б.П.</w:t>
            </w:r>
            <w:r w:rsidRPr="00402F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Редькин</w:t>
            </w:r>
            <w:proofErr w:type="spellEnd"/>
          </w:p>
        </w:tc>
      </w:tr>
      <w:tr w:rsidR="00402FF1" w:rsidRPr="00402FF1" w:rsidTr="00402FF1">
        <w:trPr>
          <w:trHeight w:val="33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FF1" w:rsidRDefault="00402FF1" w:rsidP="00402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402FF1" w:rsidRPr="00402FF1" w:rsidRDefault="00402FF1" w:rsidP="00402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FF1" w:rsidRPr="00402FF1" w:rsidRDefault="00402FF1" w:rsidP="00402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FF1" w:rsidRPr="00402FF1" w:rsidRDefault="00402FF1" w:rsidP="00402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FF1" w:rsidRPr="00402FF1" w:rsidRDefault="00402FF1" w:rsidP="00402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02FF1" w:rsidRPr="00402FF1" w:rsidTr="00402FF1">
        <w:trPr>
          <w:trHeight w:val="330"/>
        </w:trPr>
        <w:tc>
          <w:tcPr>
            <w:tcW w:w="51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FF1" w:rsidRPr="00402FF1" w:rsidRDefault="00402FF1" w:rsidP="00402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2F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Председатель Совета депутатов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FF1" w:rsidRPr="00402FF1" w:rsidRDefault="00402FF1" w:rsidP="00402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FF1" w:rsidRPr="00402FF1" w:rsidRDefault="00402FF1" w:rsidP="00402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Л.Е.</w:t>
            </w:r>
            <w:r w:rsidRPr="00402F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Кавелина</w:t>
            </w:r>
            <w:proofErr w:type="spellEnd"/>
          </w:p>
        </w:tc>
      </w:tr>
    </w:tbl>
    <w:p w:rsidR="00402FF1" w:rsidRDefault="00402FF1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2FF1" w:rsidRDefault="00402FF1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2FF1" w:rsidRDefault="00402FF1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2FF1" w:rsidRDefault="00402FF1" w:rsidP="00F33215">
      <w:pPr>
        <w:spacing w:after="0" w:line="240" w:lineRule="auto"/>
        <w:rPr>
          <w:rFonts w:ascii="Times New Roman" w:hAnsi="Times New Roman"/>
          <w:sz w:val="28"/>
          <w:szCs w:val="28"/>
        </w:rPr>
        <w:sectPr w:rsidR="00402FF1" w:rsidSect="000E34CC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tbl>
      <w:tblPr>
        <w:tblW w:w="9472" w:type="dxa"/>
        <w:tblInd w:w="93" w:type="dxa"/>
        <w:tblLook w:val="04A0" w:firstRow="1" w:lastRow="0" w:firstColumn="1" w:lastColumn="0" w:noHBand="0" w:noVBand="1"/>
      </w:tblPr>
      <w:tblGrid>
        <w:gridCol w:w="3134"/>
        <w:gridCol w:w="4678"/>
        <w:gridCol w:w="1660"/>
      </w:tblGrid>
      <w:tr w:rsidR="00402FF1" w:rsidRPr="00402FF1" w:rsidTr="00F94492">
        <w:trPr>
          <w:trHeight w:val="227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FF1" w:rsidRPr="00402FF1" w:rsidRDefault="00402FF1" w:rsidP="00F94492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FF1" w:rsidRPr="00402FF1" w:rsidRDefault="00402FF1" w:rsidP="004B7CB0">
            <w:pPr>
              <w:spacing w:after="0" w:line="240" w:lineRule="exact"/>
              <w:ind w:firstLine="201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2FF1">
              <w:rPr>
                <w:rFonts w:ascii="Times New Roman" w:eastAsia="Times New Roman" w:hAnsi="Times New Roman" w:cs="Times New Roman"/>
                <w:sz w:val="26"/>
                <w:szCs w:val="26"/>
              </w:rPr>
              <w:t>ПРИЛОЖЕНИЕ № 11</w:t>
            </w:r>
          </w:p>
        </w:tc>
      </w:tr>
      <w:tr w:rsidR="00402FF1" w:rsidRPr="00402FF1" w:rsidTr="00F94492">
        <w:trPr>
          <w:trHeight w:val="227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FF1" w:rsidRPr="00402FF1" w:rsidRDefault="00402FF1" w:rsidP="00F94492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FF1" w:rsidRPr="00402FF1" w:rsidRDefault="00402FF1" w:rsidP="004B7CB0">
            <w:pPr>
              <w:spacing w:after="0" w:line="240" w:lineRule="exact"/>
              <w:ind w:firstLine="201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2FF1">
              <w:rPr>
                <w:rFonts w:ascii="Times New Roman" w:eastAsia="Times New Roman" w:hAnsi="Times New Roman" w:cs="Times New Roman"/>
                <w:sz w:val="26"/>
                <w:szCs w:val="26"/>
              </w:rPr>
              <w:t>к решению Совета депутатов</w:t>
            </w:r>
          </w:p>
        </w:tc>
      </w:tr>
      <w:tr w:rsidR="00402FF1" w:rsidRPr="00402FF1" w:rsidTr="00F94492">
        <w:trPr>
          <w:trHeight w:val="227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FF1" w:rsidRPr="00402FF1" w:rsidRDefault="00402FF1" w:rsidP="00F94492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FF1" w:rsidRPr="00402FF1" w:rsidRDefault="00402FF1" w:rsidP="004B7CB0">
            <w:pPr>
              <w:spacing w:after="0" w:line="240" w:lineRule="exact"/>
              <w:ind w:firstLine="201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2FF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городского поселения  </w:t>
            </w:r>
          </w:p>
        </w:tc>
      </w:tr>
      <w:tr w:rsidR="00402FF1" w:rsidRPr="00402FF1" w:rsidTr="00F94492">
        <w:trPr>
          <w:trHeight w:val="227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FF1" w:rsidRPr="00402FF1" w:rsidRDefault="00402FF1" w:rsidP="00F94492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FF1" w:rsidRPr="00402FF1" w:rsidRDefault="00402FF1" w:rsidP="004B7CB0">
            <w:pPr>
              <w:spacing w:after="0" w:line="240" w:lineRule="exact"/>
              <w:ind w:firstLine="201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2FF1">
              <w:rPr>
                <w:rFonts w:ascii="Times New Roman" w:eastAsia="Times New Roman" w:hAnsi="Times New Roman" w:cs="Times New Roman"/>
                <w:sz w:val="26"/>
                <w:szCs w:val="26"/>
              </w:rPr>
              <w:t>"Город Амурск"</w:t>
            </w:r>
          </w:p>
        </w:tc>
      </w:tr>
      <w:tr w:rsidR="00402FF1" w:rsidRPr="00402FF1" w:rsidTr="00F94492">
        <w:trPr>
          <w:trHeight w:val="227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FF1" w:rsidRPr="00402FF1" w:rsidRDefault="00402FF1" w:rsidP="00F94492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FF1" w:rsidRPr="00402FF1" w:rsidRDefault="00402FF1" w:rsidP="004B7CB0">
            <w:pPr>
              <w:spacing w:after="0" w:line="240" w:lineRule="exact"/>
              <w:ind w:firstLine="201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2FF1">
              <w:rPr>
                <w:rFonts w:ascii="Times New Roman" w:eastAsia="Times New Roman" w:hAnsi="Times New Roman" w:cs="Times New Roman"/>
                <w:sz w:val="26"/>
                <w:szCs w:val="26"/>
              </w:rPr>
              <w:t>Амурского муниципального района</w:t>
            </w:r>
          </w:p>
        </w:tc>
      </w:tr>
      <w:tr w:rsidR="00F94492" w:rsidRPr="00402FF1" w:rsidTr="00785375">
        <w:trPr>
          <w:trHeight w:val="227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492" w:rsidRPr="00402FF1" w:rsidRDefault="00F94492" w:rsidP="00F94492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492" w:rsidRPr="00402FF1" w:rsidRDefault="00F94492" w:rsidP="004B7CB0">
            <w:pPr>
              <w:spacing w:after="0" w:line="240" w:lineRule="exact"/>
              <w:ind w:firstLine="201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2FF1">
              <w:rPr>
                <w:rFonts w:ascii="Times New Roman" w:eastAsia="Times New Roman" w:hAnsi="Times New Roman" w:cs="Times New Roman"/>
                <w:sz w:val="26"/>
                <w:szCs w:val="26"/>
              </w:rPr>
              <w:t>Хабаровского края</w:t>
            </w:r>
          </w:p>
        </w:tc>
      </w:tr>
      <w:tr w:rsidR="00F94492" w:rsidRPr="00402FF1" w:rsidTr="00F770AA">
        <w:trPr>
          <w:trHeight w:val="227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492" w:rsidRPr="00402FF1" w:rsidRDefault="00F94492" w:rsidP="00F94492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492" w:rsidRPr="00402FF1" w:rsidRDefault="00F94492" w:rsidP="004B7CB0">
            <w:pPr>
              <w:spacing w:after="0" w:line="240" w:lineRule="exact"/>
              <w:ind w:firstLine="201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2FF1">
              <w:rPr>
                <w:rFonts w:ascii="Times New Roman" w:eastAsia="Times New Roman" w:hAnsi="Times New Roman" w:cs="Times New Roman"/>
                <w:sz w:val="26"/>
                <w:szCs w:val="26"/>
              </w:rPr>
              <w:t>от  18.12.2014 № 113</w:t>
            </w:r>
          </w:p>
        </w:tc>
      </w:tr>
      <w:tr w:rsidR="00F94492" w:rsidRPr="00402FF1" w:rsidTr="00D561E5">
        <w:trPr>
          <w:trHeight w:val="227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492" w:rsidRPr="00402FF1" w:rsidRDefault="00F94492" w:rsidP="00F94492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492" w:rsidRPr="00402FF1" w:rsidRDefault="00F94492" w:rsidP="004B7CB0">
            <w:pPr>
              <w:spacing w:after="0" w:line="240" w:lineRule="exact"/>
              <w:ind w:firstLine="201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2FF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(в </w:t>
            </w:r>
            <w:proofErr w:type="spellStart"/>
            <w:r w:rsidRPr="00402FF1">
              <w:rPr>
                <w:rFonts w:ascii="Times New Roman" w:eastAsia="Times New Roman" w:hAnsi="Times New Roman" w:cs="Times New Roman"/>
                <w:sz w:val="26"/>
                <w:szCs w:val="26"/>
              </w:rPr>
              <w:t>ред</w:t>
            </w:r>
            <w:proofErr w:type="gramStart"/>
            <w:r w:rsidRPr="00402FF1">
              <w:rPr>
                <w:rFonts w:ascii="Times New Roman" w:eastAsia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402FF1">
              <w:rPr>
                <w:rFonts w:ascii="Times New Roman" w:eastAsia="Times New Roman" w:hAnsi="Times New Roman" w:cs="Times New Roman"/>
                <w:sz w:val="26"/>
                <w:szCs w:val="26"/>
              </w:rPr>
              <w:t>ешения</w:t>
            </w:r>
            <w:proofErr w:type="spellEnd"/>
            <w:r w:rsidRPr="00402FF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Совета депутатов</w:t>
            </w:r>
          </w:p>
        </w:tc>
      </w:tr>
      <w:tr w:rsidR="00402FF1" w:rsidRPr="00402FF1" w:rsidTr="00F94492">
        <w:trPr>
          <w:trHeight w:val="227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FF1" w:rsidRPr="00402FF1" w:rsidRDefault="00402FF1" w:rsidP="00F94492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FF1" w:rsidRPr="00402FF1" w:rsidRDefault="00402FF1" w:rsidP="004B7CB0">
            <w:pPr>
              <w:spacing w:after="0" w:line="240" w:lineRule="exact"/>
              <w:ind w:firstLine="201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2FF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 </w:t>
            </w:r>
            <w:r w:rsidR="00F944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18.06.2015 </w:t>
            </w:r>
            <w:r w:rsidRPr="00402FF1">
              <w:rPr>
                <w:rFonts w:ascii="Times New Roman" w:eastAsia="Times New Roman" w:hAnsi="Times New Roman" w:cs="Times New Roman"/>
                <w:sz w:val="26"/>
                <w:szCs w:val="26"/>
              </w:rPr>
              <w:t>№</w:t>
            </w:r>
            <w:r w:rsidR="00F944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156</w:t>
            </w:r>
            <w:r w:rsidRPr="00402FF1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FF1" w:rsidRPr="00402FF1" w:rsidRDefault="00402FF1" w:rsidP="00F9449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402FF1" w:rsidRPr="00402FF1" w:rsidTr="00F94492">
        <w:trPr>
          <w:trHeight w:val="795"/>
        </w:trPr>
        <w:tc>
          <w:tcPr>
            <w:tcW w:w="9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CB0" w:rsidRDefault="004B7CB0" w:rsidP="00402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B7CB0" w:rsidRDefault="004B7CB0" w:rsidP="00402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02FF1" w:rsidRDefault="00402FF1" w:rsidP="00402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CB0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Источники внутреннего финансирования дефицита местного бюджета                                                      на 2015 год</w:t>
            </w:r>
          </w:p>
          <w:p w:rsidR="004B7CB0" w:rsidRPr="004B7CB0" w:rsidRDefault="004B7CB0" w:rsidP="00402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02FF1" w:rsidRPr="00402FF1" w:rsidTr="00F94492">
        <w:trPr>
          <w:trHeight w:val="31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FF1" w:rsidRPr="00402FF1" w:rsidRDefault="00402FF1" w:rsidP="00402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FF1" w:rsidRPr="00402FF1" w:rsidRDefault="00402FF1" w:rsidP="00402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FF1" w:rsidRPr="00402FF1" w:rsidRDefault="00402FF1" w:rsidP="004B7CB0">
            <w:pPr>
              <w:spacing w:after="0" w:line="240" w:lineRule="auto"/>
              <w:ind w:firstLine="45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402FF1">
              <w:rPr>
                <w:rFonts w:ascii="Times New Roman" w:eastAsia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402FF1">
              <w:rPr>
                <w:rFonts w:ascii="Times New Roman" w:eastAsia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402FF1">
              <w:rPr>
                <w:rFonts w:ascii="Times New Roman" w:eastAsia="Times New Roman" w:hAnsi="Times New Roman" w:cs="Times New Roman"/>
                <w:sz w:val="26"/>
                <w:szCs w:val="26"/>
              </w:rPr>
              <w:t>уб</w:t>
            </w:r>
            <w:proofErr w:type="spellEnd"/>
            <w:r w:rsidRPr="00402FF1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402FF1" w:rsidRPr="00F94492" w:rsidTr="00F94492">
        <w:trPr>
          <w:trHeight w:val="258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FF1" w:rsidRPr="00F94492" w:rsidRDefault="00402FF1" w:rsidP="00402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492"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FF1" w:rsidRPr="00F94492" w:rsidRDefault="00402FF1" w:rsidP="00402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49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кода администратора, группы, подгруппы, статьи, вида источника финансирования дефицита краевого бюджета, кода классификации операций сектора государственного управления, относящихся к источникам финансирования дефицита местного бюджета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FF1" w:rsidRPr="00F94492" w:rsidRDefault="00402FF1" w:rsidP="00402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492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402FF1" w:rsidRPr="00F94492" w:rsidTr="00F94492">
        <w:trPr>
          <w:trHeight w:val="2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F1" w:rsidRPr="00F94492" w:rsidRDefault="00402FF1" w:rsidP="00402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49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F1" w:rsidRPr="00F94492" w:rsidRDefault="00402FF1" w:rsidP="00402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49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F1" w:rsidRPr="00F94492" w:rsidRDefault="00402FF1" w:rsidP="00402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49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02FF1" w:rsidRPr="00F94492" w:rsidTr="004B7CB0">
        <w:trPr>
          <w:trHeight w:val="7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FF1" w:rsidRPr="004B7CB0" w:rsidRDefault="00402FF1" w:rsidP="004B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7C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156 01 05 00 00 00 0000 000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FF1" w:rsidRPr="004B7CB0" w:rsidRDefault="00402FF1" w:rsidP="004B7C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7C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Изменение  остатков денежных средств на счетах по учету средств бюджета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FF1" w:rsidRPr="004B7CB0" w:rsidRDefault="00402FF1" w:rsidP="004B7C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7C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7137,109</w:t>
            </w:r>
          </w:p>
        </w:tc>
      </w:tr>
      <w:tr w:rsidR="00402FF1" w:rsidRPr="00F94492" w:rsidTr="004B7CB0">
        <w:trPr>
          <w:trHeight w:val="7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FF1" w:rsidRPr="004B7CB0" w:rsidRDefault="00402FF1" w:rsidP="004B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B0">
              <w:rPr>
                <w:rFonts w:ascii="Times New Roman" w:eastAsia="Times New Roman" w:hAnsi="Times New Roman" w:cs="Times New Roman"/>
                <w:sz w:val="24"/>
                <w:szCs w:val="24"/>
              </w:rPr>
              <w:t>156 01 05 02 01 13 0000 510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FF1" w:rsidRPr="004B7CB0" w:rsidRDefault="00402FF1" w:rsidP="004B7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B0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денежных средств  бюджетов поселений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FF1" w:rsidRPr="004B7CB0" w:rsidRDefault="00402FF1" w:rsidP="004B7C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B0">
              <w:rPr>
                <w:rFonts w:ascii="Times New Roman" w:eastAsia="Times New Roman" w:hAnsi="Times New Roman" w:cs="Times New Roman"/>
                <w:sz w:val="24"/>
                <w:szCs w:val="24"/>
              </w:rPr>
              <w:t>-205873,289</w:t>
            </w:r>
          </w:p>
        </w:tc>
      </w:tr>
      <w:tr w:rsidR="00402FF1" w:rsidRPr="00F94492" w:rsidTr="004B7CB0">
        <w:trPr>
          <w:trHeight w:val="7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FF1" w:rsidRPr="004B7CB0" w:rsidRDefault="00402FF1" w:rsidP="004B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B0">
              <w:rPr>
                <w:rFonts w:ascii="Times New Roman" w:eastAsia="Times New Roman" w:hAnsi="Times New Roman" w:cs="Times New Roman"/>
                <w:sz w:val="24"/>
                <w:szCs w:val="24"/>
              </w:rPr>
              <w:t>156 01 05 02 01 13 0000 610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FF1" w:rsidRPr="004B7CB0" w:rsidRDefault="00402FF1" w:rsidP="004B7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B0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FF1" w:rsidRPr="004B7CB0" w:rsidRDefault="00402FF1" w:rsidP="004B7C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B0">
              <w:rPr>
                <w:rFonts w:ascii="Times New Roman" w:eastAsia="Times New Roman" w:hAnsi="Times New Roman" w:cs="Times New Roman"/>
                <w:sz w:val="24"/>
                <w:szCs w:val="24"/>
              </w:rPr>
              <w:t>213010,398</w:t>
            </w:r>
          </w:p>
        </w:tc>
      </w:tr>
      <w:tr w:rsidR="00402FF1" w:rsidRPr="00F94492" w:rsidTr="004B7CB0">
        <w:trPr>
          <w:trHeight w:val="3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FF1" w:rsidRPr="004B7CB0" w:rsidRDefault="00402FF1" w:rsidP="00402F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7C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FF1" w:rsidRPr="004B7CB0" w:rsidRDefault="00402FF1" w:rsidP="00402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B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FF1" w:rsidRPr="004B7CB0" w:rsidRDefault="00402FF1" w:rsidP="004B7C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7C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7137,109</w:t>
            </w:r>
          </w:p>
        </w:tc>
      </w:tr>
      <w:tr w:rsidR="00402FF1" w:rsidRPr="00402FF1" w:rsidTr="00F94492">
        <w:trPr>
          <w:trHeight w:val="37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FF1" w:rsidRPr="00402FF1" w:rsidRDefault="00402FF1" w:rsidP="00402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2FF1" w:rsidRPr="00402FF1" w:rsidRDefault="00402FF1" w:rsidP="00402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FF1" w:rsidRPr="00402FF1" w:rsidRDefault="00402FF1" w:rsidP="00402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4B7CB0" w:rsidRPr="00402FF1" w:rsidTr="00F94492">
        <w:trPr>
          <w:trHeight w:val="375"/>
        </w:trPr>
        <w:tc>
          <w:tcPr>
            <w:tcW w:w="9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CB0" w:rsidRDefault="004B7CB0" w:rsidP="004B7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B7CB0" w:rsidRDefault="004B7CB0" w:rsidP="004B7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B7CB0" w:rsidRPr="004B7CB0" w:rsidRDefault="004B7CB0" w:rsidP="004B7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C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городского поселения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proofErr w:type="spellStart"/>
            <w:r w:rsidRPr="004B7CB0">
              <w:rPr>
                <w:rFonts w:ascii="Times New Roman" w:eastAsia="Times New Roman" w:hAnsi="Times New Roman" w:cs="Times New Roman"/>
                <w:sz w:val="28"/>
                <w:szCs w:val="28"/>
              </w:rPr>
              <w:t>Б.П.Редькин</w:t>
            </w:r>
            <w:proofErr w:type="spellEnd"/>
          </w:p>
        </w:tc>
      </w:tr>
      <w:tr w:rsidR="00402FF1" w:rsidRPr="00402FF1" w:rsidTr="00F94492">
        <w:trPr>
          <w:trHeight w:val="37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FF1" w:rsidRDefault="00402FF1" w:rsidP="00402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B7CB0" w:rsidRPr="004B7CB0" w:rsidRDefault="004B7CB0" w:rsidP="00402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2FF1" w:rsidRPr="004B7CB0" w:rsidRDefault="00402FF1" w:rsidP="00402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2FF1" w:rsidRPr="00402FF1" w:rsidRDefault="00402FF1" w:rsidP="00402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B7CB0" w:rsidRPr="00402FF1" w:rsidTr="00C8597E">
        <w:trPr>
          <w:trHeight w:val="375"/>
        </w:trPr>
        <w:tc>
          <w:tcPr>
            <w:tcW w:w="9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CB0" w:rsidRPr="00402FF1" w:rsidRDefault="004B7CB0" w:rsidP="004B7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CB0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Совета депу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татов                          </w:t>
            </w:r>
            <w:r w:rsidRPr="004B7C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</w:t>
            </w:r>
            <w:proofErr w:type="spellStart"/>
            <w:r w:rsidRPr="004B7CB0">
              <w:rPr>
                <w:rFonts w:ascii="Times New Roman" w:eastAsia="Times New Roman" w:hAnsi="Times New Roman" w:cs="Times New Roman"/>
                <w:sz w:val="28"/>
                <w:szCs w:val="28"/>
              </w:rPr>
              <w:t>Л.Е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4B7CB0">
              <w:rPr>
                <w:rFonts w:ascii="Times New Roman" w:eastAsia="Times New Roman" w:hAnsi="Times New Roman" w:cs="Times New Roman"/>
                <w:sz w:val="28"/>
                <w:szCs w:val="28"/>
              </w:rPr>
              <w:t>Кавелина</w:t>
            </w:r>
            <w:proofErr w:type="spellEnd"/>
          </w:p>
        </w:tc>
      </w:tr>
    </w:tbl>
    <w:p w:rsidR="00402FF1" w:rsidRPr="00F17BDC" w:rsidRDefault="00402FF1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402FF1" w:rsidRPr="00F17BDC" w:rsidSect="000E34C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0E1" w:rsidRDefault="00D860E1" w:rsidP="0096440F">
      <w:pPr>
        <w:spacing w:after="0" w:line="240" w:lineRule="auto"/>
      </w:pPr>
      <w:r>
        <w:separator/>
      </w:r>
    </w:p>
  </w:endnote>
  <w:endnote w:type="continuationSeparator" w:id="0">
    <w:p w:rsidR="00D860E1" w:rsidRDefault="00D860E1" w:rsidP="00964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0E1" w:rsidRDefault="00D860E1" w:rsidP="0096440F">
      <w:pPr>
        <w:spacing w:after="0" w:line="240" w:lineRule="auto"/>
      </w:pPr>
      <w:r>
        <w:separator/>
      </w:r>
    </w:p>
  </w:footnote>
  <w:footnote w:type="continuationSeparator" w:id="0">
    <w:p w:rsidR="00D860E1" w:rsidRDefault="00D860E1" w:rsidP="009644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1669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02FF1" w:rsidRPr="0096440F" w:rsidRDefault="00402FF1">
        <w:pPr>
          <w:pStyle w:val="a5"/>
          <w:jc w:val="center"/>
          <w:rPr>
            <w:rFonts w:ascii="Times New Roman" w:hAnsi="Times New Roman" w:cs="Times New Roman"/>
          </w:rPr>
        </w:pPr>
        <w:r w:rsidRPr="0096440F">
          <w:rPr>
            <w:rFonts w:ascii="Times New Roman" w:hAnsi="Times New Roman" w:cs="Times New Roman"/>
          </w:rPr>
          <w:fldChar w:fldCharType="begin"/>
        </w:r>
        <w:r w:rsidRPr="0096440F">
          <w:rPr>
            <w:rFonts w:ascii="Times New Roman" w:hAnsi="Times New Roman" w:cs="Times New Roman"/>
          </w:rPr>
          <w:instrText>PAGE   \* MERGEFORMAT</w:instrText>
        </w:r>
        <w:r w:rsidRPr="0096440F">
          <w:rPr>
            <w:rFonts w:ascii="Times New Roman" w:hAnsi="Times New Roman" w:cs="Times New Roman"/>
          </w:rPr>
          <w:fldChar w:fldCharType="separate"/>
        </w:r>
        <w:r w:rsidR="00AD26C4">
          <w:rPr>
            <w:rFonts w:ascii="Times New Roman" w:hAnsi="Times New Roman" w:cs="Times New Roman"/>
            <w:noProof/>
          </w:rPr>
          <w:t>2</w:t>
        </w:r>
        <w:r w:rsidRPr="0096440F">
          <w:rPr>
            <w:rFonts w:ascii="Times New Roman" w:hAnsi="Times New Roman" w:cs="Times New Roman"/>
          </w:rPr>
          <w:fldChar w:fldCharType="end"/>
        </w:r>
      </w:p>
    </w:sdtContent>
  </w:sdt>
  <w:p w:rsidR="00402FF1" w:rsidRDefault="00402FF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4CC"/>
    <w:rsid w:val="000163A6"/>
    <w:rsid w:val="000340D1"/>
    <w:rsid w:val="000742C8"/>
    <w:rsid w:val="000C67B7"/>
    <w:rsid w:val="000E34CC"/>
    <w:rsid w:val="0010112F"/>
    <w:rsid w:val="00110531"/>
    <w:rsid w:val="001176F2"/>
    <w:rsid w:val="00122F5B"/>
    <w:rsid w:val="0019489F"/>
    <w:rsid w:val="001A58C6"/>
    <w:rsid w:val="0020188D"/>
    <w:rsid w:val="0025138A"/>
    <w:rsid w:val="0026573F"/>
    <w:rsid w:val="002C7066"/>
    <w:rsid w:val="002E38C2"/>
    <w:rsid w:val="0034296E"/>
    <w:rsid w:val="00376084"/>
    <w:rsid w:val="00377189"/>
    <w:rsid w:val="003833D6"/>
    <w:rsid w:val="00385529"/>
    <w:rsid w:val="003928E2"/>
    <w:rsid w:val="003A4986"/>
    <w:rsid w:val="00402FF1"/>
    <w:rsid w:val="00461E35"/>
    <w:rsid w:val="004B7CB0"/>
    <w:rsid w:val="004E5956"/>
    <w:rsid w:val="0050219C"/>
    <w:rsid w:val="00517409"/>
    <w:rsid w:val="005423D8"/>
    <w:rsid w:val="00547887"/>
    <w:rsid w:val="00555DE5"/>
    <w:rsid w:val="00586F70"/>
    <w:rsid w:val="006524C5"/>
    <w:rsid w:val="006A0DA2"/>
    <w:rsid w:val="006C1C4F"/>
    <w:rsid w:val="006E295C"/>
    <w:rsid w:val="00753529"/>
    <w:rsid w:val="007D70AE"/>
    <w:rsid w:val="007F7794"/>
    <w:rsid w:val="00857039"/>
    <w:rsid w:val="0086171F"/>
    <w:rsid w:val="00871B7C"/>
    <w:rsid w:val="008937F1"/>
    <w:rsid w:val="008C35A8"/>
    <w:rsid w:val="00905F9C"/>
    <w:rsid w:val="00926C5A"/>
    <w:rsid w:val="009532C3"/>
    <w:rsid w:val="0096440F"/>
    <w:rsid w:val="009D0A10"/>
    <w:rsid w:val="009F3A6D"/>
    <w:rsid w:val="00A30513"/>
    <w:rsid w:val="00AC4494"/>
    <w:rsid w:val="00AD26C4"/>
    <w:rsid w:val="00B9025B"/>
    <w:rsid w:val="00B93815"/>
    <w:rsid w:val="00BA2D0B"/>
    <w:rsid w:val="00BB6883"/>
    <w:rsid w:val="00BF7825"/>
    <w:rsid w:val="00C12008"/>
    <w:rsid w:val="00C13AD6"/>
    <w:rsid w:val="00C36506"/>
    <w:rsid w:val="00C840E6"/>
    <w:rsid w:val="00CE3333"/>
    <w:rsid w:val="00D133FC"/>
    <w:rsid w:val="00D355DE"/>
    <w:rsid w:val="00D860E1"/>
    <w:rsid w:val="00DA7A70"/>
    <w:rsid w:val="00DD655B"/>
    <w:rsid w:val="00DE7767"/>
    <w:rsid w:val="00E66F83"/>
    <w:rsid w:val="00E91922"/>
    <w:rsid w:val="00E96BFB"/>
    <w:rsid w:val="00EA24AE"/>
    <w:rsid w:val="00EB278B"/>
    <w:rsid w:val="00ED289C"/>
    <w:rsid w:val="00EF34AE"/>
    <w:rsid w:val="00F06D18"/>
    <w:rsid w:val="00F266F6"/>
    <w:rsid w:val="00F33215"/>
    <w:rsid w:val="00F3423B"/>
    <w:rsid w:val="00F46E19"/>
    <w:rsid w:val="00F52ACB"/>
    <w:rsid w:val="00F94492"/>
    <w:rsid w:val="00FA382D"/>
    <w:rsid w:val="00FA396E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0E34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9644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440F"/>
  </w:style>
  <w:style w:type="paragraph" w:styleId="a7">
    <w:name w:val="footer"/>
    <w:basedOn w:val="a"/>
    <w:link w:val="a8"/>
    <w:uiPriority w:val="99"/>
    <w:unhideWhenUsed/>
    <w:rsid w:val="009644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44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0E34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9644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440F"/>
  </w:style>
  <w:style w:type="paragraph" w:styleId="a7">
    <w:name w:val="footer"/>
    <w:basedOn w:val="a"/>
    <w:link w:val="a8"/>
    <w:uiPriority w:val="99"/>
    <w:unhideWhenUsed/>
    <w:rsid w:val="009644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44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3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53</TotalTime>
  <Pages>44</Pages>
  <Words>13521</Words>
  <Characters>77076</Characters>
  <Application>Microsoft Office Word</Application>
  <DocSecurity>0</DocSecurity>
  <Lines>642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90417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8</cp:revision>
  <dcterms:created xsi:type="dcterms:W3CDTF">2015-06-18T07:03:00Z</dcterms:created>
  <dcterms:modified xsi:type="dcterms:W3CDTF">2015-06-18T23:45:00Z</dcterms:modified>
</cp:coreProperties>
</file>