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9F6A50" w:rsidP="00F33215">
      <w:pPr>
        <w:pStyle w:val="2"/>
        <w:spacing w:line="240" w:lineRule="exact"/>
        <w:rPr>
          <w:b w:val="0"/>
          <w:szCs w:val="28"/>
        </w:rPr>
      </w:pPr>
      <w:r>
        <w:rPr>
          <w:b w:val="0"/>
          <w:szCs w:val="28"/>
        </w:rPr>
        <w:t>26.03.2015                                                                                                        № 135</w:t>
      </w:r>
    </w:p>
    <w:p w:rsidR="00F33215" w:rsidRDefault="00F33215" w:rsidP="009F6A50">
      <w:pPr>
        <w:pStyle w:val="2"/>
        <w:rPr>
          <w:b w:val="0"/>
          <w:szCs w:val="28"/>
        </w:rPr>
      </w:pPr>
    </w:p>
    <w:p w:rsidR="00F33215" w:rsidRDefault="00F33215" w:rsidP="009F6A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6A50" w:rsidRPr="009F6A50" w:rsidRDefault="009F6A50" w:rsidP="009F6A50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A50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депутатов городского поселения «Город Амурск» от 18.12.2014 №113 «О местном бюджете на 2015 год и на плановый период 2016 и 2017 годов» </w:t>
      </w: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F6A50" w:rsidRPr="009F6A50" w:rsidRDefault="009F6A50" w:rsidP="009F6A5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F6A50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 Положением о бюджетном процессе в городском поселении «Город Амурск», утверждённым решением Совета депутатов городского поселения «Город Амурск» от 18 июля 2013 №449, руководствуясь Уставом городского поселения «Город Амурск» Амурского муниципального района Хабаровского края, Совет депутатов городского поселения «Город Амурск</w:t>
      </w:r>
      <w:proofErr w:type="gramEnd"/>
      <w:r w:rsidRPr="009F6A50">
        <w:rPr>
          <w:rFonts w:ascii="Times New Roman" w:hAnsi="Times New Roman"/>
          <w:sz w:val="28"/>
          <w:szCs w:val="28"/>
        </w:rPr>
        <w:t>» Амурского муниципального района Хабаровского края</w:t>
      </w: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РЕШИЛ:</w:t>
      </w: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ab/>
        <w:t>1. Внести в Решение Совета депутатов городского поселения «Город Амурск» Амурского муниципального района Хабаровского края от 18.12.2014 №113 «О местном бюджете на 2015 год и на плановый период 2016 и 2017 годов» следующие изменения:</w:t>
      </w: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ab/>
        <w:t>1.1. Подпункты 1,2,3 пункта 1 изложить в следующей редакции:</w:t>
      </w: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«1) общий объем доходов местного бюджета в сумме 184 050,00 тыс. рублей, из них налоговые и неналоговые доходы в сумме 177 560,67 тыс. рублей, дотации и межбюджетные трансферты в сумме 1263,76 тыс. рублей;</w:t>
      </w: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2) общий объём расходов местного бюджета в сумме 190 912,676 тыс. рублей;</w:t>
      </w: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3) дефицит местного бюджета в сумме 6 862,676 тыс. рублей</w:t>
      </w:r>
      <w:proofErr w:type="gramStart"/>
      <w:r w:rsidRPr="009F6A50">
        <w:rPr>
          <w:rFonts w:ascii="Times New Roman" w:hAnsi="Times New Roman"/>
          <w:sz w:val="28"/>
          <w:szCs w:val="28"/>
        </w:rPr>
        <w:t>;»</w:t>
      </w:r>
      <w:proofErr w:type="gramEnd"/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1.2. Подпункты 1,2,3 пункта 2 изложить в следующей редакции:</w:t>
      </w: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6A50">
        <w:rPr>
          <w:rFonts w:ascii="Times New Roman" w:hAnsi="Times New Roman"/>
          <w:sz w:val="28"/>
          <w:szCs w:val="28"/>
        </w:rPr>
        <w:t>1) общий объем доходов местного бюджета на 2016 год в сумме 182 479,31 тыс. рублей и на 2017 год в сумме 186 873,97 тыс. рублей, из них налоговые и неналоговые доходы на 2016 год в сумме 181 146,2 тыс. рублей и на 2017 год в сумме 185 475,6 тыс. рублей, дотации и межбюджетные трансферты на 2016 год в сумме 1333,140</w:t>
      </w:r>
      <w:proofErr w:type="gramEnd"/>
      <w:r w:rsidRPr="009F6A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6A50">
        <w:rPr>
          <w:rFonts w:ascii="Times New Roman" w:hAnsi="Times New Roman"/>
          <w:sz w:val="28"/>
          <w:szCs w:val="28"/>
        </w:rPr>
        <w:t>тыс</w:t>
      </w:r>
      <w:proofErr w:type="gramStart"/>
      <w:r w:rsidRPr="009F6A50">
        <w:rPr>
          <w:rFonts w:ascii="Times New Roman" w:hAnsi="Times New Roman"/>
          <w:sz w:val="28"/>
          <w:szCs w:val="28"/>
        </w:rPr>
        <w:t>.р</w:t>
      </w:r>
      <w:proofErr w:type="gramEnd"/>
      <w:r w:rsidRPr="009F6A50">
        <w:rPr>
          <w:rFonts w:ascii="Times New Roman" w:hAnsi="Times New Roman"/>
          <w:sz w:val="28"/>
          <w:szCs w:val="28"/>
        </w:rPr>
        <w:t>ублей</w:t>
      </w:r>
      <w:proofErr w:type="spellEnd"/>
      <w:r w:rsidRPr="009F6A50">
        <w:rPr>
          <w:rFonts w:ascii="Times New Roman" w:hAnsi="Times New Roman"/>
          <w:sz w:val="28"/>
          <w:szCs w:val="28"/>
        </w:rPr>
        <w:t xml:space="preserve"> и на 2017 год в сумме 1398,360 </w:t>
      </w:r>
      <w:proofErr w:type="spellStart"/>
      <w:r w:rsidRPr="009F6A50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9F6A50">
        <w:rPr>
          <w:rFonts w:ascii="Times New Roman" w:hAnsi="Times New Roman"/>
          <w:sz w:val="28"/>
          <w:szCs w:val="28"/>
        </w:rPr>
        <w:t>.</w:t>
      </w:r>
    </w:p>
    <w:p w:rsidR="009F6A50" w:rsidRDefault="009F6A50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2) общий объём расходов местного бюджета на 2016 год в сумме 187 346,040  тыс. рублей, в том числе условно утверждённые расходы в сумме 4 683,7 тыс. рублей, и на 2017 год в сумме 186 873,97 тыс. рублей, в том числе условно утверждённые расходы в сумме 9 343,7 тыс. рублей.</w:t>
      </w:r>
    </w:p>
    <w:p w:rsidR="009F6A50" w:rsidRDefault="009F6A50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9F6A50" w:rsidSect="009F6A50">
          <w:headerReference w:type="default" r:id="rId8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lastRenderedPageBreak/>
        <w:t>3) дефицит местного бюджета на 2016 год в сумме 4 866,730 тыс. рублей</w:t>
      </w:r>
      <w:r w:rsidRPr="009F6A50">
        <w:rPr>
          <w:rFonts w:ascii="Times New Roman" w:eastAsia="Times New Roman" w:hAnsi="Times New Roman"/>
          <w:sz w:val="28"/>
          <w:szCs w:val="28"/>
        </w:rPr>
        <w:t xml:space="preserve"> и нулевое значение дефицита местного бюджета на 2017 год</w:t>
      </w:r>
      <w:r w:rsidRPr="009F6A50">
        <w:rPr>
          <w:rFonts w:ascii="Times New Roman" w:hAnsi="Times New Roman"/>
          <w:sz w:val="28"/>
          <w:szCs w:val="28"/>
        </w:rPr>
        <w:t>.</w:t>
      </w: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 xml:space="preserve"> 1.3. Пункт 13 изложить в следующей редакции:</w:t>
      </w: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«13. Установить размер резервного фонда администрации города Амурска в сумме 4817 тыс. рублей».</w:t>
      </w: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 xml:space="preserve"> 1.4. Пункт 17 дополнить подпунктами 6, 7, 8 следующего содержания:</w:t>
      </w:r>
    </w:p>
    <w:p w:rsidR="009F6A50" w:rsidRPr="009F6A50" w:rsidRDefault="009F6A50" w:rsidP="009F6A50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F6A50">
        <w:rPr>
          <w:rFonts w:ascii="Times New Roman" w:hAnsi="Times New Roman"/>
          <w:sz w:val="28"/>
          <w:szCs w:val="28"/>
        </w:rPr>
        <w:t>«6) оказание услуг по теплоснабжению, горячему водоснабжению многоквартирного дома на ст. Мылки;</w:t>
      </w:r>
      <w:proofErr w:type="gramEnd"/>
    </w:p>
    <w:p w:rsidR="009F6A50" w:rsidRPr="009F6A50" w:rsidRDefault="009F6A50" w:rsidP="009F6A50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7) проведение мероприятий по капитальному ремонту общего имущества многоквартирных домов;</w:t>
      </w:r>
    </w:p>
    <w:p w:rsidR="009F6A50" w:rsidRPr="009F6A50" w:rsidRDefault="009F6A50" w:rsidP="009F6A50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8) проведение капитального ремонта муниципального имущества</w:t>
      </w:r>
      <w:proofErr w:type="gramStart"/>
      <w:r w:rsidRPr="009F6A50">
        <w:rPr>
          <w:rFonts w:ascii="Times New Roman" w:hAnsi="Times New Roman"/>
          <w:sz w:val="28"/>
          <w:szCs w:val="28"/>
        </w:rPr>
        <w:t>.»</w:t>
      </w:r>
      <w:proofErr w:type="gramEnd"/>
    </w:p>
    <w:p w:rsidR="009F6A50" w:rsidRPr="009F6A50" w:rsidRDefault="009F6A50" w:rsidP="009F6A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A50">
        <w:rPr>
          <w:rFonts w:ascii="Times New Roman" w:hAnsi="Times New Roman"/>
          <w:b w:val="0"/>
          <w:sz w:val="28"/>
          <w:szCs w:val="28"/>
        </w:rPr>
        <w:t>1.5.</w:t>
      </w:r>
      <w:r w:rsidRPr="009F6A50">
        <w:rPr>
          <w:rFonts w:ascii="Times New Roman" w:hAnsi="Times New Roman"/>
          <w:sz w:val="28"/>
          <w:szCs w:val="28"/>
        </w:rPr>
        <w:t xml:space="preserve"> </w:t>
      </w:r>
      <w:r w:rsidRPr="009F6A50"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изложить в новой редакции согласно приложению. </w:t>
      </w:r>
    </w:p>
    <w:p w:rsidR="009F6A50" w:rsidRPr="009F6A50" w:rsidRDefault="009F6A50" w:rsidP="009F6A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A50">
        <w:rPr>
          <w:rFonts w:ascii="Times New Roman" w:hAnsi="Times New Roman" w:cs="Times New Roman"/>
          <w:b w:val="0"/>
          <w:sz w:val="28"/>
          <w:szCs w:val="28"/>
        </w:rPr>
        <w:t>1.6. Приложение № 2 изложить в новой редакции согласно приложению.</w:t>
      </w:r>
    </w:p>
    <w:p w:rsidR="009F6A50" w:rsidRPr="009F6A50" w:rsidRDefault="009F6A50" w:rsidP="009F6A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A50">
        <w:rPr>
          <w:rFonts w:ascii="Times New Roman" w:hAnsi="Times New Roman" w:cs="Times New Roman"/>
          <w:b w:val="0"/>
          <w:sz w:val="28"/>
          <w:szCs w:val="28"/>
        </w:rPr>
        <w:t>1.7. Приложение № 3 изложить в новой редакции согласно приложению.</w:t>
      </w:r>
    </w:p>
    <w:p w:rsidR="009F6A50" w:rsidRPr="009F6A50" w:rsidRDefault="009F6A50" w:rsidP="009F6A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A50">
        <w:rPr>
          <w:rFonts w:ascii="Times New Roman" w:hAnsi="Times New Roman" w:cs="Times New Roman"/>
          <w:b w:val="0"/>
          <w:sz w:val="28"/>
          <w:szCs w:val="28"/>
        </w:rPr>
        <w:t>1.8. Приложение № 5 изложить в новой редакции согласно приложению.</w:t>
      </w:r>
    </w:p>
    <w:p w:rsidR="009F6A50" w:rsidRPr="009F6A50" w:rsidRDefault="009F6A50" w:rsidP="009F6A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A50">
        <w:rPr>
          <w:rFonts w:ascii="Times New Roman" w:hAnsi="Times New Roman" w:cs="Times New Roman"/>
          <w:b w:val="0"/>
          <w:sz w:val="28"/>
          <w:szCs w:val="28"/>
        </w:rPr>
        <w:t>1.9. Приложение № 6 изложить в новой редакции согласно приложению.</w:t>
      </w:r>
    </w:p>
    <w:p w:rsidR="009F6A50" w:rsidRPr="009F6A50" w:rsidRDefault="009F6A50" w:rsidP="009F6A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A50">
        <w:rPr>
          <w:rFonts w:ascii="Times New Roman" w:hAnsi="Times New Roman" w:cs="Times New Roman"/>
          <w:b w:val="0"/>
          <w:sz w:val="28"/>
          <w:szCs w:val="28"/>
        </w:rPr>
        <w:t>1.10. Приложение № 7 изложить в новой редакции согласно приложению.</w:t>
      </w:r>
    </w:p>
    <w:p w:rsidR="009F6A50" w:rsidRPr="009F6A50" w:rsidRDefault="009F6A50" w:rsidP="009F6A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A50">
        <w:rPr>
          <w:rFonts w:ascii="Times New Roman" w:hAnsi="Times New Roman" w:cs="Times New Roman"/>
          <w:b w:val="0"/>
          <w:sz w:val="28"/>
          <w:szCs w:val="28"/>
        </w:rPr>
        <w:t>1.11. Приложение № 8 изложить в новой редакции согласно приложению.</w:t>
      </w:r>
    </w:p>
    <w:p w:rsidR="009F6A50" w:rsidRPr="009F6A50" w:rsidRDefault="009F6A50" w:rsidP="009F6A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A50">
        <w:rPr>
          <w:rFonts w:ascii="Times New Roman" w:hAnsi="Times New Roman" w:cs="Times New Roman"/>
          <w:b w:val="0"/>
          <w:sz w:val="28"/>
          <w:szCs w:val="28"/>
        </w:rPr>
        <w:t>1.12. Приложение № 9 изложить в новой редакции согласно приложению.</w:t>
      </w:r>
    </w:p>
    <w:p w:rsidR="009F6A50" w:rsidRPr="009F6A50" w:rsidRDefault="009F6A50" w:rsidP="009F6A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A50">
        <w:rPr>
          <w:rFonts w:ascii="Times New Roman" w:hAnsi="Times New Roman" w:cs="Times New Roman"/>
          <w:b w:val="0"/>
          <w:sz w:val="28"/>
          <w:szCs w:val="28"/>
        </w:rPr>
        <w:t>1.13. Приложение № 10 изложить в новой редакции согласно приложению.</w:t>
      </w:r>
    </w:p>
    <w:p w:rsidR="009F6A50" w:rsidRPr="009F6A50" w:rsidRDefault="009F6A50" w:rsidP="009F6A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A50">
        <w:rPr>
          <w:rFonts w:ascii="Times New Roman" w:hAnsi="Times New Roman" w:cs="Times New Roman"/>
          <w:b w:val="0"/>
          <w:sz w:val="28"/>
          <w:szCs w:val="28"/>
        </w:rPr>
        <w:t>1.14. Приложение № 11 изложить в новой редакции согласно приложению.</w:t>
      </w:r>
    </w:p>
    <w:p w:rsidR="009F6A50" w:rsidRPr="009F6A50" w:rsidRDefault="009F6A50" w:rsidP="009F6A50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A50">
        <w:rPr>
          <w:rFonts w:ascii="Times New Roman" w:hAnsi="Times New Roman" w:cs="Times New Roman"/>
          <w:b w:val="0"/>
          <w:sz w:val="28"/>
          <w:szCs w:val="28"/>
        </w:rPr>
        <w:t>1.15. Приложение № 12 изложить в новой редакции согласно приложению.</w:t>
      </w: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2.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3. Настоящее решение вступает в силу после официального опубликования и распространяется на правоотношения, возникшие с 01 января 2015 года.</w:t>
      </w:r>
    </w:p>
    <w:p w:rsidR="009F6A50" w:rsidRDefault="009F6A50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586A" w:rsidRPr="009F6A50" w:rsidRDefault="001D586A" w:rsidP="009F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Глава городского поселения</w:t>
      </w:r>
      <w:r w:rsidRPr="009F6A50">
        <w:rPr>
          <w:rFonts w:ascii="Times New Roman" w:hAnsi="Times New Roman"/>
          <w:sz w:val="28"/>
          <w:szCs w:val="28"/>
        </w:rPr>
        <w:tab/>
      </w:r>
      <w:r w:rsidRPr="009F6A50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9F6A50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6705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6A5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9F6A50" w:rsidRDefault="009F6A50" w:rsidP="009F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A50" w:rsidRPr="009F6A50" w:rsidRDefault="009F6A50" w:rsidP="009F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A50" w:rsidRDefault="009F6A50" w:rsidP="009F6A50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  <w:r w:rsidRPr="009F6A50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               </w:t>
      </w:r>
      <w:r w:rsidR="0067053E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="0067053E">
        <w:rPr>
          <w:rFonts w:ascii="Times New Roman" w:hAnsi="Times New Roman"/>
          <w:spacing w:val="-1"/>
          <w:sz w:val="28"/>
          <w:szCs w:val="28"/>
        </w:rPr>
        <w:t>Л.Е.</w:t>
      </w:r>
      <w:r w:rsidRPr="009F6A50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tbl>
      <w:tblPr>
        <w:tblW w:w="9825" w:type="dxa"/>
        <w:tblInd w:w="-318" w:type="dxa"/>
        <w:tblLook w:val="04A0" w:firstRow="1" w:lastRow="0" w:firstColumn="1" w:lastColumn="0" w:noHBand="0" w:noVBand="1"/>
      </w:tblPr>
      <w:tblGrid>
        <w:gridCol w:w="3120"/>
        <w:gridCol w:w="4961"/>
        <w:gridCol w:w="1744"/>
      </w:tblGrid>
      <w:tr w:rsidR="009F6A50" w:rsidRPr="009F6A50" w:rsidTr="00546699">
        <w:trPr>
          <w:trHeight w:val="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546699" w:rsidP="009F6A50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669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</w:t>
            </w:r>
            <w:r w:rsidR="009F6A50" w:rsidRPr="009F6A50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1</w:t>
            </w:r>
          </w:p>
        </w:tc>
      </w:tr>
      <w:tr w:rsidR="009F6A50" w:rsidRPr="009F6A50" w:rsidTr="00546699">
        <w:trPr>
          <w:trHeight w:val="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546699" w:rsidP="009F6A50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669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</w:t>
            </w:r>
            <w:r w:rsidR="009F6A50" w:rsidRPr="009F6A50">
              <w:rPr>
                <w:rFonts w:ascii="Times New Roman" w:eastAsia="Times New Roman" w:hAnsi="Times New Roman" w:cs="Times New Roman"/>
                <w:sz w:val="26"/>
                <w:szCs w:val="26"/>
              </w:rPr>
              <w:t>к  Решению Совета депутатов</w:t>
            </w:r>
          </w:p>
        </w:tc>
      </w:tr>
      <w:tr w:rsidR="009F6A50" w:rsidRPr="009F6A50" w:rsidTr="00546699">
        <w:trPr>
          <w:trHeight w:val="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6A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="00546699" w:rsidRPr="0054669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</w:t>
            </w:r>
            <w:r w:rsidRPr="009F6A50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 "Город Амурск"</w:t>
            </w:r>
          </w:p>
        </w:tc>
      </w:tr>
      <w:tr w:rsidR="009F6A50" w:rsidRPr="009F6A50" w:rsidTr="00546699">
        <w:trPr>
          <w:trHeight w:val="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546699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669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</w:t>
            </w:r>
            <w:r w:rsidR="009F6A50" w:rsidRPr="009F6A50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9F6A50" w:rsidRPr="009F6A50" w:rsidTr="00546699">
        <w:trPr>
          <w:trHeight w:val="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6A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Хабаровского края</w:t>
            </w:r>
          </w:p>
        </w:tc>
      </w:tr>
      <w:tr w:rsidR="009F6A50" w:rsidRPr="009F6A50" w:rsidTr="00546699">
        <w:trPr>
          <w:trHeight w:val="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6A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от 18.12.2014 № 113</w:t>
            </w:r>
          </w:p>
        </w:tc>
      </w:tr>
      <w:tr w:rsidR="009F6A50" w:rsidRPr="009F6A50" w:rsidTr="00546699">
        <w:trPr>
          <w:trHeight w:val="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67053E" w:rsidP="006705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</w:t>
            </w:r>
            <w:proofErr w:type="gramStart"/>
            <w:r w:rsidR="009F6A50" w:rsidRPr="009F6A50">
              <w:rPr>
                <w:rFonts w:ascii="Times New Roman" w:eastAsia="Times New Roman" w:hAnsi="Times New Roman" w:cs="Times New Roman"/>
                <w:sz w:val="26"/>
                <w:szCs w:val="26"/>
              </w:rPr>
              <w:t>(в ред. решения Совета депутатов</w:t>
            </w:r>
            <w:proofErr w:type="gramEnd"/>
          </w:p>
        </w:tc>
      </w:tr>
      <w:tr w:rsidR="00546699" w:rsidRPr="009F6A50" w:rsidTr="00546699">
        <w:trPr>
          <w:trHeight w:val="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ind w:firstLine="15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6A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="00546699" w:rsidRPr="00546699">
              <w:rPr>
                <w:rFonts w:ascii="Times New Roman" w:eastAsia="Times New Roman" w:hAnsi="Times New Roman" w:cs="Times New Roman"/>
                <w:sz w:val="26"/>
                <w:szCs w:val="26"/>
              </w:rPr>
              <w:t>26.03.2015</w:t>
            </w:r>
            <w:r w:rsidRPr="009F6A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</w:t>
            </w:r>
            <w:r w:rsidR="00546699" w:rsidRPr="00546699">
              <w:rPr>
                <w:rFonts w:ascii="Times New Roman" w:eastAsia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46699" w:rsidRPr="009F6A50" w:rsidTr="00546699">
        <w:trPr>
          <w:trHeight w:val="34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6A50" w:rsidRPr="009F6A50" w:rsidTr="0067053E">
        <w:trPr>
          <w:trHeight w:val="227"/>
        </w:trPr>
        <w:tc>
          <w:tcPr>
            <w:tcW w:w="98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6705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Поступление доходов в  местный бюджет </w:t>
            </w:r>
          </w:p>
        </w:tc>
      </w:tr>
      <w:tr w:rsidR="009F6A50" w:rsidRPr="009F6A50" w:rsidTr="0067053E">
        <w:trPr>
          <w:trHeight w:val="227"/>
        </w:trPr>
        <w:tc>
          <w:tcPr>
            <w:tcW w:w="98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E029F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A50">
              <w:rPr>
                <w:rFonts w:ascii="Times New Roman" w:eastAsia="Times New Roman" w:hAnsi="Times New Roman" w:cs="Times New Roman"/>
                <w:sz w:val="28"/>
                <w:szCs w:val="28"/>
              </w:rPr>
              <w:t>по основным источникам в 2015 году</w:t>
            </w:r>
          </w:p>
        </w:tc>
      </w:tr>
      <w:tr w:rsidR="00546699" w:rsidRPr="009F6A50" w:rsidTr="0067053E">
        <w:trPr>
          <w:trHeight w:val="375"/>
        </w:trPr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9F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46699" w:rsidRPr="009F6A50" w:rsidTr="00546699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000 1 01 00000 00 0000 110   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58901,00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58901,00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000 1 03 00000 00 0000 110 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</w:t>
            </w:r>
            <w:r w:rsidR="006705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услуги), реализуемые на территории Российской Федерации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1276,09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14494,00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9617,00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8372,00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1245,00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2854,00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33335,00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000 1 06 01030 13 0000 110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5625,00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10484,00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3456,00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7028,00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17226,00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000 1 06 06033 13 0000 110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16345,00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000 1 06 06043 13 0000 110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налог,  с физических лиц, обладающих земельным участком, расположенным в границах городских 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108006,09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46847,50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44237,50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000 1 11 05013 13 0001 120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</w:t>
            </w: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земельные участки, государственная  собственность на которые не разграничена и 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1857,00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000 1 11 05013 13 0000 120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14418,00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000 1 11 05025 13 0000 120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  <w:proofErr w:type="gramEnd"/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2595,00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000 1 11 05035 13 0000 120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</w:t>
            </w:r>
            <w:r w:rsidR="006705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находящегося в оперативном управлении 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193,00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000 1 11 05075 13 0000 120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25174,50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000 1 11 07015 13 0000 120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000 1 11 09045 13 0000 120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816,00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000 1 13 01995 13 0002 130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  <w:r w:rsidR="001D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получателями средств бюджетов городских поселений по МКУК "Амурский городской краеведческий музей"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216,00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000 1 13 01995 13 0003 130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 по МКУК "Амурский городской дендрарий"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21873,08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000 1 14 02053 13 0000 410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</w:t>
            </w: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21800,00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000 1 14 06013 13 0000 430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73,08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000 1 14 06025 13 0000 430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000 1 16 00000 00 0000000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Штрафы,</w:t>
            </w:r>
            <w:r w:rsidR="006705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санкции,</w:t>
            </w:r>
            <w:r w:rsidR="006705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возмещение ущерба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000 1 16 51040 02 0000 140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18,00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69554,58</w:t>
            </w:r>
          </w:p>
        </w:tc>
      </w:tr>
      <w:tr w:rsidR="00546699" w:rsidRPr="009F6A50" w:rsidTr="00546699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177560,67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6763,76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1263,76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000 2 02 01 001 13 0000 151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городских поселений  на выравнивание бюджетной обеспеченности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1261,56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000 2 02 03024 13 0000 151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sz w:val="24"/>
                <w:szCs w:val="24"/>
              </w:rPr>
              <w:t>2,20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000 2 07 05030 13 0005 180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5500,00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000 2 19 05000 13 0000 151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поселений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-274,43</w:t>
            </w:r>
          </w:p>
        </w:tc>
      </w:tr>
      <w:tr w:rsidR="00546699" w:rsidRPr="009F6A50" w:rsidTr="0067053E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A50" w:rsidRPr="009F6A50" w:rsidRDefault="009F6A50" w:rsidP="00546699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С Е Г О     Д О Х О </w:t>
            </w:r>
            <w:proofErr w:type="gramStart"/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 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A50" w:rsidRPr="009F6A50" w:rsidRDefault="009F6A50" w:rsidP="0054669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6A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184050,00</w:t>
            </w:r>
          </w:p>
        </w:tc>
      </w:tr>
    </w:tbl>
    <w:p w:rsidR="009F6A50" w:rsidRPr="009F6A50" w:rsidRDefault="009F6A50" w:rsidP="009F6A50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1D586A" w:rsidRDefault="001D586A" w:rsidP="00C50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EDF" w:rsidRPr="009F6A50" w:rsidRDefault="00C50EDF" w:rsidP="00C50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Глава городского поселения</w:t>
      </w:r>
      <w:r w:rsidRPr="009F6A50">
        <w:rPr>
          <w:rFonts w:ascii="Times New Roman" w:hAnsi="Times New Roman"/>
          <w:sz w:val="28"/>
          <w:szCs w:val="28"/>
        </w:rPr>
        <w:tab/>
      </w:r>
      <w:r w:rsidRPr="009F6A50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9F6A50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6705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6A5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C50EDF" w:rsidRDefault="00C50EDF" w:rsidP="00C50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EDF" w:rsidRPr="009F6A50" w:rsidRDefault="00C50EDF" w:rsidP="00C50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EDF" w:rsidRDefault="00C50EDF" w:rsidP="00C50EDF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  <w:r w:rsidRPr="009F6A50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               </w:t>
      </w:r>
      <w:r w:rsidR="0067053E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="0067053E">
        <w:rPr>
          <w:rFonts w:ascii="Times New Roman" w:hAnsi="Times New Roman"/>
          <w:spacing w:val="-1"/>
          <w:sz w:val="28"/>
          <w:szCs w:val="28"/>
        </w:rPr>
        <w:t>Л.Е.</w:t>
      </w:r>
      <w:r w:rsidRPr="009F6A50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F33215" w:rsidRPr="009F6A50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6C3D" w:rsidRDefault="00916C3D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916C3D" w:rsidSect="009F6A50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2978"/>
        <w:gridCol w:w="4040"/>
        <w:gridCol w:w="1488"/>
        <w:gridCol w:w="1559"/>
      </w:tblGrid>
      <w:tr w:rsidR="00916C3D" w:rsidRPr="00916C3D" w:rsidTr="00E029FE">
        <w:trPr>
          <w:trHeight w:val="17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91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E029FE">
            <w:pPr>
              <w:spacing w:after="0" w:line="240" w:lineRule="exact"/>
              <w:ind w:firstLine="214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C3D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2</w:t>
            </w:r>
          </w:p>
        </w:tc>
      </w:tr>
      <w:tr w:rsidR="00916C3D" w:rsidRPr="00916C3D" w:rsidTr="00E029FE">
        <w:trPr>
          <w:trHeight w:val="17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91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E029FE">
            <w:pPr>
              <w:spacing w:after="0" w:line="240" w:lineRule="exact"/>
              <w:ind w:firstLine="214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C3D">
              <w:rPr>
                <w:rFonts w:ascii="Times New Roman" w:eastAsia="Times New Roman" w:hAnsi="Times New Roman" w:cs="Times New Roman"/>
                <w:sz w:val="26"/>
                <w:szCs w:val="26"/>
              </w:rPr>
              <w:t>к  Решению Совета депутатов</w:t>
            </w:r>
          </w:p>
        </w:tc>
      </w:tr>
      <w:tr w:rsidR="00916C3D" w:rsidRPr="00916C3D" w:rsidTr="00E029FE">
        <w:trPr>
          <w:trHeight w:val="17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91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E029FE">
            <w:pPr>
              <w:spacing w:after="0" w:line="240" w:lineRule="exact"/>
              <w:ind w:firstLine="214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C3D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 "Город Амурск"</w:t>
            </w:r>
          </w:p>
        </w:tc>
      </w:tr>
      <w:tr w:rsidR="00916C3D" w:rsidRPr="00916C3D" w:rsidTr="00E029FE">
        <w:trPr>
          <w:trHeight w:val="17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91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E029FE">
            <w:pPr>
              <w:spacing w:after="0" w:line="240" w:lineRule="exact"/>
              <w:ind w:firstLine="214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C3D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916C3D" w:rsidRPr="00916C3D" w:rsidTr="00E029FE">
        <w:trPr>
          <w:trHeight w:val="17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91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E029FE">
            <w:pPr>
              <w:spacing w:after="0" w:line="240" w:lineRule="exact"/>
              <w:ind w:firstLine="214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C3D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916C3D" w:rsidRPr="00916C3D" w:rsidTr="00E029FE">
        <w:trPr>
          <w:trHeight w:val="17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91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E029FE">
            <w:pPr>
              <w:spacing w:after="0" w:line="240" w:lineRule="exact"/>
              <w:ind w:firstLine="214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C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18.12.2014 № 113 </w:t>
            </w:r>
          </w:p>
        </w:tc>
      </w:tr>
      <w:tr w:rsidR="00916C3D" w:rsidRPr="00916C3D" w:rsidTr="00E029FE">
        <w:trPr>
          <w:trHeight w:val="17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91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E029FE">
            <w:pPr>
              <w:spacing w:after="0" w:line="240" w:lineRule="exact"/>
              <w:ind w:firstLine="214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16C3D">
              <w:rPr>
                <w:rFonts w:ascii="Times New Roman" w:eastAsia="Times New Roman" w:hAnsi="Times New Roman" w:cs="Times New Roman"/>
                <w:sz w:val="26"/>
                <w:szCs w:val="26"/>
              </w:rPr>
              <w:t>(в ред. решения Совета депутатов</w:t>
            </w:r>
            <w:proofErr w:type="gramEnd"/>
          </w:p>
        </w:tc>
      </w:tr>
      <w:tr w:rsidR="00916C3D" w:rsidRPr="00916C3D" w:rsidTr="00E029FE">
        <w:trPr>
          <w:trHeight w:val="17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91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5431C5" w:rsidP="00E029FE">
            <w:pPr>
              <w:spacing w:after="0" w:line="240" w:lineRule="exact"/>
              <w:ind w:firstLine="214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6A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Pr="00546699">
              <w:rPr>
                <w:rFonts w:ascii="Times New Roman" w:eastAsia="Times New Roman" w:hAnsi="Times New Roman" w:cs="Times New Roman"/>
                <w:sz w:val="26"/>
                <w:szCs w:val="26"/>
              </w:rPr>
              <w:t>26.03.2015</w:t>
            </w:r>
            <w:r w:rsidRPr="009F6A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</w:t>
            </w:r>
            <w:r w:rsidRPr="00546699">
              <w:rPr>
                <w:rFonts w:ascii="Times New Roman" w:eastAsia="Times New Roman" w:hAnsi="Times New Roman" w:cs="Times New Roman"/>
                <w:sz w:val="26"/>
                <w:szCs w:val="26"/>
              </w:rPr>
              <w:t>135</w:t>
            </w:r>
          </w:p>
        </w:tc>
      </w:tr>
      <w:tr w:rsidR="00916C3D" w:rsidRPr="00916C3D" w:rsidTr="00E029FE">
        <w:trPr>
          <w:trHeight w:val="3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91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91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916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91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16C3D" w:rsidRPr="00916C3D" w:rsidTr="00E029FE">
        <w:trPr>
          <w:trHeight w:val="17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E029FE" w:rsidRDefault="00916C3D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2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Поступление доходов в  местный бюджет </w:t>
            </w:r>
          </w:p>
        </w:tc>
      </w:tr>
      <w:tr w:rsidR="00916C3D" w:rsidRPr="00916C3D" w:rsidTr="00E029FE">
        <w:trPr>
          <w:trHeight w:val="17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E029FE" w:rsidRDefault="00916C3D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2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по основным источникам в 2016 и 2017 годах</w:t>
            </w:r>
          </w:p>
        </w:tc>
      </w:tr>
      <w:tr w:rsidR="00916C3D" w:rsidRPr="00916C3D" w:rsidTr="00E029FE">
        <w:trPr>
          <w:trHeight w:val="20"/>
        </w:trPr>
        <w:tc>
          <w:tcPr>
            <w:tcW w:w="100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6C3D" w:rsidRPr="00916C3D" w:rsidRDefault="00916C3D" w:rsidP="00916C3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C3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16C3D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16C3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6C3D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916C3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дохода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2016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2017 год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Доходы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000 1 01 00000 00 0000 110    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63908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69660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63908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69660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000 1 03 00000 00 0000 110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</w:t>
            </w:r>
            <w:r w:rsid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услуги), реализуемые на территории Российской Федерации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1213,17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995,61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17601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11642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12224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9597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10077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2045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2147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3147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2230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34528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35130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000 1 06 01030 13 0000 110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5906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6201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11703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3525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3596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7871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8107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17226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000 1 06 06033 13 0000 110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емельный налог, с организаций, обладающих земельным участком, расположенным в границах городских поселений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16345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16345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000 1 06 06043 13 0000 110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налог, с физических лиц, обладающих земельным участком, расположенным в границах городских поселений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881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881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116412,2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123386,6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48876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51189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000 1 11 05000 00 0000 120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46266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48579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000 1 11 05013 13 0000 120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городских поселений,</w:t>
            </w:r>
            <w:r w:rsid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17088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17943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000 1 11 05025 13 0000 120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  <w:proofErr w:type="gramEnd"/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2725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2861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000 1 11 05035 13 0000 120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</w:t>
            </w:r>
            <w:r w:rsid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находящегося в оперативном управлении 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000 1 11 05075 13 0000 120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6D0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26250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27562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000 1 11 07015 13 0000120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000 1 11 09045 13 0000 120 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900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000 1 13 01995 13 0002 130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  <w:r w:rsidR="001D5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получателями средств бюджетов городских поселений по МКУК "Амурский городской </w:t>
            </w: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краеведческий музей"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000 1 13 01995 13 0003 130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 по МКУК "Амурский городской дендрарий"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661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000 1 14 02053 13 0000 410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64734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62089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E029FE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181146,2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E029FE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185475,6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E029FE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1333,140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E029FE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1398,360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E029FE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000 2 02 01 001 13 0000 151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городских поселений  на выравнивание бюджетной обеспеченности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1330,940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1396,160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000 2 02 03024 13 0000 151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</w:t>
            </w:r>
            <w:r w:rsid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ектов Российской Федерации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000 2 02 04999 13 0000 151   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 межбюджетные трансферты, передаваемые бюджетам городских  поселений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916C3D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16C3D" w:rsidRPr="00916C3D" w:rsidTr="00E029FE"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916C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С Е Г О     Д О Х О </w:t>
            </w:r>
            <w:proofErr w:type="gramStart"/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 В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C3D" w:rsidRPr="00E029FE" w:rsidRDefault="00916C3D" w:rsidP="00E029FE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182479,310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C3D" w:rsidRPr="00E029FE" w:rsidRDefault="00916C3D" w:rsidP="00E029FE">
            <w:pPr>
              <w:spacing w:after="0" w:line="240" w:lineRule="exact"/>
              <w:ind w:firstLineChars="14"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2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186873,970</w:t>
            </w: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29FE" w:rsidRDefault="00E029FE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5DE7" w:rsidRDefault="00D25DE7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29FE" w:rsidRPr="009F6A50" w:rsidRDefault="00E029FE" w:rsidP="00E02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Глава городского поселения</w:t>
      </w:r>
      <w:r w:rsidRPr="009F6A50">
        <w:rPr>
          <w:rFonts w:ascii="Times New Roman" w:hAnsi="Times New Roman"/>
          <w:sz w:val="28"/>
          <w:szCs w:val="28"/>
        </w:rPr>
        <w:tab/>
      </w:r>
      <w:r w:rsidRPr="009F6A50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9F6A50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F6A5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E029FE" w:rsidRDefault="00E029FE" w:rsidP="00E02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29FE" w:rsidRDefault="00E029FE" w:rsidP="00E02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5DE7" w:rsidRPr="009F6A50" w:rsidRDefault="00D25DE7" w:rsidP="00E02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29FE" w:rsidRDefault="00E029FE" w:rsidP="00E029FE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  <w:r w:rsidRPr="009F6A50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9F6A50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E029FE" w:rsidRDefault="00E029FE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29FE" w:rsidRDefault="00E029FE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E029FE" w:rsidSect="009F6A50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029FE" w:rsidRPr="00E029FE" w:rsidTr="006D06C0">
        <w:tc>
          <w:tcPr>
            <w:tcW w:w="4785" w:type="dxa"/>
          </w:tcPr>
          <w:p w:rsidR="00E029FE" w:rsidRPr="00E029FE" w:rsidRDefault="00E029FE" w:rsidP="00E029FE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E029FE" w:rsidRPr="006D06C0" w:rsidRDefault="00E029FE" w:rsidP="006D06C0">
            <w:pPr>
              <w:suppressAutoHyphens/>
              <w:spacing w:after="0" w:line="240" w:lineRule="exact"/>
              <w:ind w:firstLine="46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2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06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ПРИЛОЖЕНИЕ 3</w:t>
            </w:r>
          </w:p>
          <w:p w:rsidR="00E029FE" w:rsidRPr="006D06C0" w:rsidRDefault="00E029FE" w:rsidP="006D06C0">
            <w:pPr>
              <w:suppressAutoHyphens/>
              <w:spacing w:after="0" w:line="240" w:lineRule="exact"/>
              <w:ind w:firstLine="46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06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 Решению Совета депутатов</w:t>
            </w:r>
          </w:p>
          <w:p w:rsidR="00E029FE" w:rsidRPr="006D06C0" w:rsidRDefault="00E029FE" w:rsidP="006D06C0">
            <w:pPr>
              <w:suppressAutoHyphens/>
              <w:spacing w:after="0" w:line="240" w:lineRule="exact"/>
              <w:ind w:firstLine="46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06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поселения </w:t>
            </w:r>
          </w:p>
          <w:p w:rsidR="00E029FE" w:rsidRPr="006D06C0" w:rsidRDefault="00E029FE" w:rsidP="006D06C0">
            <w:pPr>
              <w:suppressAutoHyphens/>
              <w:spacing w:after="0" w:line="240" w:lineRule="exact"/>
              <w:ind w:firstLine="46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06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«Город Амурск»</w:t>
            </w:r>
          </w:p>
          <w:p w:rsidR="00E029FE" w:rsidRPr="006D06C0" w:rsidRDefault="00E029FE" w:rsidP="006D06C0">
            <w:pPr>
              <w:suppressAutoHyphens/>
              <w:spacing w:after="0" w:line="240" w:lineRule="exact"/>
              <w:ind w:firstLine="46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06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Амурского муниципального района</w:t>
            </w:r>
          </w:p>
          <w:p w:rsidR="00E029FE" w:rsidRPr="006D06C0" w:rsidRDefault="00E029FE" w:rsidP="006D06C0">
            <w:pPr>
              <w:suppressAutoHyphens/>
              <w:spacing w:after="0" w:line="240" w:lineRule="exact"/>
              <w:ind w:firstLine="46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06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Хабаровского края</w:t>
            </w:r>
          </w:p>
          <w:p w:rsidR="00E029FE" w:rsidRPr="00E029FE" w:rsidRDefault="00E029FE" w:rsidP="006D06C0">
            <w:pPr>
              <w:suppressAutoHyphens/>
              <w:spacing w:after="0" w:line="240" w:lineRule="exact"/>
              <w:ind w:firstLine="46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6D06C0" w:rsidRPr="006D06C0">
              <w:rPr>
                <w:rFonts w:ascii="Times New Roman" w:eastAsia="Times New Roman" w:hAnsi="Times New Roman" w:cs="Times New Roman"/>
                <w:sz w:val="26"/>
                <w:szCs w:val="26"/>
              </w:rPr>
              <w:t>от 26.03.2015 № 135</w:t>
            </w:r>
          </w:p>
        </w:tc>
      </w:tr>
    </w:tbl>
    <w:p w:rsidR="006D06C0" w:rsidRDefault="006D06C0" w:rsidP="00E029FE">
      <w:pPr>
        <w:pStyle w:val="4"/>
        <w:spacing w:line="240" w:lineRule="exact"/>
        <w:ind w:left="0" w:firstLine="0"/>
        <w:rPr>
          <w:sz w:val="24"/>
          <w:szCs w:val="24"/>
        </w:rPr>
      </w:pPr>
    </w:p>
    <w:p w:rsidR="00E029FE" w:rsidRPr="006D06C0" w:rsidRDefault="00E029FE" w:rsidP="00E029FE">
      <w:pPr>
        <w:pStyle w:val="4"/>
        <w:spacing w:line="240" w:lineRule="exact"/>
        <w:ind w:left="0" w:firstLine="0"/>
        <w:rPr>
          <w:b w:val="0"/>
          <w:sz w:val="24"/>
          <w:szCs w:val="24"/>
        </w:rPr>
      </w:pPr>
      <w:r w:rsidRPr="006D06C0">
        <w:rPr>
          <w:b w:val="0"/>
          <w:sz w:val="24"/>
          <w:szCs w:val="24"/>
        </w:rPr>
        <w:t>ПЕРЕЧЕНЬ ГЛАВНЫХ АДИМИНИСТРАТОРОВ ДОХОДОВ БЮДЖЕТА, ЗАКРЕПЛЯЕМЫЕ ЗА НИМИ ВИДЫ (ПОДВИДЫ) ДОХОДОВ БЮДЖЕТА</w:t>
      </w:r>
    </w:p>
    <w:p w:rsidR="00E029FE" w:rsidRDefault="00E029FE" w:rsidP="00E029FE">
      <w:pPr>
        <w:pStyle w:val="4"/>
        <w:spacing w:line="240" w:lineRule="exact"/>
        <w:ind w:left="0" w:firstLine="0"/>
        <w:rPr>
          <w:b w:val="0"/>
          <w:sz w:val="24"/>
          <w:szCs w:val="24"/>
        </w:rPr>
      </w:pPr>
      <w:r w:rsidRPr="006D06C0">
        <w:rPr>
          <w:b w:val="0"/>
          <w:sz w:val="24"/>
          <w:szCs w:val="24"/>
        </w:rPr>
        <w:t>НА 2015 -2017 ГОДЫ</w:t>
      </w:r>
    </w:p>
    <w:p w:rsidR="006D06C0" w:rsidRPr="006D06C0" w:rsidRDefault="006D06C0" w:rsidP="006D06C0"/>
    <w:tbl>
      <w:tblPr>
        <w:tblW w:w="9383" w:type="dxa"/>
        <w:jc w:val="center"/>
        <w:tblInd w:w="-21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0"/>
        <w:gridCol w:w="425"/>
        <w:gridCol w:w="2484"/>
        <w:gridCol w:w="6024"/>
      </w:tblGrid>
      <w:tr w:rsidR="00E029FE" w:rsidRPr="006D06C0" w:rsidTr="006D06C0">
        <w:trPr>
          <w:trHeight w:val="35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E029FE" w:rsidRPr="006D06C0" w:rsidRDefault="00E029FE" w:rsidP="00E029FE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E029FE" w:rsidRPr="006D06C0" w:rsidRDefault="00E029FE" w:rsidP="00E029FE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E029FE" w:rsidRPr="006D06C0" w:rsidRDefault="00E029FE" w:rsidP="00E029FE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Наименование кода поступлений в бюджет,</w:t>
            </w:r>
          </w:p>
          <w:p w:rsidR="00E029FE" w:rsidRPr="006D06C0" w:rsidRDefault="00E029FE" w:rsidP="00E029FE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группы, подгруппы, статьи, подстатьи,</w:t>
            </w:r>
          </w:p>
          <w:p w:rsidR="00E029FE" w:rsidRPr="006D06C0" w:rsidRDefault="00E029FE" w:rsidP="00E029FE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элемента, программы (подпрограммы),</w:t>
            </w:r>
          </w:p>
          <w:p w:rsidR="00E029FE" w:rsidRPr="006D06C0" w:rsidRDefault="00E029FE" w:rsidP="00E029FE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кода экономической классификации доходов</w:t>
            </w:r>
          </w:p>
        </w:tc>
      </w:tr>
      <w:tr w:rsidR="00E029FE" w:rsidRPr="006D06C0" w:rsidTr="006D06C0">
        <w:trPr>
          <w:trHeight w:val="32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</w:pPr>
            <w:r w:rsidRPr="006D06C0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     администрация городского поселения</w:t>
            </w:r>
          </w:p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                      «Город Амурск» 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1 08 07175 01 0000 110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1 11 05013 13 0000 120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  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1 11 05025 13 0000 120 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1 11 05035 13 0000 120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</w:t>
            </w: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1 11 05075 13 0000 120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1 11 07015 13 0000 120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 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1 11 08050 13 0000 120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  предприятий, в том числе казенных), в залог, в доверительное управление</w:t>
            </w:r>
          </w:p>
        </w:tc>
      </w:tr>
      <w:tr w:rsidR="00E029FE" w:rsidRPr="006D06C0" w:rsidTr="006D06C0">
        <w:trPr>
          <w:trHeight w:val="435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1 11 09035 13 0000 120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имущества</w:t>
            </w:r>
            <w:proofErr w:type="gramEnd"/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автомобильных дорог, находящихся в собственности городских поселений</w:t>
            </w:r>
          </w:p>
        </w:tc>
      </w:tr>
      <w:tr w:rsidR="00E029FE" w:rsidRPr="006D06C0" w:rsidTr="006D06C0">
        <w:trPr>
          <w:trHeight w:val="32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1 11 09045 13 0000 120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</w:t>
            </w: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 xml:space="preserve">(за </w:t>
            </w:r>
            <w:r w:rsidRPr="006D0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029FE" w:rsidRPr="006D06C0" w:rsidTr="006D06C0">
        <w:trPr>
          <w:trHeight w:val="35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1 13 01995 13 0000 130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поселений. </w:t>
            </w:r>
          </w:p>
        </w:tc>
      </w:tr>
      <w:tr w:rsidR="00E029FE" w:rsidRPr="006D06C0" w:rsidTr="006D06C0">
        <w:trPr>
          <w:trHeight w:val="35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1 13 02065 13 0000 130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поселений </w:t>
            </w:r>
          </w:p>
        </w:tc>
      </w:tr>
      <w:tr w:rsidR="00E029FE" w:rsidRPr="006D06C0" w:rsidTr="006D06C0">
        <w:trPr>
          <w:trHeight w:val="35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1 13 02995 13 0000 130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</w:tr>
      <w:tr w:rsidR="00E029FE" w:rsidRPr="006D06C0" w:rsidTr="006D06C0">
        <w:trPr>
          <w:trHeight w:val="147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1 14 01050 13 0000 410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E029FE" w:rsidRPr="006D06C0" w:rsidTr="006D06C0">
        <w:trPr>
          <w:trHeight w:val="348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1 14 02052 13 0000 410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</w:t>
            </w: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основных средств по указанному имуществу</w:t>
            </w:r>
          </w:p>
        </w:tc>
      </w:tr>
      <w:tr w:rsidR="00E029FE" w:rsidRPr="006D06C0" w:rsidTr="006D06C0">
        <w:trPr>
          <w:trHeight w:val="348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1 14 02052 13 0000 440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</w:t>
            </w: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E029FE" w:rsidRPr="006D06C0" w:rsidTr="006D06C0">
        <w:trPr>
          <w:trHeight w:val="348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1 14 02053 13 0000 410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029FE" w:rsidRPr="006D06C0" w:rsidTr="006D06C0">
        <w:trPr>
          <w:trHeight w:val="348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1 14 02053 13 0000 440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029FE" w:rsidRPr="006D06C0" w:rsidTr="006D06C0">
        <w:trPr>
          <w:trHeight w:val="643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18.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1 14 03050 13 0000 410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</w:tr>
      <w:tr w:rsidR="00E029FE" w:rsidRPr="006D06C0" w:rsidTr="006D06C0">
        <w:trPr>
          <w:trHeight w:val="41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1 14 03050 13 0000 440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E029FE" w:rsidRPr="006D06C0" w:rsidTr="006D06C0">
        <w:trPr>
          <w:trHeight w:val="367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1 14 04050 13 0000 420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E029FE" w:rsidRPr="006D06C0" w:rsidTr="006D06C0">
        <w:trPr>
          <w:trHeight w:val="658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1 14 06013 13 0000 430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</w:tr>
      <w:tr w:rsidR="00E029FE" w:rsidRPr="006D06C0" w:rsidTr="006D06C0">
        <w:trPr>
          <w:trHeight w:val="658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1 14 06025 13 0000 430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029FE" w:rsidRPr="006D06C0" w:rsidTr="006D06C0">
        <w:trPr>
          <w:trHeight w:val="369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23.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1 16 18050 13 0000 140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Денежные взыскания (штрафы) за нарушение бюджетного законодательства (в части бюджетов </w:t>
            </w: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городских поселений)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1 16 23051 13 0000 140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25.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1 16 23052 13 0000 140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1 16 33050 13 0000 140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27.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1 16 37040 13 0000 140 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Поступление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поселений  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28.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1 16 90050 13 0000 140  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29.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1 17 01050 13 0000 180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1 17 05050 13 0000 180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31.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1 17 05050 13 0001 180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городских поселений </w:t>
            </w:r>
          </w:p>
        </w:tc>
      </w:tr>
      <w:tr w:rsidR="00E029FE" w:rsidRPr="006D06C0" w:rsidTr="006D06C0">
        <w:trPr>
          <w:trHeight w:val="42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32.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1 17 05050 13 0002 180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E029FE" w:rsidRPr="006D06C0" w:rsidTr="006D06C0">
        <w:trPr>
          <w:trHeight w:val="28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33.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1 17 05050 13 0003 180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городских поселений 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34.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1 17 05050 13 0004 180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городских поселений 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35.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1 17 05050 13 0005 180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городских поселений 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36.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2 01 05000 13 0000 180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Безвозмездные поступления от нерезидентов в бюджеты городских поселений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2 02 01001 13 0000 151</w:t>
            </w:r>
          </w:p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38.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2 02 01003 13 0000 151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2 02 01999 13 0000 151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дотации бюджетам городских поселений 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40.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2 02 02008 13 0000 151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жильем молодых семей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41.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2 02 02009 13 0000 151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 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42.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2 02 02021 13 0000 151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  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43.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2 02 02041 13 0000 151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строительство, модернизацию, ремонт и содержание автомобильных дорог общего пользования, в том числе </w:t>
            </w:r>
            <w:r w:rsidRPr="006D0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 в поселениях (за исключением автомобильных дорог федерального значения)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44.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2 02 02051 13 0000 151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федеральных целевых программ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45.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2 02 02068 13 0000 151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46.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2 02 02073 13 0000 151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создание технопарков 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47.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2 02 02078 13 0000 151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бюджетные инвестиции для модернизации объектов коммунальной инфраструктуры  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48.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2 02 02088 13 0000 151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фонд содействия реформированию жилищно-коммунального хозяйства   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49.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2 02 02088 13 000</w:t>
            </w: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</w:t>
            </w: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   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2 02 02089 13 0001 151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51.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2 02 02102 13 0000 151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52.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2 02 02109 13 0000 151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проведение капитального ремонта многоквартирных домов 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53.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2 02 02150 13 0000 151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E029FE" w:rsidRPr="006D06C0" w:rsidTr="006D06C0">
        <w:trPr>
          <w:trHeight w:val="9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54.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2 02 02999 13 0000 151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</w:tr>
      <w:tr w:rsidR="00E029FE" w:rsidRPr="006D06C0" w:rsidTr="006D06C0">
        <w:trPr>
          <w:trHeight w:val="463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55.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2 02 03024 13 0000 151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городских поселений </w:t>
            </w: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E029FE" w:rsidRPr="006D06C0" w:rsidTr="006D06C0">
        <w:trPr>
          <w:trHeight w:val="131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2 02 03999 13 0000 151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субвенции бюджетам городских поселений</w:t>
            </w:r>
          </w:p>
        </w:tc>
      </w:tr>
      <w:tr w:rsidR="00E029FE" w:rsidRPr="006D06C0" w:rsidTr="006D06C0">
        <w:trPr>
          <w:trHeight w:val="22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57.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2 02 04025 1</w:t>
            </w: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E029FE" w:rsidRPr="006D06C0" w:rsidTr="006D06C0">
        <w:trPr>
          <w:trHeight w:val="222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58.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156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2 02 04999 13 0000 151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E029FE" w:rsidRPr="006D06C0" w:rsidTr="006D06C0">
        <w:trPr>
          <w:trHeight w:val="31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59.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E029FE" w:rsidRPr="006D06C0" w:rsidTr="006D06C0">
        <w:trPr>
          <w:trHeight w:val="265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60.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2 07 05010 13 0000 180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    </w:t>
            </w:r>
          </w:p>
        </w:tc>
      </w:tr>
      <w:tr w:rsidR="00E029FE" w:rsidRPr="006D06C0" w:rsidTr="006D06C0">
        <w:trPr>
          <w:trHeight w:val="435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61.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2 07 05020 13 0000 180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получателями средств бюджетов городских поселений</w:t>
            </w:r>
          </w:p>
        </w:tc>
      </w:tr>
      <w:tr w:rsidR="00E029FE" w:rsidRPr="006D06C0" w:rsidTr="006D06C0">
        <w:trPr>
          <w:trHeight w:val="435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62.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2 07 05030 13 0000 180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</w:tr>
      <w:tr w:rsidR="00E029FE" w:rsidRPr="006D06C0" w:rsidTr="006D06C0">
        <w:trPr>
          <w:trHeight w:val="435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63.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2 07 05030 13 0005 180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</w:t>
            </w:r>
          </w:p>
        </w:tc>
      </w:tr>
      <w:tr w:rsidR="00E029FE" w:rsidRPr="006D06C0" w:rsidTr="006D06C0">
        <w:trPr>
          <w:trHeight w:val="435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64.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2 08 05000 13 0000 180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Перечисления из бюджетов городских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</w:t>
            </w:r>
          </w:p>
        </w:tc>
      </w:tr>
      <w:tr w:rsidR="00E029FE" w:rsidRPr="006D06C0" w:rsidTr="006D06C0">
        <w:trPr>
          <w:trHeight w:val="203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65.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2 18 05010 13 0000 151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E029FE" w:rsidRPr="006D06C0" w:rsidTr="006D06C0">
        <w:trPr>
          <w:trHeight w:val="203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66.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2 19 05000 13 0000 151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E029FE" w:rsidRPr="006D06C0" w:rsidTr="006D06C0">
        <w:trPr>
          <w:trHeight w:val="203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отдел культуры администрации городского поселения «Город Амурск» Амурского муниципального района Хабаровского края</w:t>
            </w:r>
          </w:p>
        </w:tc>
      </w:tr>
      <w:tr w:rsidR="00E029FE" w:rsidRPr="006D06C0" w:rsidTr="006D06C0">
        <w:trPr>
          <w:trHeight w:val="523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1 13 01995 13 0001 130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</w:tr>
      <w:tr w:rsidR="00E029FE" w:rsidRPr="006D06C0" w:rsidTr="006D06C0">
        <w:trPr>
          <w:trHeight w:val="523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1 13 01995 13 0002 130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</w:tr>
      <w:tr w:rsidR="00E029FE" w:rsidRPr="006D06C0" w:rsidTr="006D06C0">
        <w:trPr>
          <w:trHeight w:val="523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1 13 01995 13 0003 130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E029FE" w:rsidRPr="006D06C0" w:rsidTr="006D06C0">
        <w:trPr>
          <w:trHeight w:val="36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1 17 01050 13 0000 180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E029FE" w:rsidRPr="006D06C0" w:rsidTr="006D06C0">
        <w:trPr>
          <w:trHeight w:val="36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2 02 09054 13 0001 151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от бюджетов муниципальных районов </w:t>
            </w:r>
          </w:p>
        </w:tc>
      </w:tr>
      <w:tr w:rsidR="00E029FE" w:rsidRPr="006D06C0" w:rsidTr="006D06C0">
        <w:trPr>
          <w:trHeight w:val="36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2 02 09054 13 0002 151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от бюджетов муниципальных районов </w:t>
            </w:r>
          </w:p>
        </w:tc>
      </w:tr>
      <w:tr w:rsidR="00E029FE" w:rsidRPr="006D06C0" w:rsidTr="006D06C0">
        <w:trPr>
          <w:trHeight w:val="36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2 02 09054 13 0003 151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E029FE" w:rsidRPr="006D06C0" w:rsidTr="006D06C0">
        <w:trPr>
          <w:trHeight w:val="36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2 02 09054 13 0004 151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от бюджетов муниципальных районов </w:t>
            </w:r>
          </w:p>
        </w:tc>
      </w:tr>
      <w:tr w:rsidR="00E029FE" w:rsidRPr="006D06C0" w:rsidTr="006D06C0">
        <w:trPr>
          <w:trHeight w:val="36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2 07 05030 13 0001 180 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</w:t>
            </w:r>
          </w:p>
        </w:tc>
      </w:tr>
      <w:tr w:rsidR="00E029FE" w:rsidRPr="006D06C0" w:rsidTr="006D06C0">
        <w:trPr>
          <w:trHeight w:val="525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2 07 05030 13 0002 180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городских поселений </w:t>
            </w:r>
          </w:p>
        </w:tc>
      </w:tr>
      <w:tr w:rsidR="00E029FE" w:rsidRPr="006D06C0" w:rsidTr="006D06C0">
        <w:trPr>
          <w:trHeight w:val="36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2 07 05030 13 0003 180 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городских поселений </w:t>
            </w:r>
          </w:p>
        </w:tc>
      </w:tr>
      <w:tr w:rsidR="00E029FE" w:rsidRPr="006D06C0" w:rsidTr="006D06C0">
        <w:trPr>
          <w:trHeight w:val="364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E029FE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2 07 05030 13 0004 180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E029FE" w:rsidRPr="006D06C0" w:rsidRDefault="00E029FE" w:rsidP="00D25DE7">
            <w:pPr>
              <w:spacing w:after="0" w:line="240" w:lineRule="exact"/>
              <w:ind w:left="28" w:right="12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D06C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городских поселений </w:t>
            </w:r>
          </w:p>
        </w:tc>
      </w:tr>
    </w:tbl>
    <w:p w:rsidR="00E029FE" w:rsidRDefault="00E029FE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6C0" w:rsidRDefault="006D06C0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6C0" w:rsidRPr="009F6A50" w:rsidRDefault="006D06C0" w:rsidP="006D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Глава городского поселения</w:t>
      </w:r>
      <w:r w:rsidRPr="009F6A50">
        <w:rPr>
          <w:rFonts w:ascii="Times New Roman" w:hAnsi="Times New Roman"/>
          <w:sz w:val="28"/>
          <w:szCs w:val="28"/>
        </w:rPr>
        <w:tab/>
      </w:r>
      <w:r w:rsidRPr="009F6A50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9F6A50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F6A5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6D06C0" w:rsidRDefault="006D06C0" w:rsidP="006D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6C0" w:rsidRPr="009F6A50" w:rsidRDefault="006D06C0" w:rsidP="006D0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6C0" w:rsidRDefault="006D06C0" w:rsidP="006D06C0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  <w:r w:rsidRPr="009F6A50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9F6A50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tbl>
      <w:tblPr>
        <w:tblW w:w="98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395"/>
        <w:gridCol w:w="851"/>
        <w:gridCol w:w="486"/>
        <w:gridCol w:w="567"/>
        <w:gridCol w:w="1215"/>
        <w:gridCol w:w="142"/>
        <w:gridCol w:w="567"/>
        <w:gridCol w:w="142"/>
        <w:gridCol w:w="1357"/>
        <w:gridCol w:w="142"/>
      </w:tblGrid>
      <w:tr w:rsidR="0051037E" w:rsidRPr="00EF77C1" w:rsidTr="00335904">
        <w:trPr>
          <w:gridAfter w:val="1"/>
          <w:wAfter w:w="142" w:type="dxa"/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51037E">
            <w:pPr>
              <w:spacing w:after="0" w:line="240" w:lineRule="exact"/>
              <w:ind w:firstLine="10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№5</w:t>
            </w:r>
          </w:p>
        </w:tc>
      </w:tr>
      <w:tr w:rsidR="0051037E" w:rsidRPr="00EF77C1" w:rsidTr="00335904">
        <w:trPr>
          <w:gridAfter w:val="1"/>
          <w:wAfter w:w="142" w:type="dxa"/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51037E">
            <w:pPr>
              <w:spacing w:after="0" w:line="240" w:lineRule="exact"/>
              <w:ind w:firstLine="10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51037E" w:rsidRPr="00EF77C1" w:rsidTr="00335904">
        <w:trPr>
          <w:gridAfter w:val="1"/>
          <w:wAfter w:w="142" w:type="dxa"/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51037E">
            <w:pPr>
              <w:spacing w:after="0" w:line="240" w:lineRule="exact"/>
              <w:ind w:firstLine="10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</w:t>
            </w:r>
          </w:p>
        </w:tc>
      </w:tr>
      <w:tr w:rsidR="0051037E" w:rsidRPr="00EF77C1" w:rsidTr="00335904">
        <w:trPr>
          <w:gridAfter w:val="1"/>
          <w:wAfter w:w="142" w:type="dxa"/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51037E">
            <w:pPr>
              <w:spacing w:after="0" w:line="240" w:lineRule="exact"/>
              <w:ind w:firstLine="10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51037E" w:rsidRPr="00EF77C1" w:rsidTr="00335904">
        <w:trPr>
          <w:gridAfter w:val="1"/>
          <w:wAfter w:w="142" w:type="dxa"/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51037E">
            <w:pPr>
              <w:spacing w:after="0" w:line="240" w:lineRule="exact"/>
              <w:ind w:firstLine="10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51037E" w:rsidRPr="00EF77C1" w:rsidTr="00335904">
        <w:trPr>
          <w:gridAfter w:val="1"/>
          <w:wAfter w:w="142" w:type="dxa"/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51037E">
            <w:pPr>
              <w:spacing w:after="0" w:line="240" w:lineRule="exact"/>
              <w:ind w:firstLine="10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51037E" w:rsidRPr="00EF77C1" w:rsidTr="00335904">
        <w:trPr>
          <w:gridAfter w:val="1"/>
          <w:wAfter w:w="142" w:type="dxa"/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51037E">
            <w:pPr>
              <w:spacing w:after="0" w:line="240" w:lineRule="exact"/>
              <w:ind w:firstLine="10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 18.12.2014   № 113  </w:t>
            </w:r>
          </w:p>
        </w:tc>
      </w:tr>
      <w:tr w:rsidR="0051037E" w:rsidRPr="00EF77C1" w:rsidTr="00335904">
        <w:trPr>
          <w:gridAfter w:val="1"/>
          <w:wAfter w:w="142" w:type="dxa"/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51037E">
            <w:pPr>
              <w:spacing w:after="0" w:line="240" w:lineRule="exact"/>
              <w:ind w:firstLine="10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(в ред. решения Совета депутатов</w:t>
            </w:r>
            <w:proofErr w:type="gramEnd"/>
          </w:p>
        </w:tc>
      </w:tr>
      <w:tr w:rsidR="0051037E" w:rsidRPr="00EF77C1" w:rsidTr="00335904">
        <w:trPr>
          <w:gridAfter w:val="1"/>
          <w:wAfter w:w="142" w:type="dxa"/>
          <w:trHeight w:val="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37E" w:rsidRPr="00EF77C1" w:rsidRDefault="0051037E" w:rsidP="0051037E">
            <w:pPr>
              <w:spacing w:after="0" w:line="240" w:lineRule="exact"/>
              <w:ind w:firstLine="10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06C0">
              <w:rPr>
                <w:rFonts w:ascii="Times New Roman" w:eastAsia="Times New Roman" w:hAnsi="Times New Roman" w:cs="Times New Roman"/>
                <w:sz w:val="26"/>
                <w:szCs w:val="26"/>
              </w:rPr>
              <w:t>от 26.03.2015 № 135</w:t>
            </w:r>
          </w:p>
        </w:tc>
      </w:tr>
      <w:tr w:rsidR="00EF77C1" w:rsidRPr="00EF77C1" w:rsidTr="00335904">
        <w:trPr>
          <w:gridAfter w:val="1"/>
          <w:wAfter w:w="142" w:type="dxa"/>
          <w:trHeight w:val="20"/>
        </w:trPr>
        <w:tc>
          <w:tcPr>
            <w:tcW w:w="97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37E" w:rsidRPr="0051037E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1037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F77C1" w:rsidRPr="0051037E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1037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и видам расходов местного бюджета в ведомственной структуре расходов </w:t>
            </w:r>
            <w:r w:rsidR="0051037E" w:rsidRPr="0051037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2015 год</w:t>
            </w:r>
          </w:p>
        </w:tc>
      </w:tr>
      <w:tr w:rsidR="00EF77C1" w:rsidRPr="00EF77C1" w:rsidTr="00335904">
        <w:trPr>
          <w:gridAfter w:val="1"/>
          <w:wAfter w:w="142" w:type="dxa"/>
          <w:trHeight w:val="20"/>
        </w:trPr>
        <w:tc>
          <w:tcPr>
            <w:tcW w:w="97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7C1" w:rsidRPr="0051037E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F77C1" w:rsidRPr="00EF77C1" w:rsidTr="00335904">
        <w:trPr>
          <w:gridAfter w:val="1"/>
          <w:wAfter w:w="142" w:type="dxa"/>
          <w:trHeight w:val="20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7C1" w:rsidRPr="00EF77C1" w:rsidRDefault="00EF77C1" w:rsidP="0051037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7C1" w:rsidRPr="00EF77C1" w:rsidRDefault="00EF77C1" w:rsidP="0051037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7C1" w:rsidRPr="00EF77C1" w:rsidRDefault="00EF77C1" w:rsidP="0051037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7C1" w:rsidRPr="00EF77C1" w:rsidRDefault="00EF77C1" w:rsidP="0051037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7C1" w:rsidRPr="00EF77C1" w:rsidRDefault="00EF77C1" w:rsidP="0051037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7C1" w:rsidRPr="00EF77C1" w:rsidRDefault="00EF77C1" w:rsidP="0051037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7C1" w:rsidRPr="00EF77C1" w:rsidRDefault="00EF77C1" w:rsidP="0051037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города Амурска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000 00 00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167833,476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000 00 00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000 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68054,680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1460,000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гос.</w:t>
            </w:r>
            <w:r w:rsidR="005103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1460,000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7100102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1460,000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7100102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1460,000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1834,600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7210000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1320,000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государственных (муниципальных)</w:t>
            </w:r>
            <w:r w:rsidR="008C0F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7210103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1320,000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7220000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514,600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7220103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514,600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государственных (муниципальных)</w:t>
            </w:r>
            <w:r w:rsidR="008C0F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7220103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361,000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7220103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152,600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7220103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Руководство и управление в сфере </w:t>
            </w: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установленных функций органов гос.</w:t>
            </w:r>
            <w:r w:rsidR="008C0F6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53415,200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Центральный аппарат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53413,000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47319,000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5784,000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90,000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Исполнение судебных актов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7300П32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2,200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7300П32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2,200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97,590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 из бюджетов поселений бюджету муниципа</w:t>
            </w:r>
            <w:r w:rsidR="00D25DE7">
              <w:rPr>
                <w:rFonts w:ascii="Times New Roman" w:eastAsia="Times New Roman" w:hAnsi="Times New Roman" w:cs="Times New Roman"/>
                <w:sz w:val="26"/>
                <w:szCs w:val="26"/>
              </w:rPr>
              <w:t>льного района в сфере финансово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-бюджетного надзора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8520070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97,590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8520070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97,590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Резервные 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4762,920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8400111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4762,920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8400111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870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4762,920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6484,370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1959,370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Выполнение других обязательств государства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1084,870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Исполнение судебных актов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484,870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содержание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8130113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174,500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(муниципальных)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8130113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174,500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4525,000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"Развитие муниципальной службы в городском поселении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D25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</w:t>
            </w:r>
            <w:r w:rsidR="00D25D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EF77C1" w:rsidRPr="00EF77C1" w:rsidRDefault="00EF77C1" w:rsidP="00D25D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D25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D25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D25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D25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D25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D25DE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выплату персоналу </w:t>
            </w:r>
            <w:proofErr w:type="gramStart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государственных</w:t>
            </w:r>
            <w:proofErr w:type="gramEnd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39,000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46,000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 программа "Предупреждение коррупции в городском поселении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(муниципальных)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Обеспечение деятельности общественного совета по 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0330113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0330113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2480,000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2480,000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2480,000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Муниципальная программа "Создание условий для эффекти</w:t>
            </w:r>
            <w:r w:rsidR="008C0F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в</w:t>
            </w:r>
            <w:r w:rsidRPr="00EF77C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ного использования муниципального имущества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1440,000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940,000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940,000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проведение кадастровых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0530113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0530113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"Поддержка и развитие средств массовой информации в городском </w:t>
            </w: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поселении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3220113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3220113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1396,500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8530070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8530070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1346,500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635,700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Муниципальная  программа </w:t>
            </w: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535,700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0610309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335,700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0610309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335,700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0620309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0620309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поддержание сил и сре</w:t>
            </w:r>
            <w:proofErr w:type="gramStart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дств гр</w:t>
            </w:r>
            <w:proofErr w:type="gramEnd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ажданской обороны в состоянии постоянной готовности в рамках муниципальной программы</w:t>
            </w:r>
            <w:r w:rsidR="008C0F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"Развитие системы гражданской обороны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0710309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0710309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542,831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Муниципальная  программа </w:t>
            </w: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542,831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0630310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542,831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0630310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542,831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156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167,969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«Безопасный город» муниципального образования городское поселение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«Город Амурск»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167,969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«Город Амурск»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0810314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167,969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0810314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167,969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32800,540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"Развитие сельского хозяйства в </w:t>
            </w: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городском поселении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0910405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0910405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0920405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260,000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0920405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260,000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0930405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0930405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Водное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77C1" w:rsidRPr="00EF77C1" w:rsidRDefault="00EF77C1" w:rsidP="0033590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8C0F6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разработку проектно</w:t>
            </w:r>
            <w:r w:rsidR="008C0F6A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сметной документации в рамках муниципальной программы «Развитие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3510406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30960,540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Выполнение ремонта и реконструкция дворовых территорий и межквартальных проездов к дворовым территориям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1010409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1010409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28236,460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1110409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18236,460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1110409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18236,460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1120409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1120409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"Повышение безопасности дорожного движения на территории города Амурска"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3310409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3310409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8400111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24,080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8400111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24,080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гос.</w:t>
            </w:r>
            <w:r w:rsidR="008C0F6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функций в области </w:t>
            </w: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Муниципальная программа "Мероприятия в области градостроительной деятельности городского поселения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«Город Амурск»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3010412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3010412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0F6A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  программа "Развитие и поддержка малого и среднего предпринимательства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городе Амурске 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1210412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1210412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1220412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1220412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(грантов)</w:t>
            </w:r>
            <w:r w:rsidR="008C0F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начинающим предпринимателям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1230412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8C0F6A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1230412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23444,056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682,000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682,000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Энергосберегающие мероприятия в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1810501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202,000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1810501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202,000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"Ремонт жилого фонда"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7477C5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ремонт муниципальных жилых помещений, в рамках муниципальной программы </w:t>
            </w:r>
          </w:p>
          <w:p w:rsidR="00EF77C1" w:rsidRPr="00EF77C1" w:rsidRDefault="00EF77C1" w:rsidP="007477C5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"Ремонт жилого фонда"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3610501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3610501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Исполнение полномочий по ремонту многоквартирных домов, в рамках муниципальной программы "Ремонт жилого фонда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3620501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3620501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8400111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8400111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8111,056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5751,056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463,000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1820502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463,000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государственных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1820502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463,000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развитие системы ливневой канализации в рамках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муниципальной программы "Восстановление работоспособности ливневой канализации на территории городского поселения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1400,000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1400,000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 программа "Чистая вода на территории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1410502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1410502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1420502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1420502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2988,056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в 2014-2017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3410502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3410502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их краевого бюджета на комплексное освоение и развитие территории края в целях жилищного строительства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3410С23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2888,056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3410С23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2888,056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2360,000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 в области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коммунального хозяйства в рамках непрограммных расходов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8310502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1660,000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8310502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1660,000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8320502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51037E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8320502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8340502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51037E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8340502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000 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14651,000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1520503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2500,000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1520503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2500,000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37E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 программа "Сохранение  и развитие зеленого фонда городского поселения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37E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1610503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1610503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3800,000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1780,000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1780,000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1720503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1520,000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1720503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1520,000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1730503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1730503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2014-2016 годы"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1740503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услуг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1740503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Субсидии </w:t>
            </w:r>
            <w:proofErr w:type="gramStart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на возмещение затрат с оказанием услуг по пригородным заказным пассажирским перевозкам  до городского кладбища в рамках</w:t>
            </w:r>
            <w:proofErr w:type="gramEnd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1750503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1750503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«Доступная среда» в городском поселении "Город Амурск"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 2014 – 2016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1037E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 по формированию доступной среды жизнедеятельности инвалидов в сфере жилищно-коммунального хозяйства в рамках муниципальной программы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"Доступная среда"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3110503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3110503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5001,000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8330503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4551,000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8330503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4551,000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Премия "Самое благоустроенное поселение" за</w:t>
            </w:r>
            <w:r w:rsidR="005103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счет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</w:t>
            </w:r>
            <w:proofErr w:type="gramStart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8330И10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8330И10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Молодежная политика и оздоровление детей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Муниципальная  программа "Молодежь города Амурска"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1910000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1910707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1910707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2010707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315,000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2010707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315,000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Культура,  кинематография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37772,700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 программа "Развитие культурно - досугового обслуживания населения города Амурска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26700,000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деятельности подведомственных учреждений (МБУК Дворец культуры) в рамках муниципальная  программы "Развитие культурно </w:t>
            </w:r>
            <w:proofErr w:type="gramStart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-д</w:t>
            </w:r>
            <w:proofErr w:type="gramEnd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осугового обслуживания населения города Амурска"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20526,564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77C5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бюджетным учреждениям на финансовое обеспечение муниципального задания на оказание муниципальных услуг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20526,564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2420801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77C5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бюджетным учреждениям на финансовое обеспечение муниципального задания на оказание муниципальных услуг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2420801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МБУК "Дворец культуры" 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2430801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3873,436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2430801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3873,436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77C1" w:rsidRPr="00EF77C1" w:rsidRDefault="00EF77C1" w:rsidP="00D25DE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310,000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3120801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310,000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3120801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310,000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Субсидии бюджетным учреждениям на иные цели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3120801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310,000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7C5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 программа «Развитие кинопроката и киновидеообслуживания населения городского поселения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«Город Амурск»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6632,500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7C5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кинопроката,</w:t>
            </w:r>
            <w:r w:rsidR="005103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мероприятий в рамках муниципальной программы «Развитие кинопроката и киновидеообслуживания населения городского поселения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«Город Амурск»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2500000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6632,500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2500000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6632,500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77C5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бюджетным учреждениям на финансовое обеспечение муниципального задания на оказание муниципальных услуг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2510801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5883,901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МБУК "Кинотеатр "Молодость" 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2520801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748,599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2520801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748,599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4130,200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7477C5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города Амурска"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4130,200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4130,200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77C5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Субсидии бюджетным учреждениям на финансовое обеспечение муниципального задания на оказание муниципальных услуг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2610801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4130,200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2111003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(социальные выплаты) гражданам на приобретение жилья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2111003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322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 и 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2211102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2211102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Мероприятия, направленные в сфере средств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3211202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3211202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335904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3211202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621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1300,000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904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Отдел культуры администрации городского поселения </w:t>
            </w:r>
          </w:p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23079,200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15729,200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5268,800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5268,800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5268,800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4463,400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закупки товаров, работ и  услуг для обеспечения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724,400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2710801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81,000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Муниципальная программа «Читающий город»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6760,400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библиотечного дела в рамках муниципальной программы "Читающий город»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6760,400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подведомственных учреждений (МКУК ЦБС) в рамках муниципальной программы "Читающий город»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6760,400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5497,400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2810801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163,000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Ведомственная  программа "Создание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ведомственной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3650,000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2482,000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1151,000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2910801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17,000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2310801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2310801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099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3000,000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2758,000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241,100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8710804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0,900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гос.</w:t>
            </w:r>
            <w:r w:rsidR="005103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4350,000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4350,000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выплату персоналу государственных (муниципальных)</w:t>
            </w:r>
            <w:r w:rsidR="005103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3858,000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459,200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099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32,800</w:t>
            </w:r>
          </w:p>
        </w:tc>
      </w:tr>
      <w:tr w:rsidR="00EF77C1" w:rsidRPr="00EF77C1" w:rsidTr="00335904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7C1" w:rsidRPr="00EF77C1" w:rsidRDefault="00EF77C1" w:rsidP="00EF77C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190912,676</w:t>
            </w:r>
          </w:p>
        </w:tc>
      </w:tr>
    </w:tbl>
    <w:p w:rsidR="00EF77C1" w:rsidRDefault="00EF77C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037E" w:rsidRDefault="0051037E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037E" w:rsidRPr="009F6A50" w:rsidRDefault="0051037E" w:rsidP="0051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Глава городского поселения</w:t>
      </w:r>
      <w:r w:rsidRPr="009F6A50">
        <w:rPr>
          <w:rFonts w:ascii="Times New Roman" w:hAnsi="Times New Roman"/>
          <w:sz w:val="28"/>
          <w:szCs w:val="28"/>
        </w:rPr>
        <w:tab/>
      </w:r>
      <w:r w:rsidRPr="009F6A50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9F6A50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F6A5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51037E" w:rsidRDefault="0051037E" w:rsidP="0051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037E" w:rsidRPr="009F6A50" w:rsidRDefault="0051037E" w:rsidP="00510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037E" w:rsidRDefault="0051037E" w:rsidP="0051037E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  <w:r w:rsidRPr="009F6A50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9F6A50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51037E" w:rsidRDefault="0051037E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120F" w:rsidRDefault="003A120F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3A120F" w:rsidSect="009F6A50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701"/>
        <w:gridCol w:w="820"/>
        <w:gridCol w:w="582"/>
        <w:gridCol w:w="567"/>
        <w:gridCol w:w="1134"/>
        <w:gridCol w:w="760"/>
        <w:gridCol w:w="1225"/>
        <w:gridCol w:w="1276"/>
      </w:tblGrid>
      <w:tr w:rsidR="00221166" w:rsidRPr="003A120F" w:rsidTr="00BA5C0F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BA5C0F">
            <w:pPr>
              <w:spacing w:after="0" w:line="240" w:lineRule="exac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1D0AEC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6</w:t>
            </w:r>
          </w:p>
        </w:tc>
      </w:tr>
      <w:tr w:rsidR="00221166" w:rsidRPr="003A120F" w:rsidTr="00BA5C0F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BA5C0F">
            <w:pPr>
              <w:spacing w:after="0" w:line="240" w:lineRule="exac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1D0AEC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221166" w:rsidRPr="003A120F" w:rsidTr="00BA5C0F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166" w:rsidRPr="003A120F" w:rsidRDefault="00221166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166" w:rsidRPr="003A120F" w:rsidRDefault="00221166" w:rsidP="00BA5C0F">
            <w:pPr>
              <w:spacing w:after="0" w:line="240" w:lineRule="exac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1D0AEC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</w:t>
            </w:r>
          </w:p>
        </w:tc>
      </w:tr>
      <w:tr w:rsidR="00221166" w:rsidRPr="003A120F" w:rsidTr="00BA5C0F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166" w:rsidRPr="003A120F" w:rsidRDefault="00221166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166" w:rsidRPr="003A120F" w:rsidRDefault="00221166" w:rsidP="00BA5C0F">
            <w:pPr>
              <w:spacing w:after="0" w:line="240" w:lineRule="exac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1D0AEC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221166" w:rsidRPr="003A120F" w:rsidTr="00BA5C0F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BA5C0F">
            <w:pPr>
              <w:spacing w:after="0" w:line="240" w:lineRule="exac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1D0AEC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221166" w:rsidRPr="003A120F" w:rsidTr="00BA5C0F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BA5C0F">
            <w:pPr>
              <w:spacing w:after="0" w:line="240" w:lineRule="exac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1D0AEC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221166" w:rsidRPr="003A120F" w:rsidTr="00BA5C0F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166" w:rsidRPr="003A120F" w:rsidRDefault="00221166" w:rsidP="00BA5C0F">
            <w:pPr>
              <w:spacing w:after="0" w:line="240" w:lineRule="exac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1D0A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18.12.2014 № 113 </w:t>
            </w:r>
          </w:p>
        </w:tc>
      </w:tr>
      <w:tr w:rsidR="008075A8" w:rsidRPr="003A120F" w:rsidTr="00BA5C0F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5A8" w:rsidRPr="003A120F" w:rsidRDefault="008075A8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5A8" w:rsidRPr="003A120F" w:rsidRDefault="008075A8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5A8" w:rsidRPr="003A120F" w:rsidRDefault="008075A8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5A8" w:rsidRPr="003A120F" w:rsidRDefault="008075A8" w:rsidP="00BA5C0F">
            <w:pPr>
              <w:spacing w:after="0" w:line="240" w:lineRule="exact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 w:rsidRPr="001D0AEC">
              <w:rPr>
                <w:rFonts w:ascii="Times New Roman" w:eastAsia="Times New Roman" w:hAnsi="Times New Roman" w:cs="Times New Roman"/>
                <w:sz w:val="26"/>
                <w:szCs w:val="26"/>
              </w:rPr>
              <w:t>в ред. решения Совета депутатов</w:t>
            </w:r>
            <w:proofErr w:type="gramEnd"/>
          </w:p>
        </w:tc>
      </w:tr>
      <w:tr w:rsidR="008075A8" w:rsidRPr="003A120F" w:rsidTr="00BA5C0F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5A8" w:rsidRPr="003A120F" w:rsidRDefault="008075A8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5A8" w:rsidRPr="003A120F" w:rsidRDefault="008075A8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5A8" w:rsidRPr="003A120F" w:rsidRDefault="008075A8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5A8" w:rsidRPr="003A120F" w:rsidRDefault="008075A8" w:rsidP="00BA5C0F">
            <w:pPr>
              <w:spacing w:after="0" w:line="240" w:lineRule="exac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D06C0">
              <w:rPr>
                <w:rFonts w:ascii="Times New Roman" w:eastAsia="Times New Roman" w:hAnsi="Times New Roman" w:cs="Times New Roman"/>
                <w:sz w:val="26"/>
                <w:szCs w:val="26"/>
              </w:rPr>
              <w:t>от 26.03.2015 № 135</w:t>
            </w:r>
          </w:p>
        </w:tc>
      </w:tr>
      <w:tr w:rsidR="008075A8" w:rsidRPr="003A120F" w:rsidTr="00BA5C0F">
        <w:trPr>
          <w:trHeight w:val="2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5A8" w:rsidRPr="001D0AEC" w:rsidRDefault="008075A8" w:rsidP="008075A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075A8" w:rsidRDefault="008075A8" w:rsidP="008075A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Распределение бюджетных ассигнований по разделам, подразделам, целевым статьям и видам расходов местного бюджета в ведомственной структуре расходов на 2016 -2017 годы</w:t>
            </w:r>
          </w:p>
          <w:p w:rsidR="008075A8" w:rsidRPr="003A120F" w:rsidRDefault="008075A8" w:rsidP="008075A8">
            <w:pPr>
              <w:spacing w:after="0" w:line="240" w:lineRule="exact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3A120F" w:rsidRPr="003A120F" w:rsidTr="001D0AEC">
        <w:trPr>
          <w:trHeight w:val="20"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20F" w:rsidRPr="001D0AEC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8075A8" w:rsidRPr="003A120F" w:rsidTr="008075A8">
        <w:trPr>
          <w:trHeight w:val="20"/>
        </w:trPr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5A8" w:rsidRPr="003A120F" w:rsidRDefault="008075A8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5A8" w:rsidRPr="003A120F" w:rsidRDefault="008075A8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75A8" w:rsidRPr="003A120F" w:rsidRDefault="008075A8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75A8" w:rsidRPr="003A120F" w:rsidRDefault="008075A8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75A8" w:rsidRPr="003A120F" w:rsidRDefault="008075A8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075A8" w:rsidRPr="003A120F" w:rsidRDefault="008075A8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5A8" w:rsidRPr="003A120F" w:rsidRDefault="008075A8" w:rsidP="008075A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3A120F" w:rsidRPr="003A120F" w:rsidTr="001D0AEC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20F" w:rsidRPr="003A120F" w:rsidRDefault="003A120F" w:rsidP="001D0A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20F" w:rsidRPr="003A120F" w:rsidRDefault="003A120F" w:rsidP="001D0A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20F" w:rsidRPr="003A120F" w:rsidRDefault="003A120F" w:rsidP="001D0A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20F" w:rsidRPr="003A120F" w:rsidRDefault="003A120F" w:rsidP="001D0A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0F" w:rsidRPr="003A120F" w:rsidRDefault="003A120F" w:rsidP="001D0A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0F" w:rsidRPr="003A120F" w:rsidRDefault="003A120F" w:rsidP="001D0A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0F" w:rsidRPr="003A120F" w:rsidRDefault="003A120F" w:rsidP="001D0A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0F" w:rsidRPr="001D0AEC" w:rsidRDefault="003A120F" w:rsidP="001D0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ind w:hanging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1D0AEC">
            <w:pPr>
              <w:spacing w:after="0" w:line="240" w:lineRule="exact"/>
              <w:ind w:right="-108" w:hanging="1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159762,340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437D3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154630,270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ind w:hanging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8075A8">
            <w:pPr>
              <w:spacing w:after="0" w:line="240" w:lineRule="exact"/>
              <w:ind w:right="-108" w:hanging="1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64808,200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64808,200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гос.</w:t>
            </w:r>
            <w:r w:rsidR="00807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807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1743,000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7210000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807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7220000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807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гос.</w:t>
            </w:r>
            <w:r w:rsidR="008075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ind w:hanging="15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55585,200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55585,200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ind w:hanging="1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55583,000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55583,000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437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ind w:hanging="1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48954,000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48954,000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6399,000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6399,000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170,000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5020,000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3520,000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A8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Обучение, переподготовка, повышение квалификации муниципальных служащих в рамках муниципальной программы "Развитие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муниципальной службы в городском поселении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государственных (муниципальных)</w:t>
            </w:r>
            <w:r w:rsidR="00437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39,000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39,000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46,000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46,000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"Предупреждение коррупции в городском поселении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"Информатизация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"Создание условий для эффекти</w:t>
            </w:r>
            <w:r w:rsidR="00437D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3A12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ного использования муниципального имущества городского поселения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«Защита населения на территории городского </w:t>
            </w: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поселения «Город Амурск» от чрезвычайных ситуаций, обеспечение первичных мер пожарной безопасности, обеспечение людей на водных объектах 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</w:t>
            </w:r>
            <w:r w:rsidR="00437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«Защита населения на территории городского поселения «Город Амурск» от чрезвычайных ситуаций, </w:t>
            </w: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обеспечение первичных мер пожарной безопасности, обеспечение людей на водных объектах»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«Безопасный город» муниципального образования городское поселение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«Город Амурск»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«Город Амурск»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ind w:hanging="15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33413,700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33049,700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сельского хозяйства в городском поселении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7D3F" w:rsidRDefault="003A120F" w:rsidP="003A120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"Развитие водохозяйственного комплекса на территории городского поселения </w:t>
            </w:r>
          </w:p>
          <w:p w:rsidR="003A120F" w:rsidRPr="003A120F" w:rsidRDefault="003A120F" w:rsidP="003A120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A8" w:rsidRDefault="003A120F" w:rsidP="00437D3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</w:t>
            </w:r>
            <w:r w:rsidR="00437D3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сметной документации в рамках муниципальной программы «Развитие водохозяйственного комплекса на территории городского поселения </w:t>
            </w:r>
          </w:p>
          <w:p w:rsidR="003A120F" w:rsidRPr="003A120F" w:rsidRDefault="003A120F" w:rsidP="00437D3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ind w:hanging="15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31253,700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30889,700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ремонта и реконструкция дворовых территорий и межквартальных проездов к дворовым территориям многоквартирных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ind w:right="-108" w:hanging="1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28553,700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28189,700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ind w:right="-108" w:hanging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18553,700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18189,700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ind w:right="-108" w:hanging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18553,700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18189,700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дорог в рамках муниципальной программы "Содержание, ремонт и развитие дорожной сети  городского поселения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ind w:right="-108" w:hanging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ind w:right="-108" w:hanging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 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гос.</w:t>
            </w:r>
            <w:r w:rsidR="00437D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функций в области национальной экономики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«Мероприятия в области градостроительной деятельности </w:t>
            </w: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городского поселения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«Город Амурск»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1D0A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1D0AEC">
            <w:pPr>
              <w:spacing w:after="0" w:line="240" w:lineRule="exact"/>
              <w:ind w:right="-108" w:hanging="1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24188,440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19420,370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3488,440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2720,370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3488,440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2720,370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</w:t>
            </w: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3088,440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2320,370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ремонту многоквартирных домов, в рамках муниципальной программы "Ремонт жилого фонда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2588,440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1820,370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2588,440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1820,370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</w:t>
            </w: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городского поселения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"Чистая вода на территории городского поселения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Непрограммые</w:t>
            </w:r>
            <w:proofErr w:type="spellEnd"/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1D0AEC">
            <w:pPr>
              <w:spacing w:after="0" w:line="240" w:lineRule="exact"/>
              <w:ind w:hanging="15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1D0AEC">
            <w:pPr>
              <w:spacing w:after="0" w:line="240" w:lineRule="exact"/>
              <w:ind w:hanging="15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обеспечение организации  современного озеленения города в рамках муниципальной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"Сохранение  и развитие зеленого фонда городского поселения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сферы ритуальных услуг и мест погребения в городском поселении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возмещение затрат с оказанием услуг по пригородным заказным пассажирским перевозкам  до городского кладбища в рамках</w:t>
            </w:r>
            <w:proofErr w:type="gramEnd"/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«Доступная среда»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Непрограммые</w:t>
            </w:r>
            <w:proofErr w:type="spellEnd"/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8340503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8340503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Молодежная политика и оздоровление детей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1D0AEC">
            <w:pPr>
              <w:spacing w:after="0" w:line="240" w:lineRule="exact"/>
              <w:ind w:hanging="15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 "           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1D0AEC">
            <w:pPr>
              <w:spacing w:after="0" w:line="240" w:lineRule="exact"/>
              <w:ind w:hanging="15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муниципальная  программы "Развитие культурно </w:t>
            </w:r>
            <w:proofErr w:type="gramStart"/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осугового обслуживания населения города Амурска"     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1D0AEC">
            <w:pPr>
              <w:spacing w:after="0" w:line="240" w:lineRule="exact"/>
              <w:ind w:hanging="1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1D0AEC">
            <w:pPr>
              <w:spacing w:after="0" w:line="240" w:lineRule="exact"/>
              <w:ind w:hanging="1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муниципального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Муниципальная  программа «Развитие кинопроката и киновидеообслуживания населения городского поселения «Город Амурск»                                                  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кинопроката,</w:t>
            </w:r>
            <w:r w:rsidR="00437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в рамках муниципальной программы «Развитие кинопроката и киновидеообслуживания населения городского поселения «Город Амурск»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города Амурска "                                    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города Амурска"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(социальные выплаты) гражданам на приобретение жилья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 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Мероприятия, направленные в сфере средств массовой информации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D3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Отдел культуры администрации городского поселения </w:t>
            </w:r>
          </w:p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1D0AEC">
            <w:pPr>
              <w:spacing w:after="0" w:line="240" w:lineRule="exact"/>
              <w:ind w:right="-108" w:hanging="1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22900,000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22900,000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437D3F">
            <w:pPr>
              <w:spacing w:after="0" w:line="240" w:lineRule="exact"/>
              <w:ind w:hanging="159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сохранности музейных фондов»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«Читающий город»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ЦБС) в рамках муниципальной программы "Читающий город»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муниципальной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налогов, сборов и иных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гос.</w:t>
            </w:r>
            <w:r w:rsidR="00437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3908,000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3908,000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409,200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409,200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sz w:val="24"/>
                <w:szCs w:val="24"/>
              </w:rPr>
              <w:t>32,800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sz w:val="24"/>
                <w:szCs w:val="24"/>
              </w:rPr>
              <w:t>32,800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9990000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4683,700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3A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9343,700</w:t>
            </w:r>
          </w:p>
        </w:tc>
      </w:tr>
      <w:tr w:rsidR="003A120F" w:rsidRPr="003A120F" w:rsidTr="008456A0">
        <w:trPr>
          <w:trHeight w:val="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3A12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3A120F" w:rsidRDefault="003A120F" w:rsidP="001D0AEC">
            <w:pPr>
              <w:spacing w:after="0" w:line="240" w:lineRule="exact"/>
              <w:ind w:right="-108" w:hanging="1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12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187346,040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20F" w:rsidRPr="001D0AEC" w:rsidRDefault="003A120F" w:rsidP="001D0A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A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186873,970</w:t>
            </w:r>
          </w:p>
        </w:tc>
      </w:tr>
    </w:tbl>
    <w:p w:rsidR="003A120F" w:rsidRDefault="003A120F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56A0" w:rsidRDefault="008456A0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6FAE" w:rsidRDefault="005E6FAE" w:rsidP="00845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56A0" w:rsidRPr="009F6A50" w:rsidRDefault="008456A0" w:rsidP="00845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Глава городского поселения</w:t>
      </w:r>
      <w:r w:rsidRPr="009F6A50">
        <w:rPr>
          <w:rFonts w:ascii="Times New Roman" w:hAnsi="Times New Roman"/>
          <w:sz w:val="28"/>
          <w:szCs w:val="28"/>
        </w:rPr>
        <w:tab/>
      </w:r>
      <w:r w:rsidRPr="009F6A50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9F6A50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F6A5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8456A0" w:rsidRDefault="008456A0" w:rsidP="00845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56A0" w:rsidRDefault="008456A0" w:rsidP="00845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6FAE" w:rsidRPr="009F6A50" w:rsidRDefault="005E6FAE" w:rsidP="00845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56A0" w:rsidRDefault="008456A0" w:rsidP="008456A0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  <w:r w:rsidRPr="009F6A50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9F6A50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8456A0" w:rsidRDefault="008456A0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56A0" w:rsidRDefault="008456A0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8456A0" w:rsidSect="009F6A50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100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005"/>
      </w:tblGrid>
      <w:tr w:rsidR="008456A0" w:rsidRPr="00EF77C1" w:rsidTr="008456A0">
        <w:trPr>
          <w:trHeight w:val="20"/>
        </w:trPr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6A0" w:rsidRPr="00EF77C1" w:rsidRDefault="008456A0" w:rsidP="00221166">
            <w:pPr>
              <w:spacing w:after="0" w:line="240" w:lineRule="exact"/>
              <w:ind w:firstLine="570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ПРИЛОЖЕНИЕ №</w:t>
            </w:r>
            <w:r w:rsidR="00221166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8456A0" w:rsidRPr="00EF77C1" w:rsidTr="008456A0">
        <w:trPr>
          <w:trHeight w:val="20"/>
        </w:trPr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6A0" w:rsidRPr="00EF77C1" w:rsidRDefault="008456A0" w:rsidP="008456A0">
            <w:pPr>
              <w:spacing w:after="0" w:line="240" w:lineRule="exact"/>
              <w:ind w:firstLine="570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8456A0" w:rsidRPr="00EF77C1" w:rsidTr="008456A0">
        <w:trPr>
          <w:trHeight w:val="20"/>
        </w:trPr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6A0" w:rsidRPr="00EF77C1" w:rsidRDefault="008456A0" w:rsidP="008456A0">
            <w:pPr>
              <w:spacing w:after="0" w:line="240" w:lineRule="exact"/>
              <w:ind w:firstLine="570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</w:t>
            </w:r>
          </w:p>
        </w:tc>
      </w:tr>
      <w:tr w:rsidR="008456A0" w:rsidRPr="00EF77C1" w:rsidTr="008456A0">
        <w:trPr>
          <w:trHeight w:val="20"/>
        </w:trPr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6A0" w:rsidRPr="00EF77C1" w:rsidRDefault="008456A0" w:rsidP="008456A0">
            <w:pPr>
              <w:spacing w:after="0" w:line="240" w:lineRule="exact"/>
              <w:ind w:firstLine="570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8456A0" w:rsidRPr="00EF77C1" w:rsidTr="008456A0">
        <w:trPr>
          <w:trHeight w:val="20"/>
        </w:trPr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6A0" w:rsidRPr="00EF77C1" w:rsidRDefault="008456A0" w:rsidP="008456A0">
            <w:pPr>
              <w:spacing w:after="0" w:line="240" w:lineRule="exact"/>
              <w:ind w:firstLine="570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8456A0" w:rsidRPr="00EF77C1" w:rsidTr="008456A0">
        <w:trPr>
          <w:trHeight w:val="20"/>
        </w:trPr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6A0" w:rsidRPr="00EF77C1" w:rsidRDefault="008456A0" w:rsidP="008456A0">
            <w:pPr>
              <w:spacing w:after="0" w:line="240" w:lineRule="exact"/>
              <w:ind w:firstLine="570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8456A0" w:rsidRPr="00EF77C1" w:rsidTr="008456A0">
        <w:trPr>
          <w:trHeight w:val="20"/>
        </w:trPr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6A0" w:rsidRPr="00EF77C1" w:rsidRDefault="008456A0" w:rsidP="008456A0">
            <w:pPr>
              <w:spacing w:after="0" w:line="240" w:lineRule="exact"/>
              <w:ind w:firstLine="570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 18.12.2014   № 113  </w:t>
            </w:r>
          </w:p>
        </w:tc>
      </w:tr>
      <w:tr w:rsidR="008456A0" w:rsidRPr="00EF77C1" w:rsidTr="008456A0">
        <w:trPr>
          <w:trHeight w:val="20"/>
        </w:trPr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6A0" w:rsidRPr="00EF77C1" w:rsidRDefault="008456A0" w:rsidP="008456A0">
            <w:pPr>
              <w:spacing w:after="0" w:line="240" w:lineRule="exact"/>
              <w:ind w:firstLine="570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EF77C1">
              <w:rPr>
                <w:rFonts w:ascii="Times New Roman" w:eastAsia="Times New Roman" w:hAnsi="Times New Roman" w:cs="Times New Roman"/>
                <w:sz w:val="26"/>
                <w:szCs w:val="26"/>
              </w:rPr>
              <w:t>(в ред. решения Совета депутатов</w:t>
            </w:r>
            <w:proofErr w:type="gramEnd"/>
          </w:p>
        </w:tc>
      </w:tr>
      <w:tr w:rsidR="008456A0" w:rsidRPr="00EF77C1" w:rsidTr="008456A0">
        <w:trPr>
          <w:trHeight w:val="20"/>
        </w:trPr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6A0" w:rsidRPr="00EF77C1" w:rsidRDefault="008456A0" w:rsidP="008456A0">
            <w:pPr>
              <w:spacing w:after="0" w:line="240" w:lineRule="exact"/>
              <w:ind w:firstLine="570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06C0">
              <w:rPr>
                <w:rFonts w:ascii="Times New Roman" w:eastAsia="Times New Roman" w:hAnsi="Times New Roman" w:cs="Times New Roman"/>
                <w:sz w:val="26"/>
                <w:szCs w:val="26"/>
              </w:rPr>
              <w:t>от 26.03.2015 № 135</w:t>
            </w:r>
          </w:p>
        </w:tc>
      </w:tr>
    </w:tbl>
    <w:p w:rsidR="008456A0" w:rsidRDefault="008456A0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56A0" w:rsidRDefault="008456A0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379"/>
        <w:gridCol w:w="1440"/>
        <w:gridCol w:w="720"/>
        <w:gridCol w:w="1425"/>
      </w:tblGrid>
      <w:tr w:rsidR="008456A0" w:rsidRPr="008456A0" w:rsidTr="00221166">
        <w:trPr>
          <w:trHeight w:val="20"/>
        </w:trPr>
        <w:tc>
          <w:tcPr>
            <w:tcW w:w="99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456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местного бюджета </w:t>
            </w:r>
            <w:r w:rsidR="00221166" w:rsidRPr="008456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2015 год</w:t>
            </w:r>
          </w:p>
        </w:tc>
      </w:tr>
      <w:tr w:rsidR="008456A0" w:rsidRPr="008456A0" w:rsidTr="00221166">
        <w:trPr>
          <w:trHeight w:val="20"/>
        </w:trPr>
        <w:tc>
          <w:tcPr>
            <w:tcW w:w="99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456A0" w:rsidRPr="008456A0" w:rsidTr="00221166">
        <w:trPr>
          <w:trHeight w:val="585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56A0" w:rsidRPr="008456A0" w:rsidRDefault="008456A0" w:rsidP="0084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56A0" w:rsidRPr="008456A0" w:rsidRDefault="008456A0" w:rsidP="0084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56A0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112567,916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"Предупреждение коррупции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общественного совета по 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городского 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</w:t>
            </w:r>
            <w:r w:rsidR="005E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45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использования муниципального имущества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1440,000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940,000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940,000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кадастровых работ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1078,531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335,700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335,700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542,831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542,831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FAE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 программа «Безопасный город» муниципального образования городское поселение</w:t>
            </w:r>
          </w:p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«Город Амурск»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 программа "Развитие сельского хозяйства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910,000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FAE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программа "Восстановление благоустройства дворовых территорий и межквартальных проездов на территории городского поселения</w:t>
            </w:r>
          </w:p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6FAE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</w:t>
            </w:r>
          </w:p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166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"Содержание, ремонт и развитие дорожной сети городского поселения</w:t>
            </w:r>
          </w:p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28236,460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18236,460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18236,460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18236,460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и поддержка малого и среднего предпринимательства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215,000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221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FAE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</w:t>
            </w:r>
          </w:p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"Чистая вода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</w:t>
            </w:r>
            <w:proofErr w:type="gramStart"/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FAE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</w:t>
            </w:r>
          </w:p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FAE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сферы ритуальных услуг и мест погребения в городском поселении </w:t>
            </w:r>
          </w:p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3800,000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их развитие 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на  возмещение расходов по гарантированному перечню услуг по погребению за счет местных бюджетов в рамках</w:t>
            </w:r>
            <w:proofErr w:type="gramEnd"/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возмещение затрат с оказанием услуг по пригородным заказным пассажирским перевозкам  до городского кладбища в рамках</w:t>
            </w:r>
            <w:proofErr w:type="gramEnd"/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665,000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463,000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463,000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"Молодежь города 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</w:t>
            </w:r>
            <w:r w:rsidR="005E6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гражданам на приобретение жилья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56A0" w:rsidRPr="008456A0" w:rsidRDefault="008456A0" w:rsidP="005E6FAE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внутреннего и въездного туризма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культурно-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досугового обслуживания населения города Амурска"      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26700,000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подведомственных учреждений (МБУК Дворец культуры) в рамках муниципальной программы "Развитие культурно-досугового обслуживания населения города Амурска"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20526,564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20526,564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20526,564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"Дворец культуры" 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3873,436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3873,436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«Развитие кинопроката и киновидеообслуживания населения городского поселения «Город Амурск»                 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6632,500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Кинотеатр "Молодость") в рамках муниципальной  программы «Развитие кинопроката и киновидеообслуживания населения городского поселения «Город Амурск»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5883,901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5883,901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"Кинотеатр "Молодость" 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748,599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748,599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4130,200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 Ботанический сад) в рамках муниципальной  программы "Сохранение биологического разнообразия видов растений и обеспечение экологического просвещения населения   города 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4130,200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4130,200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4130,200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5268,800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5E6FAE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5268,800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5268,800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4463,400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724,400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«Читающий город»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6760,400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библиотечного дела в рамках муниципальной 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"Читающий город»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6760,400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подведомственных учреждений (МКУК ЦБС) в рамках муниципальной программы "Читающий город»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6760,400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5497,400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 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Амурский дендрарий) в рамках муниципальной  программы " 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«Доступная среда»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460,000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6FAE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</w:t>
            </w:r>
          </w:p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2988,056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в 2014-2017 годы"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их краевого бюджета на комплексное освоение и развитие территории края в целях жилищного строительства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6FAE" w:rsidRDefault="008456A0" w:rsidP="0022116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водохозяйственного комплекса на территории городского поселения </w:t>
            </w:r>
          </w:p>
          <w:p w:rsidR="008456A0" w:rsidRPr="008456A0" w:rsidRDefault="008456A0" w:rsidP="0022116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2211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</w:t>
            </w:r>
            <w:r w:rsidR="0022116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 в рамках муниципальной программы «Развитие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2211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ремонту многоквартирных домов, в рамках муниципальной программы "Ремонт жилого фонда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61059,800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1834,600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выплату по оплате труда работников органов  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514,600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152,600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57765,200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57763,000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51177,000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6243,200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202,800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17284,960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1959,370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прочих расходных обязательств муниципального образования в рамках непрограммных расходов органов муниципальной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1084,870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484,870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муниципального имущества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жилищно-коммунального хозяйства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7361,000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1660,000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1660,000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2211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4551,000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4551,000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Премия "Самое благоустроенное поселение" за</w:t>
            </w:r>
            <w:r w:rsidR="00221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</w:t>
            </w:r>
            <w:proofErr w:type="gramStart"/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8330И10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2211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4817,000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4817,000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4817,000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</w:t>
            </w:r>
            <w:r w:rsidR="00221166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льного района в сфере финансово</w:t>
            </w: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-бюджетного надзора в соответствии с заключенными Соглашениями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8456A0" w:rsidRPr="008456A0" w:rsidTr="00221166">
        <w:trPr>
          <w:trHeight w:val="2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6A0" w:rsidRPr="008456A0" w:rsidRDefault="008456A0" w:rsidP="008456A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6A0">
              <w:rPr>
                <w:rFonts w:ascii="Times New Roman" w:eastAsia="Times New Roman" w:hAnsi="Times New Roman" w:cs="Times New Roman"/>
                <w:sz w:val="24"/>
                <w:szCs w:val="24"/>
              </w:rPr>
              <w:t>190912,676</w:t>
            </w:r>
          </w:p>
        </w:tc>
      </w:tr>
    </w:tbl>
    <w:p w:rsidR="008456A0" w:rsidRDefault="008456A0" w:rsidP="005E6F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1166" w:rsidRDefault="00221166" w:rsidP="005E6F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6FAE" w:rsidRDefault="005E6FAE" w:rsidP="005E6F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1166" w:rsidRPr="009F6A50" w:rsidRDefault="00221166" w:rsidP="005E6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Глава городского поселения</w:t>
      </w:r>
      <w:r w:rsidRPr="009F6A50">
        <w:rPr>
          <w:rFonts w:ascii="Times New Roman" w:hAnsi="Times New Roman"/>
          <w:sz w:val="28"/>
          <w:szCs w:val="28"/>
        </w:rPr>
        <w:tab/>
      </w:r>
      <w:r w:rsidRPr="009F6A50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9F6A50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F6A5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221166" w:rsidRDefault="00221166" w:rsidP="005E6FA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5E6FAE" w:rsidRDefault="005E6FAE" w:rsidP="005E6FA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21166" w:rsidRDefault="00221166" w:rsidP="005E6FA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9F6A50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9F6A50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221166" w:rsidRDefault="00221166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5C0F" w:rsidRDefault="00BA5C0F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BA5C0F" w:rsidSect="009F6A50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10145" w:type="dxa"/>
        <w:tblInd w:w="-601" w:type="dxa"/>
        <w:tblLook w:val="04A0" w:firstRow="1" w:lastRow="0" w:firstColumn="1" w:lastColumn="0" w:noHBand="0" w:noVBand="1"/>
      </w:tblPr>
      <w:tblGrid>
        <w:gridCol w:w="5245"/>
        <w:gridCol w:w="1440"/>
        <w:gridCol w:w="720"/>
        <w:gridCol w:w="1384"/>
        <w:gridCol w:w="1356"/>
      </w:tblGrid>
      <w:tr w:rsidR="00BA5C0F" w:rsidRPr="003A120F" w:rsidTr="00962AE1">
        <w:trPr>
          <w:trHeight w:val="20"/>
        </w:trPr>
        <w:tc>
          <w:tcPr>
            <w:tcW w:w="10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C0F" w:rsidRPr="00BA5C0F" w:rsidRDefault="00BA5C0F" w:rsidP="00046E44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A5C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ПРИЛОЖЕНИЕ № </w:t>
            </w:r>
            <w:r w:rsidR="00046E4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</w:tr>
      <w:tr w:rsidR="00BA5C0F" w:rsidRPr="003A120F" w:rsidTr="00962AE1">
        <w:trPr>
          <w:trHeight w:val="20"/>
        </w:trPr>
        <w:tc>
          <w:tcPr>
            <w:tcW w:w="10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C0F" w:rsidRPr="00BA5C0F" w:rsidRDefault="00BA5C0F" w:rsidP="00BA5C0F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A5C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 решению Совета депутатов</w:t>
            </w:r>
          </w:p>
        </w:tc>
      </w:tr>
      <w:tr w:rsidR="00BA5C0F" w:rsidRPr="003A120F" w:rsidTr="00962AE1">
        <w:trPr>
          <w:trHeight w:val="20"/>
        </w:trPr>
        <w:tc>
          <w:tcPr>
            <w:tcW w:w="10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C0F" w:rsidRPr="00BA5C0F" w:rsidRDefault="00BA5C0F" w:rsidP="00BA5C0F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A5C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городского поселения</w:t>
            </w:r>
          </w:p>
        </w:tc>
      </w:tr>
      <w:tr w:rsidR="00BA5C0F" w:rsidRPr="003A120F" w:rsidTr="00962AE1">
        <w:trPr>
          <w:trHeight w:val="20"/>
        </w:trPr>
        <w:tc>
          <w:tcPr>
            <w:tcW w:w="10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C0F" w:rsidRPr="00BA5C0F" w:rsidRDefault="00BA5C0F" w:rsidP="00BA5C0F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A5C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"Город Амурск"</w:t>
            </w:r>
          </w:p>
        </w:tc>
      </w:tr>
      <w:tr w:rsidR="00BA5C0F" w:rsidRPr="003A120F" w:rsidTr="00962AE1">
        <w:trPr>
          <w:trHeight w:val="20"/>
        </w:trPr>
        <w:tc>
          <w:tcPr>
            <w:tcW w:w="10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C0F" w:rsidRPr="00BA5C0F" w:rsidRDefault="00BA5C0F" w:rsidP="00BA5C0F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A5C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Амурского муниципального района</w:t>
            </w:r>
          </w:p>
        </w:tc>
      </w:tr>
      <w:tr w:rsidR="00BA5C0F" w:rsidRPr="003A120F" w:rsidTr="00962AE1">
        <w:trPr>
          <w:trHeight w:val="20"/>
        </w:trPr>
        <w:tc>
          <w:tcPr>
            <w:tcW w:w="10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C0F" w:rsidRPr="00BA5C0F" w:rsidRDefault="00BA5C0F" w:rsidP="00BA5C0F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A5C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Хабаровского края</w:t>
            </w:r>
          </w:p>
        </w:tc>
      </w:tr>
      <w:tr w:rsidR="00BA5C0F" w:rsidRPr="003A120F" w:rsidTr="00962AE1">
        <w:trPr>
          <w:trHeight w:val="20"/>
        </w:trPr>
        <w:tc>
          <w:tcPr>
            <w:tcW w:w="10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C0F" w:rsidRPr="00BA5C0F" w:rsidRDefault="00BA5C0F" w:rsidP="00BA5C0F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A5C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 18.12.2014 № 113 </w:t>
            </w:r>
          </w:p>
        </w:tc>
      </w:tr>
      <w:tr w:rsidR="00BA5C0F" w:rsidRPr="003A120F" w:rsidTr="00962AE1">
        <w:trPr>
          <w:trHeight w:val="20"/>
        </w:trPr>
        <w:tc>
          <w:tcPr>
            <w:tcW w:w="10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C0F" w:rsidRPr="00BA5C0F" w:rsidRDefault="00BA5C0F" w:rsidP="00BA5C0F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A5C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(в ред. решения Совета депутатов</w:t>
            </w:r>
            <w:proofErr w:type="gramEnd"/>
          </w:p>
        </w:tc>
      </w:tr>
      <w:tr w:rsidR="00BA5C0F" w:rsidRPr="003A120F" w:rsidTr="00962AE1">
        <w:trPr>
          <w:trHeight w:val="20"/>
        </w:trPr>
        <w:tc>
          <w:tcPr>
            <w:tcW w:w="10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C0F" w:rsidRPr="00BA5C0F" w:rsidRDefault="00BA5C0F" w:rsidP="00BA5C0F">
            <w:pPr>
              <w:spacing w:after="0" w:line="240" w:lineRule="exact"/>
              <w:ind w:firstLine="5152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A5C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 26.03.2015 № 135</w:t>
            </w:r>
          </w:p>
        </w:tc>
      </w:tr>
      <w:tr w:rsidR="00BA5C0F" w:rsidRPr="00BA5C0F" w:rsidTr="00962AE1">
        <w:trPr>
          <w:trHeight w:val="20"/>
        </w:trPr>
        <w:tc>
          <w:tcPr>
            <w:tcW w:w="10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C0F" w:rsidRPr="00BA5C0F" w:rsidRDefault="00BA5C0F" w:rsidP="00BA5C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BA5C0F" w:rsidRPr="00BA5C0F" w:rsidRDefault="00BA5C0F" w:rsidP="00BA5C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A5C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местного бюджета </w:t>
            </w:r>
            <w:r w:rsidR="00046E44" w:rsidRPr="00BA5C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2016-2017 годы</w:t>
            </w:r>
          </w:p>
        </w:tc>
      </w:tr>
      <w:tr w:rsidR="00BA5C0F" w:rsidRPr="00BA5C0F" w:rsidTr="00962AE1">
        <w:trPr>
          <w:trHeight w:val="20"/>
        </w:trPr>
        <w:tc>
          <w:tcPr>
            <w:tcW w:w="10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C0F" w:rsidRPr="00BA5C0F" w:rsidRDefault="00BA5C0F" w:rsidP="00BA5C0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A5C0F" w:rsidRPr="00BA5C0F" w:rsidTr="00962AE1">
        <w:trPr>
          <w:trHeight w:val="585"/>
        </w:trPr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5C0F" w:rsidRPr="00BA5C0F" w:rsidRDefault="00BA5C0F" w:rsidP="00BA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5C0F" w:rsidRPr="00BA5C0F" w:rsidRDefault="00BA5C0F" w:rsidP="00BA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A5C0F" w:rsidRPr="00BA5C0F" w:rsidRDefault="00BA5C0F" w:rsidP="00BA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5C0F" w:rsidRPr="00BA5C0F" w:rsidRDefault="00BA5C0F" w:rsidP="00BA5C0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BA5C0F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2016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2017 год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108624,140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105492,070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"Предупреждение коррупции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"Поддержка общественных объединений и некоммерческих организаций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</w:t>
            </w: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"Информатизация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</w:t>
            </w:r>
            <w:r w:rsidR="005E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46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использования муниципального имущества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1187,000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1187,000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первичных мер пожарной </w:t>
            </w: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</w:t>
            </w:r>
            <w:r w:rsid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</w:t>
            </w:r>
          </w:p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 программа "Развитие сельского хозяйства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1180,000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1180,000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28553,700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28189,700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</w:t>
            </w:r>
          </w:p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18553,700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18189,700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18553,700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18189,700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и поддержка малого и среднего предпринимательства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265,000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265,000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</w:t>
            </w:r>
            <w:proofErr w:type="gramStart"/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ачинающим предпринимателям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"Восстановление </w:t>
            </w: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работоспособности ливневой канализации на территории городского поселения </w:t>
            </w:r>
          </w:p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</w:t>
            </w:r>
          </w:p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"Чистая вода на территории городского поселения </w:t>
            </w:r>
          </w:p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"Строительство, ремонт и модернизация линий уличного освещения городского поселения </w:t>
            </w:r>
          </w:p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</w:t>
            </w:r>
          </w:p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обеспечение организации  современного озеленения города в рамках муниципальной программы "Сохранение  </w:t>
            </w: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развитие зеленого фонда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сферы ритуальных услуг и мест погребения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3750,000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3750,000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на  возмещение расходов по гарантированному перечню услуг по погребению за счет местных бюджетов в рамках</w:t>
            </w:r>
            <w:proofErr w:type="gramEnd"/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возмещение затрат с оказанием услуг по пригородным заказным пассажирским перевозкам  до городского кладбища в рамках</w:t>
            </w:r>
            <w:proofErr w:type="gramEnd"/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в коммунальной и производственной сфере в рамках муниципальной программы "Энергосбережение и повышение </w:t>
            </w: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энергетической эффективности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"Молодежь города 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 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внутреннего и въездного туризма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культурно-досугового обслуживания населения города Амурска"      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22400,000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22400,000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муниципальной программы "Развитие культурно-досугового обслуживания населения города Амурска"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«Развитие кинопроката и киновидеообслуживания населения городского поселения </w:t>
            </w:r>
          </w:p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                   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Кинотеатр "Молодость") в рамках муниципальной  программы «Развитие кинопроката и киновидеообслуживания населения городского поселения </w:t>
            </w:r>
          </w:p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 Ботанический сад) в рамках муниципальной  программы "Сохранение биологического разнообразия видов растений и обеспечение экологического просвещения населения   города 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формирования и развития музейного собрания, обеспечения сохранности музейных фондов в рамках муниципальной </w:t>
            </w: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«Читающий город»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библиотечного дела в рамках муниципальной программы "Читающий город»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Амурский дендрарий) в рамках муниципальной 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«Доступная среда»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в 2014-2017 годы"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</w:t>
            </w:r>
            <w:r w:rsidRPr="00046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водохозяйственного комплекса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разработку проектно</w:t>
            </w:r>
            <w:r w:rsid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 в рамках муниципальной программы «Развитие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3088,440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2320,370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proofErr w:type="gramStart"/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ремонту многоквартирных домов, в рамках муниципальной программы "Ремонт жилого фонда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2588,440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1820,370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2588,440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1820,370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63138,200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63138,200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1743,000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1743,000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по оплате труда работников органов 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59935,200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59935,200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59933,000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59933,000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52862,000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52862,000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6808,200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6808,200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Исполнение судебных актов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202,800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202,800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10900,000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8900,000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прочих расходных обязательств муниципального образования в рамках непрограммных расходов органов муниципальной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жилищно-коммунального хозяйства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5400,000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3400,000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9990000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4683,700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sz w:val="24"/>
                <w:szCs w:val="24"/>
              </w:rPr>
              <w:t>9343,700</w:t>
            </w:r>
          </w:p>
        </w:tc>
      </w:tr>
      <w:tr w:rsidR="00BA5C0F" w:rsidRPr="00BA5C0F" w:rsidTr="00962AE1">
        <w:trPr>
          <w:trHeight w:val="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187346,040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C0F" w:rsidRPr="00046E44" w:rsidRDefault="00BA5C0F" w:rsidP="00046E4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6E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186873,970</w:t>
            </w:r>
          </w:p>
        </w:tc>
      </w:tr>
    </w:tbl>
    <w:p w:rsidR="00BA5C0F" w:rsidRDefault="00BA5C0F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6E44" w:rsidRDefault="00046E44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6FAE" w:rsidRDefault="005E6FAE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6E44" w:rsidRPr="009F6A50" w:rsidRDefault="00046E44" w:rsidP="005E6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Глава городского поселения</w:t>
      </w:r>
      <w:r w:rsidRPr="009F6A50">
        <w:rPr>
          <w:rFonts w:ascii="Times New Roman" w:hAnsi="Times New Roman"/>
          <w:sz w:val="28"/>
          <w:szCs w:val="28"/>
        </w:rPr>
        <w:tab/>
      </w:r>
      <w:r w:rsidRPr="009F6A50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9F6A50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F6A5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046E44" w:rsidRDefault="00046E44" w:rsidP="005E6FA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5E6FAE" w:rsidRDefault="005E6FAE" w:rsidP="005E6FA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046E44" w:rsidRDefault="00046E44" w:rsidP="005E6FA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9F6A50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9F6A50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046E44" w:rsidRDefault="00046E44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10E3" w:rsidRDefault="002610E3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2610E3" w:rsidSect="009F6A50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10047" w:type="dxa"/>
        <w:tblInd w:w="-601" w:type="dxa"/>
        <w:tblLook w:val="04A0" w:firstRow="1" w:lastRow="0" w:firstColumn="1" w:lastColumn="0" w:noHBand="0" w:noVBand="1"/>
      </w:tblPr>
      <w:tblGrid>
        <w:gridCol w:w="582"/>
        <w:gridCol w:w="5372"/>
        <w:gridCol w:w="1870"/>
        <w:gridCol w:w="2223"/>
      </w:tblGrid>
      <w:tr w:rsidR="007B5FDB" w:rsidRPr="002610E3" w:rsidTr="007B5FDB">
        <w:trPr>
          <w:trHeight w:val="227"/>
        </w:trPr>
        <w:tc>
          <w:tcPr>
            <w:tcW w:w="10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FDB" w:rsidRPr="002610E3" w:rsidRDefault="007B5FDB" w:rsidP="00962AE1">
            <w:pPr>
              <w:spacing w:after="0" w:line="240" w:lineRule="exact"/>
              <w:ind w:firstLine="542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ПРИЛОЖЕНИЕ № 9</w:t>
            </w:r>
          </w:p>
        </w:tc>
      </w:tr>
      <w:tr w:rsidR="007B5FDB" w:rsidRPr="002610E3" w:rsidTr="007B5FDB">
        <w:trPr>
          <w:trHeight w:val="227"/>
        </w:trPr>
        <w:tc>
          <w:tcPr>
            <w:tcW w:w="10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FDB" w:rsidRPr="002610E3" w:rsidRDefault="007B5FDB" w:rsidP="00962AE1">
            <w:pPr>
              <w:spacing w:after="0" w:line="240" w:lineRule="exact"/>
              <w:ind w:firstLine="542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решению Совета депутатов</w:t>
            </w:r>
          </w:p>
        </w:tc>
      </w:tr>
      <w:tr w:rsidR="007B5FDB" w:rsidRPr="002610E3" w:rsidTr="007B5FDB">
        <w:trPr>
          <w:trHeight w:val="227"/>
        </w:trPr>
        <w:tc>
          <w:tcPr>
            <w:tcW w:w="10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FDB" w:rsidRPr="002610E3" w:rsidRDefault="007B5FDB" w:rsidP="00962AE1">
            <w:pPr>
              <w:spacing w:after="0" w:line="240" w:lineRule="exact"/>
              <w:ind w:firstLine="542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поселения "Город Амурск"</w:t>
            </w:r>
          </w:p>
        </w:tc>
      </w:tr>
      <w:tr w:rsidR="007B5FDB" w:rsidRPr="002610E3" w:rsidTr="007B5FDB">
        <w:trPr>
          <w:trHeight w:val="227"/>
        </w:trPr>
        <w:tc>
          <w:tcPr>
            <w:tcW w:w="10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FDB" w:rsidRPr="002610E3" w:rsidRDefault="007B5FDB" w:rsidP="00962AE1">
            <w:pPr>
              <w:spacing w:after="0" w:line="240" w:lineRule="exact"/>
              <w:ind w:firstLine="542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Амурского муниципального района</w:t>
            </w:r>
          </w:p>
        </w:tc>
      </w:tr>
      <w:tr w:rsidR="007B5FDB" w:rsidRPr="002610E3" w:rsidTr="007B5FDB">
        <w:trPr>
          <w:trHeight w:val="227"/>
        </w:trPr>
        <w:tc>
          <w:tcPr>
            <w:tcW w:w="10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FDB" w:rsidRPr="002610E3" w:rsidRDefault="007B5FDB" w:rsidP="00962AE1">
            <w:pPr>
              <w:spacing w:after="0" w:line="240" w:lineRule="exact"/>
              <w:ind w:firstLine="542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Хабаровского края</w:t>
            </w:r>
          </w:p>
        </w:tc>
      </w:tr>
      <w:tr w:rsidR="007B5FDB" w:rsidRPr="002610E3" w:rsidTr="007B5FDB">
        <w:trPr>
          <w:trHeight w:val="227"/>
        </w:trPr>
        <w:tc>
          <w:tcPr>
            <w:tcW w:w="10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FDB" w:rsidRPr="002610E3" w:rsidRDefault="007B5FDB" w:rsidP="00962AE1">
            <w:pPr>
              <w:spacing w:after="0" w:line="240" w:lineRule="exact"/>
              <w:ind w:firstLine="542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 18.12.2015  № 113</w:t>
            </w:r>
          </w:p>
        </w:tc>
      </w:tr>
      <w:tr w:rsidR="007B5FDB" w:rsidRPr="002610E3" w:rsidTr="007B5FDB">
        <w:trPr>
          <w:trHeight w:val="227"/>
        </w:trPr>
        <w:tc>
          <w:tcPr>
            <w:tcW w:w="10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FDB" w:rsidRPr="002610E3" w:rsidRDefault="007B5FDB" w:rsidP="00962AE1">
            <w:pPr>
              <w:spacing w:after="0" w:line="240" w:lineRule="exact"/>
              <w:ind w:firstLine="542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2610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ред. решения Совета депутатов</w:t>
            </w:r>
            <w:proofErr w:type="gramEnd"/>
          </w:p>
        </w:tc>
      </w:tr>
      <w:tr w:rsidR="007B5FDB" w:rsidRPr="002610E3" w:rsidTr="007B5FDB">
        <w:trPr>
          <w:trHeight w:val="227"/>
        </w:trPr>
        <w:tc>
          <w:tcPr>
            <w:tcW w:w="100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FDB" w:rsidRPr="002610E3" w:rsidRDefault="007B5FDB" w:rsidP="00962AE1">
            <w:pPr>
              <w:spacing w:after="0" w:line="240" w:lineRule="exact"/>
              <w:ind w:firstLine="542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A5C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 26.03.2015 № 135</w:t>
            </w:r>
          </w:p>
        </w:tc>
      </w:tr>
      <w:tr w:rsidR="002610E3" w:rsidRPr="002610E3" w:rsidTr="007B5FDB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0E3" w:rsidRPr="002610E3" w:rsidRDefault="002610E3" w:rsidP="00261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0E3" w:rsidRPr="002610E3" w:rsidRDefault="002610E3" w:rsidP="00261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0E3" w:rsidRPr="002610E3" w:rsidRDefault="002610E3" w:rsidP="00261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0E3" w:rsidRPr="002610E3" w:rsidRDefault="002610E3" w:rsidP="00261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610E3" w:rsidRPr="002610E3" w:rsidTr="007B5FDB">
        <w:trPr>
          <w:trHeight w:val="330"/>
        </w:trPr>
        <w:tc>
          <w:tcPr>
            <w:tcW w:w="1004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и объемы финансирования  муниципальных  программ                                  из местного бюджета на 2015 год</w:t>
            </w:r>
          </w:p>
        </w:tc>
      </w:tr>
      <w:tr w:rsidR="002610E3" w:rsidRPr="002610E3" w:rsidTr="007B5FDB">
        <w:trPr>
          <w:trHeight w:val="330"/>
        </w:trPr>
        <w:tc>
          <w:tcPr>
            <w:tcW w:w="1004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0E3" w:rsidRPr="002610E3" w:rsidRDefault="002610E3" w:rsidP="00261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610E3" w:rsidRPr="002610E3" w:rsidTr="007B5FDB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0E3" w:rsidRPr="002610E3" w:rsidRDefault="002610E3" w:rsidP="00261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0E3" w:rsidRPr="002610E3" w:rsidRDefault="002610E3" w:rsidP="00261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0E3" w:rsidRPr="002610E3" w:rsidRDefault="002610E3" w:rsidP="00261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0E3" w:rsidRPr="002610E3" w:rsidRDefault="002610E3" w:rsidP="00261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финансирования, тыс. руб.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муниципальной службы в городском поселении 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FDB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«Предупреждение коррупции в городском поселении </w:t>
            </w:r>
          </w:p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«Поддержка общественных объединений и некоммерческих организаций»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«Информатизация городского поселения 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7B5FD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"Создание условий для эффективного использования муниципального имущества городского поселения </w:t>
            </w:r>
            <w:r w:rsidR="007B5FDB"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"Город Амурск"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«Защита населения на территории городского поселения «Город Амурск» от ЧС»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1078,531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167,969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FDB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сельского хозяйства в городском поселении </w:t>
            </w:r>
          </w:p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«Восстановление благоустройства дворовых территорий и межквартальных проездов на территории городского поселения 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«Содержание, ремонт и развитие дорожной сети городского поселения 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28236,460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и поддержка малого и среднего предпринимательства  в городском поселении 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FDB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«Восстановление работоспособности ливневой канализации на территории городского поселения </w:t>
            </w:r>
          </w:p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«Чистая вода» на территории городского поселения «Город </w:t>
            </w: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Амурск»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FDB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«Строительство, ремонт и модернизация линий уличного освещения в городском поселении </w:t>
            </w:r>
          </w:p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«Сохранение и развитие зеленого фонда  городского поселения 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сферы ритуальных услуг и мест погребения в городском поселении 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37C7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"Энергосбережение и повышение энергетической эффективности </w:t>
            </w:r>
          </w:p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"Город Амурск"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665,000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«Молодежь города  Амурска»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«Организация трудоустройства несовершеннолетних в летний период в городском поселении 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«Обеспечение жильем молодых семей в городе Амурске»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городе Амурске»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внутреннего и въездного туризма в городе Амурске»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культурно – досугового обслуживания населения города"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26700,000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кинопроката и киновидеообслуживания населения городского поселения 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6632,500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«Сохранение биологического разнообразия видов растений и обеспечение экологического просвещения населения города Амурска»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4130,200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5268,800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«Читающий город»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6760,400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ценных и охраняемых растений Дальнего Востока»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"Мероприятия в области градостроительной деятельности"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среда» в городском поселении 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«Поддержка и развитие средств массовой информации в городском поселении «Город Амурск»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безопасности дорожного движения на территории горда Амурска»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Амурск"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2988,056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7B5FD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водохозяйственного комплекса на территории </w:t>
            </w: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городского поселения "Город Амурск"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2610E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0E3" w:rsidRPr="002610E3" w:rsidRDefault="002610E3" w:rsidP="007B5FD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450,000</w:t>
            </w:r>
          </w:p>
        </w:tc>
      </w:tr>
      <w:tr w:rsidR="002610E3" w:rsidRPr="002610E3" w:rsidTr="007B5FDB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0E3" w:rsidRPr="002610E3" w:rsidRDefault="002610E3" w:rsidP="002610E3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программам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0E3" w:rsidRPr="002610E3" w:rsidRDefault="002610E3" w:rsidP="007B5F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1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112567,916</w:t>
            </w:r>
          </w:p>
        </w:tc>
      </w:tr>
    </w:tbl>
    <w:p w:rsidR="002610E3" w:rsidRDefault="002610E3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5FDB" w:rsidRDefault="007B5FDB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6FAE" w:rsidRDefault="005E6FAE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5FDB" w:rsidRPr="009F6A50" w:rsidRDefault="007B5FDB" w:rsidP="005E6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Глава городского поселения</w:t>
      </w:r>
      <w:r w:rsidRPr="009F6A50">
        <w:rPr>
          <w:rFonts w:ascii="Times New Roman" w:hAnsi="Times New Roman"/>
          <w:sz w:val="28"/>
          <w:szCs w:val="28"/>
        </w:rPr>
        <w:tab/>
      </w:r>
      <w:r w:rsidRPr="009F6A50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9F6A50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F6A5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7B5FDB" w:rsidRDefault="007B5FDB" w:rsidP="005E6FA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5E6FAE" w:rsidRDefault="005E6FAE" w:rsidP="005E6FA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7B5FDB" w:rsidRDefault="007B5FDB" w:rsidP="005E6FA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9F6A50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9F6A50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962AE1" w:rsidRDefault="00962AE1" w:rsidP="005E6FAE">
      <w:pPr>
        <w:spacing w:after="0" w:line="240" w:lineRule="auto"/>
        <w:rPr>
          <w:rFonts w:ascii="Times New Roman" w:hAnsi="Times New Roman"/>
          <w:sz w:val="28"/>
          <w:szCs w:val="28"/>
        </w:rPr>
        <w:sectPr w:rsidR="00962AE1" w:rsidSect="009F6A50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10047" w:type="dxa"/>
        <w:tblInd w:w="-459" w:type="dxa"/>
        <w:tblLook w:val="04A0" w:firstRow="1" w:lastRow="0" w:firstColumn="1" w:lastColumn="0" w:noHBand="0" w:noVBand="1"/>
      </w:tblPr>
      <w:tblGrid>
        <w:gridCol w:w="567"/>
        <w:gridCol w:w="3828"/>
        <w:gridCol w:w="1793"/>
        <w:gridCol w:w="1933"/>
        <w:gridCol w:w="1926"/>
      </w:tblGrid>
      <w:tr w:rsidR="00962AE1" w:rsidRPr="00962AE1" w:rsidTr="00392041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ind w:firstLine="8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№ 10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ind w:firstLine="8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решению Совета депутатов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ind w:firstLine="8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поселения "Город Амурск"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ind w:firstLine="8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Амурского муниципального района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ind w:firstLine="8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Хабаровского края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ind w:firstLine="8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18.12.2014 № 113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ind w:firstLine="884"/>
              <w:rPr>
                <w:rFonts w:ascii="Times New Roman" w:eastAsia="Times New Roman" w:hAnsi="Times New Roman" w:cs="Times New Roman"/>
                <w:color w:val="000000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(в </w:t>
            </w:r>
            <w:proofErr w:type="spellStart"/>
            <w:r w:rsidRPr="00962A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ред</w:t>
            </w:r>
            <w:proofErr w:type="gramStart"/>
            <w:r w:rsidRPr="00962A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.р</w:t>
            </w:r>
            <w:proofErr w:type="gramEnd"/>
            <w:r w:rsidRPr="00962A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ешения</w:t>
            </w:r>
            <w:proofErr w:type="spellEnd"/>
            <w:r w:rsidRPr="00962A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Совета депутатов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ind w:firstLine="8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A5C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 26.03.2015 № 135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2AE1" w:rsidRPr="00962AE1" w:rsidTr="00392041">
        <w:trPr>
          <w:trHeight w:val="240"/>
        </w:trPr>
        <w:tc>
          <w:tcPr>
            <w:tcW w:w="1004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62AE1" w:rsidRPr="0039204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20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и объемы финансирования  муниципальных  программ                                          из местного бюджета на 2016-2017 годы</w:t>
            </w:r>
          </w:p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62AE1" w:rsidRPr="00962AE1" w:rsidTr="00392041">
        <w:trPr>
          <w:trHeight w:val="240"/>
        </w:trPr>
        <w:tc>
          <w:tcPr>
            <w:tcW w:w="1004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 на 2016 год, тыс. руб.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 на 2017 год, тыс. руб.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муниципальной службы в городском поселении 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«Предупреждение коррупции в городском поселении </w:t>
            </w:r>
          </w:p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«Поддержка общественных объединений и некоммерческих организаций»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«Информатизация городского поселения 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использования муниципального имущества городского поселения </w:t>
            </w:r>
          </w:p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"Город Амурск"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04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«Защита населения на территории городского поселения </w:t>
            </w:r>
          </w:p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 от ЧС»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1187,000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1187,000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«Безопасный город» муниципального образования городское поселение </w:t>
            </w:r>
          </w:p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сельского хозяйства в городском поселении </w:t>
            </w:r>
          </w:p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Муниципальная  программа «Восстановление благоустройства дворовых территорий и межквартальных проездов на территории городского поселения </w:t>
            </w:r>
          </w:p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</w:t>
            </w: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«Содержание, ремонт и развитие дорожной сети городского поселения 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28553,700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28189,700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и поддержка малого и среднего предпринимательства  в городском поселении</w:t>
            </w:r>
          </w:p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«Восстановление работоспособности ливневой канализации на территории городского поселения </w:t>
            </w:r>
          </w:p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«Чистая вода» на территории городского поселения </w:t>
            </w:r>
          </w:p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«Город Амурск»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«Строительство, ремонт и модернизация линий уличного освещения в городском поселении 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«Сохранение и развитие зеленого фонда  городского поселения 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16 00000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сферы ритуальных услуг и мест погребения в городском поселении </w:t>
            </w:r>
          </w:p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"Город Амурск"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«Молодежь города  Амурска»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«Организация трудоустройства несовершеннолетних в летний период в городском поселении 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«Обеспечение жильем молодых семей в городе Амурске»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городе Амурске»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внутреннего и въездного туризма в городе Амурске»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культурно – досугового обслуживания населения города"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кинопроката и киновидеообслуживания </w:t>
            </w: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 городского поселения 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«Сохранение биологического разнообразия видов растений и обеспечение экологического просвещения населения города Амурска»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«Читающий город»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ценных и охраняемых растений Дальнего Востока»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"Мероприятия в области градостроительной деятельности"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среда» в городском поселении 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31 00000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«Поддержка и развитие средств массовой информации в городском поселении </w:t>
            </w:r>
          </w:p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безопасности дорожного движения на территории горда Амурска»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Амурск"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Default="00962AE1" w:rsidP="00962A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водохозяйственного комплекса на территории городского поселения </w:t>
            </w:r>
          </w:p>
          <w:p w:rsidR="00962AE1" w:rsidRPr="00962AE1" w:rsidRDefault="00962AE1" w:rsidP="00962A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"Город Амурск"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115,000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3088,440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2320,370</w:t>
            </w:r>
          </w:p>
        </w:tc>
      </w:tr>
      <w:tr w:rsidR="00962AE1" w:rsidRPr="00962AE1" w:rsidTr="003920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программам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AE1" w:rsidRPr="00962AE1" w:rsidRDefault="00962AE1" w:rsidP="00962A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108624,140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AE1" w:rsidRPr="00962AE1" w:rsidRDefault="00962AE1" w:rsidP="00962A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2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105492,070</w:t>
            </w:r>
          </w:p>
        </w:tc>
      </w:tr>
    </w:tbl>
    <w:p w:rsidR="007B5FDB" w:rsidRDefault="007B5FDB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2041" w:rsidRDefault="0039204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2041" w:rsidRPr="009F6A50" w:rsidRDefault="00392041" w:rsidP="00441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Глава городского поселения</w:t>
      </w:r>
      <w:r w:rsidRPr="009F6A50">
        <w:rPr>
          <w:rFonts w:ascii="Times New Roman" w:hAnsi="Times New Roman"/>
          <w:sz w:val="28"/>
          <w:szCs w:val="28"/>
        </w:rPr>
        <w:tab/>
      </w:r>
      <w:r w:rsidRPr="009F6A50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9F6A50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F6A5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392041" w:rsidRDefault="00392041" w:rsidP="00441F4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441F4E" w:rsidRDefault="00441F4E" w:rsidP="00441F4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392041" w:rsidRDefault="00392041" w:rsidP="00441F4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9F6A50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9F6A50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tbl>
      <w:tblPr>
        <w:tblW w:w="96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34"/>
        <w:gridCol w:w="4961"/>
        <w:gridCol w:w="1544"/>
      </w:tblGrid>
      <w:tr w:rsidR="00392041" w:rsidRPr="00392041" w:rsidTr="004F55D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exact"/>
              <w:ind w:firstLine="22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2041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11</w:t>
            </w:r>
          </w:p>
        </w:tc>
      </w:tr>
      <w:tr w:rsidR="00392041" w:rsidRPr="00392041" w:rsidTr="004F55D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exact"/>
              <w:ind w:firstLine="22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2041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392041" w:rsidRPr="00392041" w:rsidTr="004F55D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exact"/>
              <w:ind w:firstLine="22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 </w:t>
            </w:r>
          </w:p>
        </w:tc>
      </w:tr>
      <w:tr w:rsidR="00392041" w:rsidRPr="00392041" w:rsidTr="004F55D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exact"/>
              <w:ind w:firstLine="22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2041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392041" w:rsidRPr="00392041" w:rsidTr="004F55D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exact"/>
              <w:ind w:firstLine="22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2041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392041" w:rsidRPr="00392041" w:rsidTr="004F55D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exact"/>
              <w:ind w:firstLine="22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2041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92041" w:rsidRPr="00392041" w:rsidTr="004F55D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exact"/>
              <w:ind w:firstLine="22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2041">
              <w:rPr>
                <w:rFonts w:ascii="Times New Roman" w:eastAsia="Times New Roman" w:hAnsi="Times New Roman" w:cs="Times New Roman"/>
                <w:sz w:val="26"/>
                <w:szCs w:val="26"/>
              </w:rPr>
              <w:t>от  18.12.2014 № 113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F55D2" w:rsidRPr="00392041" w:rsidTr="004F55D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392041" w:rsidRDefault="004F55D2" w:rsidP="0039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392041" w:rsidRDefault="004F55D2" w:rsidP="004F55D2">
            <w:pPr>
              <w:spacing w:after="0" w:line="240" w:lineRule="exact"/>
              <w:ind w:firstLine="22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(в </w:t>
            </w:r>
            <w:proofErr w:type="spellStart"/>
            <w:r w:rsidRPr="00392041">
              <w:rPr>
                <w:rFonts w:ascii="Times New Roman" w:eastAsia="Times New Roman" w:hAnsi="Times New Roman" w:cs="Times New Roman"/>
                <w:sz w:val="26"/>
                <w:szCs w:val="26"/>
              </w:rPr>
              <w:t>ред</w:t>
            </w:r>
            <w:proofErr w:type="gramStart"/>
            <w:r w:rsidRPr="00392041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392041">
              <w:rPr>
                <w:rFonts w:ascii="Times New Roman" w:eastAsia="Times New Roman" w:hAnsi="Times New Roman" w:cs="Times New Roman"/>
                <w:sz w:val="26"/>
                <w:szCs w:val="26"/>
              </w:rPr>
              <w:t>ешения</w:t>
            </w:r>
            <w:proofErr w:type="spellEnd"/>
            <w:r w:rsidRPr="0039204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Совета депутатов</w:t>
            </w:r>
          </w:p>
        </w:tc>
      </w:tr>
      <w:tr w:rsidR="00392041" w:rsidRPr="00392041" w:rsidTr="004F55D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4F55D2" w:rsidP="004F55D2">
            <w:pPr>
              <w:spacing w:after="0" w:line="240" w:lineRule="exact"/>
              <w:ind w:firstLine="22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5C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 26.03.2015 № 135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92041" w:rsidRPr="00392041" w:rsidTr="004F55D2">
        <w:trPr>
          <w:trHeight w:val="79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041" w:rsidRPr="00392041" w:rsidRDefault="00392041" w:rsidP="004F55D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2041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дефицита местного бюджета                                                      на 2015 год</w:t>
            </w:r>
          </w:p>
        </w:tc>
      </w:tr>
      <w:tr w:rsidR="00392041" w:rsidRPr="00392041" w:rsidTr="004F55D2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9204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92041" w:rsidRPr="00392041" w:rsidTr="004F55D2">
        <w:trPr>
          <w:trHeight w:val="25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041" w:rsidRPr="00392041" w:rsidRDefault="00392041" w:rsidP="0039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041" w:rsidRPr="00392041" w:rsidRDefault="00392041" w:rsidP="0039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администратора, группы, подгруппы, статьи, вида источника финансирования дефицита краевого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041" w:rsidRPr="00392041" w:rsidRDefault="00392041" w:rsidP="0039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92041" w:rsidRPr="00392041" w:rsidTr="004F55D2">
        <w:trPr>
          <w:trHeight w:val="2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39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2041" w:rsidRPr="00392041" w:rsidTr="004F55D2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156 01 05 00 00 00 0000 000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041" w:rsidRPr="00392041" w:rsidRDefault="00392041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 остатков денежных средств на счетах по учету средств бюджета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6862,676</w:t>
            </w:r>
          </w:p>
        </w:tc>
      </w:tr>
      <w:tr w:rsidR="00392041" w:rsidRPr="00392041" w:rsidTr="004F55D2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156 01 05 02 01 13 0000 510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041" w:rsidRPr="00392041" w:rsidRDefault="00392041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-184050,000</w:t>
            </w:r>
          </w:p>
        </w:tc>
      </w:tr>
      <w:tr w:rsidR="00392041" w:rsidRPr="00392041" w:rsidTr="004F55D2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156 01 05 02 01 13 0000 610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041" w:rsidRPr="00392041" w:rsidRDefault="00392041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sz w:val="24"/>
                <w:szCs w:val="24"/>
              </w:rPr>
              <w:t>190912,676</w:t>
            </w:r>
          </w:p>
        </w:tc>
      </w:tr>
      <w:tr w:rsidR="00392041" w:rsidRPr="00392041" w:rsidTr="004F55D2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041" w:rsidRPr="00392041" w:rsidRDefault="00392041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041" w:rsidRPr="00392041" w:rsidRDefault="00392041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20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6862,676</w:t>
            </w:r>
          </w:p>
        </w:tc>
      </w:tr>
    </w:tbl>
    <w:p w:rsidR="00392041" w:rsidRDefault="0039204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55D2" w:rsidRDefault="004F55D2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1F4E" w:rsidRDefault="00441F4E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55D2" w:rsidRPr="009F6A50" w:rsidRDefault="004F55D2" w:rsidP="00441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Глава городского поселения</w:t>
      </w:r>
      <w:r w:rsidRPr="009F6A50">
        <w:rPr>
          <w:rFonts w:ascii="Times New Roman" w:hAnsi="Times New Roman"/>
          <w:sz w:val="28"/>
          <w:szCs w:val="28"/>
        </w:rPr>
        <w:tab/>
      </w:r>
      <w:r w:rsidRPr="009F6A50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9F6A50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F6A5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4F55D2" w:rsidRDefault="004F55D2" w:rsidP="00441F4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441F4E" w:rsidRDefault="00441F4E" w:rsidP="00441F4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4F55D2" w:rsidRDefault="004F55D2" w:rsidP="00441F4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9F6A50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9F6A50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4F55D2" w:rsidRDefault="004F55D2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4F55D2" w:rsidSect="009F6A50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9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34"/>
        <w:gridCol w:w="5230"/>
        <w:gridCol w:w="1591"/>
      </w:tblGrid>
      <w:tr w:rsidR="004F55D2" w:rsidRPr="004F55D2" w:rsidTr="00551621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551621">
            <w:pPr>
              <w:spacing w:after="0" w:line="240" w:lineRule="exact"/>
              <w:ind w:firstLine="22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12</w:t>
            </w:r>
          </w:p>
        </w:tc>
      </w:tr>
      <w:tr w:rsidR="004F55D2" w:rsidRPr="004F55D2" w:rsidTr="00551621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551621">
            <w:pPr>
              <w:spacing w:after="0" w:line="240" w:lineRule="exact"/>
              <w:ind w:firstLine="22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4F55D2" w:rsidRPr="004F55D2" w:rsidTr="00551621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551621">
            <w:pPr>
              <w:spacing w:after="0" w:line="240" w:lineRule="exact"/>
              <w:ind w:firstLine="22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 </w:t>
            </w:r>
          </w:p>
        </w:tc>
      </w:tr>
      <w:tr w:rsidR="004F55D2" w:rsidRPr="004F55D2" w:rsidTr="00551621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551621">
            <w:pPr>
              <w:spacing w:after="0" w:line="240" w:lineRule="exact"/>
              <w:ind w:firstLine="22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4F55D2" w:rsidRPr="004F55D2" w:rsidTr="00551621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551621">
            <w:pPr>
              <w:spacing w:after="0" w:line="240" w:lineRule="exact"/>
              <w:ind w:firstLine="22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4F55D2" w:rsidRPr="004F55D2" w:rsidTr="00551621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551621">
            <w:pPr>
              <w:spacing w:after="0" w:line="240" w:lineRule="exact"/>
              <w:ind w:firstLine="22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55162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F55D2" w:rsidRPr="004F55D2" w:rsidTr="00551621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551621">
            <w:pPr>
              <w:spacing w:after="0" w:line="240" w:lineRule="exact"/>
              <w:ind w:firstLine="22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>от  18.12.2014 № 113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55162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F55D2" w:rsidRPr="004F55D2" w:rsidTr="00551621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551621">
            <w:pPr>
              <w:spacing w:after="0" w:line="240" w:lineRule="exact"/>
              <w:ind w:firstLine="22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(в </w:t>
            </w:r>
            <w:proofErr w:type="spellStart"/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>ред</w:t>
            </w:r>
            <w:proofErr w:type="gramStart"/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>ешения</w:t>
            </w:r>
            <w:proofErr w:type="spellEnd"/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Совета депутатов</w:t>
            </w:r>
          </w:p>
        </w:tc>
      </w:tr>
      <w:tr w:rsidR="004F55D2" w:rsidRPr="004F55D2" w:rsidTr="00551621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551621" w:rsidP="00551621">
            <w:pPr>
              <w:spacing w:after="0" w:line="240" w:lineRule="exact"/>
              <w:ind w:firstLine="22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5C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 26.03.2015 № 135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55162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F55D2" w:rsidRPr="004F55D2" w:rsidTr="004F55D2">
        <w:trPr>
          <w:trHeight w:val="3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F55D2" w:rsidRPr="004F55D2" w:rsidTr="004F55D2">
        <w:trPr>
          <w:trHeight w:val="795"/>
        </w:trPr>
        <w:tc>
          <w:tcPr>
            <w:tcW w:w="9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5D2" w:rsidRPr="00441F4E" w:rsidRDefault="004F55D2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F4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дефицита местного бюджета                                                      на 2016 год</w:t>
            </w:r>
          </w:p>
        </w:tc>
      </w:tr>
      <w:tr w:rsidR="004F55D2" w:rsidRPr="004F55D2" w:rsidTr="004F55D2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4F55D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F55D2" w:rsidRPr="004F55D2" w:rsidTr="004F55D2">
        <w:trPr>
          <w:trHeight w:val="25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5D2" w:rsidRPr="004F55D2" w:rsidRDefault="004F55D2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5D2" w:rsidRPr="004F55D2" w:rsidRDefault="004F55D2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администратора, группы, подгруппы, статьи, вида источника финансирования дефицита краевого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5D2" w:rsidRPr="004F55D2" w:rsidRDefault="004F55D2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F55D2" w:rsidRPr="004F55D2" w:rsidTr="004F55D2">
        <w:trPr>
          <w:trHeight w:val="2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55D2" w:rsidRPr="004F55D2" w:rsidTr="004F55D2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156 01 05 00 00 00 0000 000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 остатков денежных средств на счетах по учету средств бюджета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4866,730</w:t>
            </w:r>
          </w:p>
        </w:tc>
      </w:tr>
      <w:tr w:rsidR="004F55D2" w:rsidRPr="004F55D2" w:rsidTr="004F55D2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156 01 05 02 01 13 0000 510 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sz w:val="24"/>
                <w:szCs w:val="24"/>
              </w:rPr>
              <w:t>-182479,310</w:t>
            </w:r>
          </w:p>
        </w:tc>
      </w:tr>
      <w:tr w:rsidR="004F55D2" w:rsidRPr="004F55D2" w:rsidTr="004F55D2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156 01 05 02 01 13 0000 610 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sz w:val="24"/>
                <w:szCs w:val="24"/>
              </w:rPr>
              <w:t>187346,040</w:t>
            </w:r>
          </w:p>
        </w:tc>
      </w:tr>
      <w:tr w:rsidR="004F55D2" w:rsidRPr="004F55D2" w:rsidTr="004F55D2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5D2" w:rsidRPr="004F55D2" w:rsidRDefault="004F55D2" w:rsidP="004F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5D2" w:rsidRPr="004F55D2" w:rsidRDefault="004F55D2" w:rsidP="004F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55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4866,730</w:t>
            </w:r>
          </w:p>
        </w:tc>
      </w:tr>
    </w:tbl>
    <w:p w:rsidR="004F55D2" w:rsidRDefault="004F55D2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1621" w:rsidRDefault="00551621" w:rsidP="00441F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1F4E" w:rsidRDefault="00441F4E" w:rsidP="00441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1621" w:rsidRPr="009F6A50" w:rsidRDefault="00551621" w:rsidP="00441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A50">
        <w:rPr>
          <w:rFonts w:ascii="Times New Roman" w:hAnsi="Times New Roman"/>
          <w:sz w:val="28"/>
          <w:szCs w:val="28"/>
        </w:rPr>
        <w:t>Глава городского поселения</w:t>
      </w:r>
      <w:r w:rsidRPr="009F6A50">
        <w:rPr>
          <w:rFonts w:ascii="Times New Roman" w:hAnsi="Times New Roman"/>
          <w:sz w:val="28"/>
          <w:szCs w:val="28"/>
        </w:rPr>
        <w:tab/>
      </w:r>
      <w:r w:rsidRPr="009F6A50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9F6A50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F6A5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551621" w:rsidRDefault="00551621" w:rsidP="00441F4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441F4E" w:rsidRDefault="00441F4E" w:rsidP="00441F4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551621" w:rsidRDefault="00551621" w:rsidP="00441F4E">
      <w:pPr>
        <w:shd w:val="clear" w:color="auto" w:fill="FFFFFF"/>
        <w:spacing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9F6A50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9F6A50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551621" w:rsidRPr="00F17BDC" w:rsidRDefault="00551621" w:rsidP="00441F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51621" w:rsidRPr="00F17BDC" w:rsidSect="009F6A5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4B1" w:rsidRDefault="00DD14B1" w:rsidP="009F6A50">
      <w:pPr>
        <w:spacing w:after="0" w:line="240" w:lineRule="auto"/>
      </w:pPr>
      <w:r>
        <w:separator/>
      </w:r>
    </w:p>
  </w:endnote>
  <w:endnote w:type="continuationSeparator" w:id="0">
    <w:p w:rsidR="00DD14B1" w:rsidRDefault="00DD14B1" w:rsidP="009F6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4B1" w:rsidRDefault="00DD14B1" w:rsidP="009F6A50">
      <w:pPr>
        <w:spacing w:after="0" w:line="240" w:lineRule="auto"/>
      </w:pPr>
      <w:r>
        <w:separator/>
      </w:r>
    </w:p>
  </w:footnote>
  <w:footnote w:type="continuationSeparator" w:id="0">
    <w:p w:rsidR="00DD14B1" w:rsidRDefault="00DD14B1" w:rsidP="009F6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005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E6FAE" w:rsidRPr="009F6A50" w:rsidRDefault="005E6FAE">
        <w:pPr>
          <w:pStyle w:val="a5"/>
          <w:jc w:val="center"/>
          <w:rPr>
            <w:rFonts w:ascii="Times New Roman" w:hAnsi="Times New Roman" w:cs="Times New Roman"/>
          </w:rPr>
        </w:pPr>
        <w:r w:rsidRPr="009F6A50">
          <w:rPr>
            <w:rFonts w:ascii="Times New Roman" w:hAnsi="Times New Roman" w:cs="Times New Roman"/>
          </w:rPr>
          <w:fldChar w:fldCharType="begin"/>
        </w:r>
        <w:r w:rsidRPr="009F6A50">
          <w:rPr>
            <w:rFonts w:ascii="Times New Roman" w:hAnsi="Times New Roman" w:cs="Times New Roman"/>
          </w:rPr>
          <w:instrText>PAGE   \* MERGEFORMAT</w:instrText>
        </w:r>
        <w:r w:rsidRPr="009F6A50">
          <w:rPr>
            <w:rFonts w:ascii="Times New Roman" w:hAnsi="Times New Roman" w:cs="Times New Roman"/>
          </w:rPr>
          <w:fldChar w:fldCharType="separate"/>
        </w:r>
        <w:r w:rsidR="00176AA2">
          <w:rPr>
            <w:rFonts w:ascii="Times New Roman" w:hAnsi="Times New Roman" w:cs="Times New Roman"/>
            <w:noProof/>
          </w:rPr>
          <w:t>83</w:t>
        </w:r>
        <w:r w:rsidRPr="009F6A50">
          <w:rPr>
            <w:rFonts w:ascii="Times New Roman" w:hAnsi="Times New Roman" w:cs="Times New Roman"/>
          </w:rPr>
          <w:fldChar w:fldCharType="end"/>
        </w:r>
      </w:p>
    </w:sdtContent>
  </w:sdt>
  <w:p w:rsidR="005E6FAE" w:rsidRDefault="005E6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A50"/>
    <w:rsid w:val="000163A6"/>
    <w:rsid w:val="00046E44"/>
    <w:rsid w:val="000637C7"/>
    <w:rsid w:val="000742C8"/>
    <w:rsid w:val="000C67B7"/>
    <w:rsid w:val="0010112F"/>
    <w:rsid w:val="00110531"/>
    <w:rsid w:val="00122F5B"/>
    <w:rsid w:val="00176AA2"/>
    <w:rsid w:val="0019489F"/>
    <w:rsid w:val="001A58C6"/>
    <w:rsid w:val="001D0AEC"/>
    <w:rsid w:val="001D586A"/>
    <w:rsid w:val="0020188D"/>
    <w:rsid w:val="00221166"/>
    <w:rsid w:val="002610E3"/>
    <w:rsid w:val="0026573F"/>
    <w:rsid w:val="002C7066"/>
    <w:rsid w:val="00335904"/>
    <w:rsid w:val="0034296E"/>
    <w:rsid w:val="00377189"/>
    <w:rsid w:val="003833D6"/>
    <w:rsid w:val="00392041"/>
    <w:rsid w:val="003928E2"/>
    <w:rsid w:val="003A120F"/>
    <w:rsid w:val="003A4986"/>
    <w:rsid w:val="00437D3F"/>
    <w:rsid w:val="00441F4E"/>
    <w:rsid w:val="00461E35"/>
    <w:rsid w:val="004E5956"/>
    <w:rsid w:val="004F55D2"/>
    <w:rsid w:val="0050219C"/>
    <w:rsid w:val="0051037E"/>
    <w:rsid w:val="00517409"/>
    <w:rsid w:val="005431C5"/>
    <w:rsid w:val="00546699"/>
    <w:rsid w:val="00547887"/>
    <w:rsid w:val="00551621"/>
    <w:rsid w:val="00555DE5"/>
    <w:rsid w:val="00586F70"/>
    <w:rsid w:val="005E6FAE"/>
    <w:rsid w:val="006524C5"/>
    <w:rsid w:val="0067053E"/>
    <w:rsid w:val="006A0DA2"/>
    <w:rsid w:val="006C1C4F"/>
    <w:rsid w:val="006D06C0"/>
    <w:rsid w:val="006E295C"/>
    <w:rsid w:val="007477C5"/>
    <w:rsid w:val="00753529"/>
    <w:rsid w:val="007B5FDB"/>
    <w:rsid w:val="007F7794"/>
    <w:rsid w:val="008075A8"/>
    <w:rsid w:val="008456A0"/>
    <w:rsid w:val="00857039"/>
    <w:rsid w:val="0086171F"/>
    <w:rsid w:val="008C0F6A"/>
    <w:rsid w:val="008C35A8"/>
    <w:rsid w:val="00916C3D"/>
    <w:rsid w:val="00926C5A"/>
    <w:rsid w:val="00960BDE"/>
    <w:rsid w:val="00962AE1"/>
    <w:rsid w:val="009D0A10"/>
    <w:rsid w:val="009F3A6D"/>
    <w:rsid w:val="009F6A50"/>
    <w:rsid w:val="00A30513"/>
    <w:rsid w:val="00AC4494"/>
    <w:rsid w:val="00B9025B"/>
    <w:rsid w:val="00BA2D0B"/>
    <w:rsid w:val="00BA5C0F"/>
    <w:rsid w:val="00BB554C"/>
    <w:rsid w:val="00BB6883"/>
    <w:rsid w:val="00BF7825"/>
    <w:rsid w:val="00C13AD6"/>
    <w:rsid w:val="00C50A57"/>
    <w:rsid w:val="00C50EDF"/>
    <w:rsid w:val="00C840E6"/>
    <w:rsid w:val="00CE3333"/>
    <w:rsid w:val="00D133FC"/>
    <w:rsid w:val="00D25DE7"/>
    <w:rsid w:val="00D678BD"/>
    <w:rsid w:val="00DA7A70"/>
    <w:rsid w:val="00DD14B1"/>
    <w:rsid w:val="00DD655B"/>
    <w:rsid w:val="00DE7767"/>
    <w:rsid w:val="00E029FE"/>
    <w:rsid w:val="00E66F83"/>
    <w:rsid w:val="00E96BFB"/>
    <w:rsid w:val="00EA24AE"/>
    <w:rsid w:val="00EB278B"/>
    <w:rsid w:val="00ED289C"/>
    <w:rsid w:val="00EF34AE"/>
    <w:rsid w:val="00EF77C1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E029FE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029FE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9F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F6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6A50"/>
  </w:style>
  <w:style w:type="paragraph" w:styleId="a7">
    <w:name w:val="footer"/>
    <w:basedOn w:val="a"/>
    <w:link w:val="a8"/>
    <w:uiPriority w:val="99"/>
    <w:unhideWhenUsed/>
    <w:rsid w:val="009F6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6A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E029FE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029FE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9F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F6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6A50"/>
  </w:style>
  <w:style w:type="paragraph" w:styleId="a7">
    <w:name w:val="footer"/>
    <w:basedOn w:val="a"/>
    <w:link w:val="a8"/>
    <w:uiPriority w:val="99"/>
    <w:unhideWhenUsed/>
    <w:rsid w:val="009F6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6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0D96D-DF49-4198-ABBA-356102B58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418</TotalTime>
  <Pages>84</Pages>
  <Words>26726</Words>
  <Characters>152341</Characters>
  <Application>Microsoft Office Word</Application>
  <DocSecurity>0</DocSecurity>
  <Lines>1269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178710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6</cp:revision>
  <dcterms:created xsi:type="dcterms:W3CDTF">2015-03-30T02:34:00Z</dcterms:created>
  <dcterms:modified xsi:type="dcterms:W3CDTF">2015-04-02T22:47:00Z</dcterms:modified>
</cp:coreProperties>
</file>