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65038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19.02.2015                                                                                                                № 130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965038" w:rsidRDefault="00F33215" w:rsidP="00965038">
      <w:pPr>
        <w:pStyle w:val="2"/>
        <w:rPr>
          <w:b w:val="0"/>
          <w:szCs w:val="28"/>
        </w:rPr>
      </w:pPr>
    </w:p>
    <w:p w:rsidR="00F33215" w:rsidRPr="00965038" w:rsidRDefault="00F33215" w:rsidP="00965038">
      <w:pPr>
        <w:pStyle w:val="2"/>
        <w:rPr>
          <w:b w:val="0"/>
          <w:szCs w:val="28"/>
        </w:rPr>
      </w:pPr>
    </w:p>
    <w:p w:rsidR="00965038" w:rsidRPr="00965038" w:rsidRDefault="00965038" w:rsidP="0096503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965038" w:rsidRPr="00965038" w:rsidRDefault="00965038" w:rsidP="0096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65038" w:rsidRPr="00965038" w:rsidRDefault="00965038" w:rsidP="0096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038" w:rsidRPr="00965038" w:rsidRDefault="00965038" w:rsidP="00965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038">
        <w:rPr>
          <w:rFonts w:ascii="Times New Roman" w:hAnsi="Times New Roman" w:cs="Times New Roman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от 21.07.2014 № 217-ФЗ «О внесении изменений в Жилищный кодекс Российской Федерации в части законодательного регулирования отношений по найму жилых помещений жилищного фонда социального</w:t>
      </w:r>
      <w:proofErr w:type="gramEnd"/>
      <w:r w:rsidRPr="009650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5038">
        <w:rPr>
          <w:rFonts w:ascii="Times New Roman" w:hAnsi="Times New Roman" w:cs="Times New Roman"/>
          <w:sz w:val="28"/>
          <w:szCs w:val="28"/>
        </w:rPr>
        <w:t>использования», Федерального закона от 21.07.2014 № 234-ФЗ «О внесении изменений в отдельные законодательные акты Российской Федерации», Федерального закона № 256-ФЗ, вступающего в силу 01.01.2015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образования»),  на основании ст. ст. 20,60 Устава городского поселения «Город Амурск» Амурского</w:t>
      </w:r>
      <w:proofErr w:type="gramEnd"/>
      <w:r w:rsidRPr="00965038">
        <w:rPr>
          <w:rFonts w:ascii="Times New Roman" w:hAnsi="Times New Roman" w:cs="Times New Roman"/>
          <w:sz w:val="28"/>
          <w:szCs w:val="28"/>
        </w:rPr>
        <w:t xml:space="preserve"> муниципального района Хабаровского края, Совет депутатов</w:t>
      </w:r>
    </w:p>
    <w:p w:rsidR="00965038" w:rsidRPr="00965038" w:rsidRDefault="00965038" w:rsidP="0096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РЕШИЛ:</w:t>
      </w:r>
    </w:p>
    <w:p w:rsidR="00965038" w:rsidRPr="00965038" w:rsidRDefault="00965038" w:rsidP="00965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965038" w:rsidRPr="00965038" w:rsidRDefault="00965038" w:rsidP="00965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1.1 Часть 1 статьи 5.1 дополнить пунктом 12 следующего содержания:</w:t>
      </w:r>
    </w:p>
    <w:p w:rsidR="00965038" w:rsidRPr="00965038" w:rsidRDefault="00965038" w:rsidP="0096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«12)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законодательством».</w:t>
      </w:r>
    </w:p>
    <w:p w:rsidR="00965038" w:rsidRPr="00965038" w:rsidRDefault="00965038" w:rsidP="00965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1.2  Пункт 20 части 1 статьи 5 слова «осуществление муниципального земельного контроля, за использованием земель поселения» заменить словами «осуществление муниципального земельного контроля в границах поселения».</w:t>
      </w:r>
    </w:p>
    <w:p w:rsidR="00965038" w:rsidRDefault="00965038" w:rsidP="00965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1.3  Часть 1 статьи 5.1 дополнить пунктом 11 следующего содержания:</w:t>
      </w:r>
    </w:p>
    <w:p w:rsidR="00965038" w:rsidRDefault="00965038" w:rsidP="00965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965038" w:rsidSect="00965038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965038" w:rsidRPr="00965038" w:rsidRDefault="00965038" w:rsidP="009650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lastRenderedPageBreak/>
        <w:t>«11) создание условий для организации, проведения независимой оценки качества оказания услуг организациями в порядке и на условиях, которые установлены федеральными законами».</w:t>
      </w:r>
    </w:p>
    <w:p w:rsidR="00965038" w:rsidRPr="00965038" w:rsidRDefault="00965038" w:rsidP="00965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>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965038" w:rsidRPr="00965038" w:rsidRDefault="00965038" w:rsidP="00965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 xml:space="preserve">3. Опубликовать внесённые изменения в Устав 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 самоуправления  городского поселения «Город Амурск».   </w:t>
      </w:r>
    </w:p>
    <w:p w:rsidR="00965038" w:rsidRPr="00965038" w:rsidRDefault="00965038" w:rsidP="0096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5038" w:rsidRPr="00965038" w:rsidRDefault="00965038" w:rsidP="0096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5038" w:rsidRPr="00965038" w:rsidRDefault="00965038" w:rsidP="0096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38" w:rsidRPr="00965038" w:rsidRDefault="00965038" w:rsidP="0096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65038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965038">
        <w:rPr>
          <w:rFonts w:ascii="Times New Roman" w:hAnsi="Times New Roman" w:cs="Times New Roman"/>
          <w:sz w:val="28"/>
          <w:szCs w:val="28"/>
        </w:rPr>
        <w:tab/>
      </w:r>
      <w:r w:rsidRPr="00965038">
        <w:rPr>
          <w:rFonts w:ascii="Times New Roman" w:hAnsi="Times New Roman" w:cs="Times New Roman"/>
          <w:sz w:val="28"/>
          <w:szCs w:val="28"/>
        </w:rPr>
        <w:tab/>
      </w:r>
      <w:r w:rsidRPr="0096503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proofErr w:type="spellStart"/>
      <w:r w:rsidRPr="00965038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965038" w:rsidRPr="00965038" w:rsidRDefault="00965038" w:rsidP="0096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65038" w:rsidRDefault="00965038" w:rsidP="0096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65038" w:rsidRPr="00965038" w:rsidRDefault="00965038" w:rsidP="0096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65038" w:rsidRPr="00965038" w:rsidRDefault="00965038" w:rsidP="00965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03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965038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96503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F0" w:rsidRDefault="001967F0" w:rsidP="00965038">
      <w:pPr>
        <w:spacing w:after="0" w:line="240" w:lineRule="auto"/>
      </w:pPr>
      <w:r>
        <w:separator/>
      </w:r>
    </w:p>
  </w:endnote>
  <w:endnote w:type="continuationSeparator" w:id="0">
    <w:p w:rsidR="001967F0" w:rsidRDefault="001967F0" w:rsidP="00965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F0" w:rsidRDefault="001967F0" w:rsidP="00965038">
      <w:pPr>
        <w:spacing w:after="0" w:line="240" w:lineRule="auto"/>
      </w:pPr>
      <w:r>
        <w:separator/>
      </w:r>
    </w:p>
  </w:footnote>
  <w:footnote w:type="continuationSeparator" w:id="0">
    <w:p w:rsidR="001967F0" w:rsidRDefault="001967F0" w:rsidP="00965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481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5038" w:rsidRPr="00965038" w:rsidRDefault="0096503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0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0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0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77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50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5038" w:rsidRDefault="009650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38"/>
    <w:rsid w:val="000163A6"/>
    <w:rsid w:val="000742C8"/>
    <w:rsid w:val="000C67B7"/>
    <w:rsid w:val="0010112F"/>
    <w:rsid w:val="00110531"/>
    <w:rsid w:val="00122F5B"/>
    <w:rsid w:val="0019489F"/>
    <w:rsid w:val="001967F0"/>
    <w:rsid w:val="001A58C6"/>
    <w:rsid w:val="0020188D"/>
    <w:rsid w:val="0026573F"/>
    <w:rsid w:val="002C7066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F7794"/>
    <w:rsid w:val="00857039"/>
    <w:rsid w:val="0086171F"/>
    <w:rsid w:val="008C35A8"/>
    <w:rsid w:val="00926C5A"/>
    <w:rsid w:val="00965038"/>
    <w:rsid w:val="009D0A10"/>
    <w:rsid w:val="009F3A6D"/>
    <w:rsid w:val="00A30513"/>
    <w:rsid w:val="00AC4494"/>
    <w:rsid w:val="00B7777B"/>
    <w:rsid w:val="00B9025B"/>
    <w:rsid w:val="00BA2D0B"/>
    <w:rsid w:val="00BB6883"/>
    <w:rsid w:val="00BF7825"/>
    <w:rsid w:val="00C13AD6"/>
    <w:rsid w:val="00C840E6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50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65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038"/>
  </w:style>
  <w:style w:type="paragraph" w:styleId="a7">
    <w:name w:val="footer"/>
    <w:basedOn w:val="a"/>
    <w:link w:val="a8"/>
    <w:uiPriority w:val="99"/>
    <w:unhideWhenUsed/>
    <w:rsid w:val="00965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50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65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038"/>
  </w:style>
  <w:style w:type="paragraph" w:styleId="a7">
    <w:name w:val="footer"/>
    <w:basedOn w:val="a"/>
    <w:link w:val="a8"/>
    <w:uiPriority w:val="99"/>
    <w:unhideWhenUsed/>
    <w:rsid w:val="00965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2015-02-24T04:27:00Z</dcterms:created>
  <dcterms:modified xsi:type="dcterms:W3CDTF">2015-02-25T04:41:00Z</dcterms:modified>
</cp:coreProperties>
</file>