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638EC">
        <w:rPr>
          <w:rFonts w:ascii="Times New Roman" w:hAnsi="Times New Roman"/>
          <w:sz w:val="28"/>
          <w:szCs w:val="28"/>
        </w:rPr>
        <w:t>СОВЕТ ДЕПУТАТОВ ГОРОДСКОГО ПОСЕЛЕНИЯ «ГОРОД АМУРСК»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Амурского муниципального района Хабаровского края</w:t>
      </w:r>
    </w:p>
    <w:p w:rsidR="00F33215" w:rsidRPr="007638EC" w:rsidRDefault="00F33215" w:rsidP="00F3321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F33215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638EC">
        <w:rPr>
          <w:rFonts w:ascii="Times New Roman" w:hAnsi="Times New Roman"/>
          <w:sz w:val="28"/>
          <w:szCs w:val="28"/>
        </w:rPr>
        <w:t>РЕШЕНИЕ</w:t>
      </w:r>
    </w:p>
    <w:p w:rsidR="00F33215" w:rsidRPr="007638EC" w:rsidRDefault="00F33215" w:rsidP="00F332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3215" w:rsidRPr="00F17BDC" w:rsidRDefault="00AC2BEC" w:rsidP="00F33215">
      <w:pPr>
        <w:shd w:val="clear" w:color="auto" w:fill="FFFFFF"/>
        <w:spacing w:after="0" w:line="240" w:lineRule="auto"/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>22.01.2015                                                                                                                № 124</w:t>
      </w:r>
    </w:p>
    <w:p w:rsidR="00F33215" w:rsidRPr="007638EC" w:rsidRDefault="00F33215" w:rsidP="00F33215">
      <w:pPr>
        <w:shd w:val="clear" w:color="auto" w:fill="FFFFFF"/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  <w:r w:rsidRPr="00327DAE">
        <w:rPr>
          <w:rFonts w:ascii="Times New Roman" w:hAnsi="Times New Roman"/>
          <w:spacing w:val="-4"/>
          <w:sz w:val="20"/>
          <w:szCs w:val="20"/>
        </w:rPr>
        <w:t>г. Амурск</w:t>
      </w:r>
    </w:p>
    <w:p w:rsidR="00F33215" w:rsidRPr="00AC2BEC" w:rsidRDefault="00F33215" w:rsidP="00AC2BEC">
      <w:pPr>
        <w:pStyle w:val="2"/>
        <w:rPr>
          <w:b w:val="0"/>
          <w:szCs w:val="28"/>
        </w:rPr>
      </w:pPr>
    </w:p>
    <w:p w:rsidR="00F33215" w:rsidRPr="00AC2BEC" w:rsidRDefault="00F33215" w:rsidP="00AC2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2BEC" w:rsidRPr="00AC2BEC" w:rsidRDefault="00AC2BEC" w:rsidP="00AC2BE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C2BEC">
        <w:rPr>
          <w:rFonts w:ascii="Times New Roman" w:hAnsi="Times New Roman" w:cs="Times New Roman"/>
          <w:spacing w:val="-1"/>
          <w:sz w:val="28"/>
          <w:szCs w:val="28"/>
        </w:rPr>
        <w:t xml:space="preserve">О внесении изменений в 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AC2BEC" w:rsidRDefault="00AC2BEC" w:rsidP="00AC2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BEC" w:rsidRPr="00AC2BEC" w:rsidRDefault="00AC2BEC" w:rsidP="00AC2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BEC" w:rsidRPr="00AC2BEC" w:rsidRDefault="00AC2BEC" w:rsidP="00AC2BE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2BE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РФ от 21.12.2001 № 178 – ФЗ «О приватизации государственного и муниципального имущества», Совет депутатов городского поселения «Город Амурск» </w:t>
      </w:r>
    </w:p>
    <w:p w:rsidR="00AC2BEC" w:rsidRPr="00AC2BEC" w:rsidRDefault="00AC2BEC" w:rsidP="00AC2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BEC">
        <w:rPr>
          <w:rFonts w:ascii="Times New Roman" w:hAnsi="Times New Roman" w:cs="Times New Roman"/>
          <w:sz w:val="28"/>
          <w:szCs w:val="28"/>
        </w:rPr>
        <w:t>РЕШИЛ:</w:t>
      </w:r>
    </w:p>
    <w:p w:rsidR="00AC2BEC" w:rsidRPr="00AC2BEC" w:rsidRDefault="00AC2BEC" w:rsidP="00AC2BEC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BEC">
        <w:rPr>
          <w:rFonts w:ascii="Times New Roman" w:hAnsi="Times New Roman" w:cs="Times New Roman"/>
          <w:spacing w:val="-2"/>
          <w:sz w:val="28"/>
          <w:szCs w:val="28"/>
        </w:rPr>
        <w:t xml:space="preserve">Внести следующие изменения в </w:t>
      </w:r>
      <w:r w:rsidRPr="00AC2BEC">
        <w:rPr>
          <w:rFonts w:ascii="Times New Roman" w:hAnsi="Times New Roman" w:cs="Times New Roman"/>
          <w:spacing w:val="-1"/>
          <w:sz w:val="28"/>
          <w:szCs w:val="28"/>
        </w:rPr>
        <w:t xml:space="preserve">решение Совета депутатов городского поселения «Город Амурск» Амурского муниципального района Хабаровского края от 14.11.2013 № 22 «О прогнозном плане приватизации муниципального имущества городского поселения «Город Амурск» на 2014 – 2015 годы» </w:t>
      </w:r>
    </w:p>
    <w:p w:rsidR="00AC2BEC" w:rsidRPr="00AC2BEC" w:rsidRDefault="00AC2BEC" w:rsidP="00AC2BEC">
      <w:pPr>
        <w:widowControl w:val="0"/>
        <w:numPr>
          <w:ilvl w:val="1"/>
          <w:numId w:val="1"/>
        </w:numPr>
        <w:shd w:val="clear" w:color="auto" w:fill="FFFFFF"/>
        <w:tabs>
          <w:tab w:val="clear" w:pos="1440"/>
          <w:tab w:val="num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2BEC">
        <w:rPr>
          <w:rFonts w:ascii="Times New Roman" w:hAnsi="Times New Roman" w:cs="Times New Roman"/>
          <w:spacing w:val="-2"/>
          <w:sz w:val="28"/>
          <w:szCs w:val="28"/>
        </w:rPr>
        <w:t xml:space="preserve">Дополнить прогнозный план приватизации объектом недвижимости: </w:t>
      </w:r>
    </w:p>
    <w:tbl>
      <w:tblPr>
        <w:tblW w:w="94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2262"/>
        <w:gridCol w:w="819"/>
        <w:gridCol w:w="1112"/>
        <w:gridCol w:w="840"/>
      </w:tblGrid>
      <w:tr w:rsidR="00AC2BEC" w:rsidRPr="00AC2BEC" w:rsidTr="00AC2BEC">
        <w:trPr>
          <w:trHeight w:val="349"/>
        </w:trPr>
        <w:tc>
          <w:tcPr>
            <w:tcW w:w="4395" w:type="dxa"/>
            <w:vAlign w:val="center"/>
          </w:tcPr>
          <w:p w:rsidR="00AC2BEC" w:rsidRPr="00AC2BEC" w:rsidRDefault="00AC2BEC" w:rsidP="00AC2BEC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C2B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Функциональное помещение, назначение: нежилое, пом. </w:t>
            </w:r>
            <w:r w:rsidRPr="00AC2BE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II</w:t>
            </w:r>
            <w:r w:rsidRPr="00AC2B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(1-8)</w:t>
            </w:r>
          </w:p>
        </w:tc>
        <w:tc>
          <w:tcPr>
            <w:tcW w:w="2262" w:type="dxa"/>
            <w:vAlign w:val="center"/>
          </w:tcPr>
          <w:p w:rsidR="00AC2BEC" w:rsidRPr="00AC2BEC" w:rsidRDefault="00AC2BEC" w:rsidP="00AC2BE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C2B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Строителей, пр.</w:t>
            </w:r>
          </w:p>
        </w:tc>
        <w:tc>
          <w:tcPr>
            <w:tcW w:w="819" w:type="dxa"/>
            <w:vAlign w:val="center"/>
          </w:tcPr>
          <w:p w:rsidR="00AC2BEC" w:rsidRPr="00AC2BEC" w:rsidRDefault="00AC2BEC" w:rsidP="00AC2BE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C2B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12</w:t>
            </w:r>
          </w:p>
        </w:tc>
        <w:tc>
          <w:tcPr>
            <w:tcW w:w="1112" w:type="dxa"/>
            <w:vAlign w:val="center"/>
          </w:tcPr>
          <w:p w:rsidR="00AC2BEC" w:rsidRPr="00AC2BEC" w:rsidRDefault="00AC2BEC" w:rsidP="00AC2BE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C2B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112,5</w:t>
            </w:r>
          </w:p>
        </w:tc>
        <w:tc>
          <w:tcPr>
            <w:tcW w:w="840" w:type="dxa"/>
            <w:vAlign w:val="center"/>
          </w:tcPr>
          <w:p w:rsidR="00AC2BEC" w:rsidRPr="00AC2BEC" w:rsidRDefault="00AC2BEC" w:rsidP="00AC2BE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C2B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да</w:t>
            </w:r>
          </w:p>
        </w:tc>
      </w:tr>
    </w:tbl>
    <w:p w:rsidR="00AC2BEC" w:rsidRPr="00AC2BEC" w:rsidRDefault="00AC2BEC" w:rsidP="00AC2BEC">
      <w:pPr>
        <w:widowControl w:val="0"/>
        <w:numPr>
          <w:ilvl w:val="0"/>
          <w:numId w:val="1"/>
        </w:numPr>
        <w:shd w:val="clear" w:color="auto" w:fill="FFFFFF"/>
        <w:tabs>
          <w:tab w:val="clear" w:pos="450"/>
          <w:tab w:val="num" w:pos="42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C2BEC">
        <w:rPr>
          <w:rFonts w:ascii="Times New Roman" w:hAnsi="Times New Roman" w:cs="Times New Roman"/>
          <w:spacing w:val="-1"/>
          <w:sz w:val="28"/>
          <w:szCs w:val="28"/>
        </w:rPr>
        <w:t>Решение вступает в силу после его официального опубликования.</w:t>
      </w:r>
    </w:p>
    <w:p w:rsidR="00AC2BEC" w:rsidRPr="00AC2BEC" w:rsidRDefault="00AC2BEC" w:rsidP="00AC2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AC2BEC" w:rsidRPr="00AC2BEC" w:rsidRDefault="00AC2BEC" w:rsidP="00AC2BEC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AC2BEC" w:rsidRPr="00AC2BEC" w:rsidRDefault="00AC2BEC" w:rsidP="00AC2BEC">
      <w:pPr>
        <w:shd w:val="clear" w:color="auto" w:fill="FFFFFF"/>
        <w:spacing w:after="0" w:line="240" w:lineRule="auto"/>
        <w:ind w:firstLine="686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AC2BEC" w:rsidRDefault="00AC2BEC" w:rsidP="00AC2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C2BEC">
        <w:rPr>
          <w:rFonts w:ascii="Times New Roman" w:hAnsi="Times New Roman" w:cs="Times New Roman"/>
          <w:spacing w:val="-3"/>
          <w:sz w:val="28"/>
          <w:szCs w:val="28"/>
        </w:rPr>
        <w:t>Глава городского поселения</w:t>
      </w:r>
      <w:r w:rsidRPr="00AC2BEC">
        <w:rPr>
          <w:rFonts w:ascii="Times New Roman" w:hAnsi="Times New Roman" w:cs="Times New Roman"/>
          <w:sz w:val="28"/>
          <w:szCs w:val="28"/>
        </w:rPr>
        <w:tab/>
      </w:r>
      <w:r w:rsidRPr="00AC2BEC">
        <w:rPr>
          <w:rFonts w:ascii="Times New Roman" w:hAnsi="Times New Roman" w:cs="Times New Roman"/>
          <w:sz w:val="28"/>
          <w:szCs w:val="28"/>
        </w:rPr>
        <w:tab/>
      </w:r>
      <w:r w:rsidRPr="00AC2BEC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C2BE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Б.П.</w:t>
      </w:r>
      <w:r w:rsidRPr="00AC2BEC">
        <w:rPr>
          <w:rFonts w:ascii="Times New Roman" w:hAnsi="Times New Roman" w:cs="Times New Roman"/>
          <w:spacing w:val="-4"/>
          <w:sz w:val="28"/>
          <w:szCs w:val="28"/>
        </w:rPr>
        <w:t>Редькин</w:t>
      </w:r>
      <w:proofErr w:type="spellEnd"/>
    </w:p>
    <w:p w:rsidR="00AC2BEC" w:rsidRDefault="00AC2BEC" w:rsidP="00AC2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C2BEC" w:rsidRDefault="00AC2BEC" w:rsidP="00AC2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C2BEC" w:rsidRPr="00AC2BEC" w:rsidRDefault="00AC2BEC" w:rsidP="00AC2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AC2BEC" w:rsidRPr="00AC2BEC" w:rsidRDefault="00AC2BEC" w:rsidP="00AC2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BEC">
        <w:rPr>
          <w:rFonts w:ascii="Times New Roman" w:hAnsi="Times New Roman" w:cs="Times New Roman"/>
          <w:spacing w:val="-4"/>
          <w:sz w:val="28"/>
          <w:szCs w:val="28"/>
        </w:rPr>
        <w:t xml:space="preserve">Председатель Совета депутатов </w:t>
      </w:r>
      <w:r w:rsidRPr="00AC2BE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AC2BE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AC2BEC">
        <w:rPr>
          <w:rFonts w:ascii="Times New Roman" w:hAnsi="Times New Roman" w:cs="Times New Roman"/>
          <w:spacing w:val="-4"/>
          <w:sz w:val="28"/>
          <w:szCs w:val="28"/>
        </w:rPr>
        <w:tab/>
      </w:r>
      <w:r w:rsidRPr="00AC2BEC">
        <w:rPr>
          <w:rFonts w:ascii="Times New Roman" w:hAnsi="Times New Roman" w:cs="Times New Roman"/>
          <w:spacing w:val="-4"/>
          <w:sz w:val="28"/>
          <w:szCs w:val="28"/>
        </w:rPr>
        <w:tab/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pacing w:val="-4"/>
          <w:sz w:val="28"/>
          <w:szCs w:val="28"/>
        </w:rPr>
        <w:t>Л.Е.</w:t>
      </w:r>
      <w:r w:rsidRPr="00AC2BEC">
        <w:rPr>
          <w:rFonts w:ascii="Times New Roman" w:hAnsi="Times New Roman" w:cs="Times New Roman"/>
          <w:spacing w:val="-4"/>
          <w:sz w:val="28"/>
          <w:szCs w:val="28"/>
        </w:rPr>
        <w:t>Кавелина</w:t>
      </w:r>
      <w:proofErr w:type="spellEnd"/>
    </w:p>
    <w:p w:rsidR="00F33215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3215" w:rsidRPr="00F17BDC" w:rsidRDefault="00F33215" w:rsidP="00F3321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F33215" w:rsidRPr="00F17BDC" w:rsidSect="00ED298B">
      <w:pgSz w:w="11906" w:h="16838"/>
      <w:pgMar w:top="22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E73550"/>
    <w:multiLevelType w:val="multilevel"/>
    <w:tmpl w:val="818A1D4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BEC"/>
    <w:rsid w:val="000742C8"/>
    <w:rsid w:val="000C67B7"/>
    <w:rsid w:val="0010112F"/>
    <w:rsid w:val="00122F5B"/>
    <w:rsid w:val="0019489F"/>
    <w:rsid w:val="0020188D"/>
    <w:rsid w:val="0026573F"/>
    <w:rsid w:val="002C7066"/>
    <w:rsid w:val="0034296E"/>
    <w:rsid w:val="00377189"/>
    <w:rsid w:val="003833D6"/>
    <w:rsid w:val="003928E2"/>
    <w:rsid w:val="003A4986"/>
    <w:rsid w:val="00461E35"/>
    <w:rsid w:val="004E5956"/>
    <w:rsid w:val="0050219C"/>
    <w:rsid w:val="00517409"/>
    <w:rsid w:val="00547887"/>
    <w:rsid w:val="00555DE5"/>
    <w:rsid w:val="00586F70"/>
    <w:rsid w:val="006524C5"/>
    <w:rsid w:val="006A0DA2"/>
    <w:rsid w:val="006C1C4F"/>
    <w:rsid w:val="006E295C"/>
    <w:rsid w:val="007F7794"/>
    <w:rsid w:val="00857039"/>
    <w:rsid w:val="0086171F"/>
    <w:rsid w:val="008C35A8"/>
    <w:rsid w:val="00926C5A"/>
    <w:rsid w:val="009D0A10"/>
    <w:rsid w:val="009F3A6D"/>
    <w:rsid w:val="00A30513"/>
    <w:rsid w:val="00AC2BEC"/>
    <w:rsid w:val="00AC4494"/>
    <w:rsid w:val="00B9025B"/>
    <w:rsid w:val="00BA2D0B"/>
    <w:rsid w:val="00BF7825"/>
    <w:rsid w:val="00C13AD6"/>
    <w:rsid w:val="00C840E6"/>
    <w:rsid w:val="00CE3333"/>
    <w:rsid w:val="00D133FC"/>
    <w:rsid w:val="00DA7A70"/>
    <w:rsid w:val="00DC609B"/>
    <w:rsid w:val="00DD655B"/>
    <w:rsid w:val="00DE7767"/>
    <w:rsid w:val="00E66F83"/>
    <w:rsid w:val="00E96BFB"/>
    <w:rsid w:val="00EA24AE"/>
    <w:rsid w:val="00EB278B"/>
    <w:rsid w:val="00ED289C"/>
    <w:rsid w:val="00EF34AE"/>
    <w:rsid w:val="00F06D18"/>
    <w:rsid w:val="00F33215"/>
    <w:rsid w:val="00F3423B"/>
    <w:rsid w:val="00F52ACB"/>
    <w:rsid w:val="00FA382D"/>
    <w:rsid w:val="00FA396E"/>
    <w:rsid w:val="00FF2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C2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3321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F33215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F33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21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C2B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C2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vdep2\AppData\Roaming\Microsoft\&#1064;&#1072;&#1073;&#1083;&#1086;&#1085;&#1099;\&#1088;&#1077;&#1096;&#1077;&#1085;&#1080;&#1077;%20&#1057;&#104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СД</Template>
  <TotalTime>6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Городское поселение "Город Амурск"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Яковенко</dc:creator>
  <cp:lastModifiedBy>Екатерина Яковенко</cp:lastModifiedBy>
  <cp:revision>2</cp:revision>
  <dcterms:created xsi:type="dcterms:W3CDTF">2015-01-22T23:02:00Z</dcterms:created>
  <dcterms:modified xsi:type="dcterms:W3CDTF">2015-01-23T01:57:00Z</dcterms:modified>
</cp:coreProperties>
</file>